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A2C4C" w14:textId="77777777" w:rsidR="007D3EAE" w:rsidRDefault="007D3EAE" w:rsidP="00A36C6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Toc373514871"/>
    </w:p>
    <w:p w14:paraId="40352895" w14:textId="1CF6CE04" w:rsidR="00A21EE3" w:rsidRPr="006E6CA9" w:rsidRDefault="00C36AED" w:rsidP="00A36C6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Privalomieji</w:t>
      </w:r>
      <w:proofErr w:type="spellEnd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projekto</w:t>
      </w:r>
      <w:proofErr w:type="spellEnd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rengimo</w:t>
      </w:r>
      <w:proofErr w:type="spellEnd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dokumentai</w:t>
      </w:r>
      <w:proofErr w:type="spellEnd"/>
      <w:r w:rsidRPr="006E6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3CE116F0" w14:textId="77777777" w:rsidR="00C36AED" w:rsidRPr="00EA18BC" w:rsidRDefault="00C36AED" w:rsidP="00DB75DE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51F773A" w14:textId="3A975A9E" w:rsidR="00506A36" w:rsidRDefault="00665ACE" w:rsidP="008D307E">
      <w:pP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bookmarkStart w:id="1" w:name="_Toc456204966"/>
      <w:bookmarkStart w:id="2" w:name="_Toc456205162"/>
      <w:bookmarkEnd w:id="0"/>
      <w:bookmarkEnd w:id="1"/>
      <w:bookmarkEnd w:id="2"/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Šiame Specifikacijų 1 priedėlyje</w:t>
      </w:r>
      <w:r w:rsidR="00506A36" w:rsidRPr="00506A3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pateikiami </w:t>
      </w:r>
      <w:r w:rsidR="00984AC3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506A36" w:rsidRPr="003C0932">
        <w:rPr>
          <w:rFonts w:ascii="Times New Roman" w:hAnsi="Times New Roman" w:cs="Times New Roman"/>
          <w:sz w:val="24"/>
          <w:szCs w:val="24"/>
          <w:lang w:val="lt-LT"/>
        </w:rPr>
        <w:t xml:space="preserve">rojekto </w:t>
      </w:r>
      <w:r w:rsidR="00025EAC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="00025EAC" w:rsidRPr="00025EAC">
        <w:rPr>
          <w:rFonts w:ascii="Times New Roman" w:hAnsi="Times New Roman"/>
          <w:sz w:val="24"/>
          <w:szCs w:val="24"/>
          <w:lang w:val="lt-LT"/>
        </w:rPr>
        <w:t>Daugiafunkcio</w:t>
      </w:r>
      <w:proofErr w:type="spellEnd"/>
      <w:r w:rsidR="00025EAC" w:rsidRPr="00025EAC">
        <w:rPr>
          <w:rFonts w:ascii="Times New Roman" w:hAnsi="Times New Roman"/>
          <w:sz w:val="24"/>
          <w:szCs w:val="24"/>
          <w:lang w:val="lt-LT"/>
        </w:rPr>
        <w:t xml:space="preserve"> centro </w:t>
      </w:r>
      <w:proofErr w:type="spellStart"/>
      <w:r w:rsidR="00025EAC" w:rsidRPr="00025EAC">
        <w:rPr>
          <w:rFonts w:ascii="Times New Roman" w:hAnsi="Times New Roman"/>
          <w:sz w:val="24"/>
          <w:szCs w:val="24"/>
          <w:lang w:val="lt-LT"/>
        </w:rPr>
        <w:t>sendvario</w:t>
      </w:r>
      <w:proofErr w:type="spellEnd"/>
      <w:r w:rsidR="00025EAC" w:rsidRPr="00025EAC">
        <w:rPr>
          <w:rFonts w:ascii="Times New Roman" w:hAnsi="Times New Roman"/>
          <w:sz w:val="24"/>
          <w:szCs w:val="24"/>
          <w:lang w:val="lt-LT"/>
        </w:rPr>
        <w:t xml:space="preserve"> seniūnijoje statyba ir paslaugų teikimas“</w:t>
      </w:r>
      <w:r w:rsidR="00506A36" w:rsidRPr="009F2354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506A36" w:rsidRPr="00506A3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Valdžios subjekto turimi žemės sklypo, statinių ir pastatų esama techninė informacija, nuosavybės dokumentai, projektavimo sąlygos ir kiti turimi privalomieji projekto rengimo dokumentai (kopijos)</w:t>
      </w:r>
      <w:r w:rsidR="008F4597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</w:t>
      </w:r>
    </w:p>
    <w:p w14:paraId="4CB77C6C" w14:textId="0232CABC" w:rsidR="008D307E" w:rsidRPr="008F4597" w:rsidRDefault="008D307E" w:rsidP="008D307E">
      <w:pP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</w:p>
    <w:p w14:paraId="2FEB7C77" w14:textId="779AD453" w:rsidR="00984AC3" w:rsidRPr="008F4597" w:rsidRDefault="00506A36" w:rsidP="008D307E">
      <w:pP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8F4597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Pridedami dokumentai (kopijos):</w:t>
      </w:r>
      <w:r w:rsidR="00211007" w:rsidRPr="008F4597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</w:p>
    <w:p w14:paraId="09D07808" w14:textId="77777777" w:rsidR="0091288F" w:rsidRPr="008F4597" w:rsidRDefault="0091288F" w:rsidP="008D307E">
      <w:pP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</w:p>
    <w:p w14:paraId="59CC8B62" w14:textId="77777777" w:rsidR="00984AC3" w:rsidRPr="004566BF" w:rsidRDefault="00984AC3" w:rsidP="0091288F">
      <w:pPr>
        <w:spacing w:before="120" w:after="120"/>
        <w:rPr>
          <w:rFonts w:ascii="Times New Roman" w:hAnsi="Times New Roman" w:cs="Times New Roman"/>
          <w:sz w:val="24"/>
          <w:szCs w:val="24"/>
          <w:lang w:val="lt-LT"/>
        </w:rPr>
      </w:pPr>
      <w:r w:rsidRPr="004566BF">
        <w:rPr>
          <w:rFonts w:ascii="Times New Roman" w:hAnsi="Times New Roman" w:cs="Times New Roman"/>
          <w:sz w:val="24"/>
          <w:szCs w:val="24"/>
          <w:lang w:val="lt-LT"/>
        </w:rPr>
        <w:t>1. Žemės sklypo nuosavybės dokumentai;</w:t>
      </w:r>
    </w:p>
    <w:p w14:paraId="047BE755" w14:textId="0D6CAD5A" w:rsidR="00984AC3" w:rsidRDefault="00984AC3" w:rsidP="00A33438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4566BF">
        <w:rPr>
          <w:rFonts w:ascii="Times New Roman" w:hAnsi="Times New Roman" w:cs="Times New Roman"/>
          <w:sz w:val="24"/>
          <w:szCs w:val="24"/>
          <w:lang w:val="lt-LT"/>
        </w:rPr>
        <w:t>2. Žemės sklypo plan</w:t>
      </w:r>
      <w:r w:rsidR="00DE2BD6" w:rsidRPr="004566BF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E2BD6" w:rsidRPr="004566BF">
        <w:rPr>
          <w:rFonts w:ascii="Times New Roman" w:hAnsi="Times New Roman" w:cs="Times New Roman"/>
          <w:sz w:val="24"/>
          <w:szCs w:val="24"/>
          <w:lang w:val="lt-LT"/>
        </w:rPr>
        <w:t>su koordinačių sistema</w:t>
      </w:r>
      <w:r w:rsidRPr="004566BF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0EDD457D" w14:textId="1AA78F73" w:rsidR="00984AC3" w:rsidRPr="00B2430A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984AC3" w:rsidRPr="00B2430A">
        <w:rPr>
          <w:rFonts w:ascii="Times New Roman" w:hAnsi="Times New Roman" w:cs="Times New Roman"/>
          <w:sz w:val="24"/>
          <w:szCs w:val="24"/>
          <w:lang w:val="lt-LT"/>
        </w:rPr>
        <w:t>. Žvalgybinių inžinerinių geologinių i</w:t>
      </w:r>
      <w:r w:rsidR="00A42420" w:rsidRPr="00B2430A">
        <w:rPr>
          <w:rFonts w:ascii="Times New Roman" w:hAnsi="Times New Roman" w:cs="Times New Roman"/>
          <w:sz w:val="24"/>
          <w:szCs w:val="24"/>
          <w:lang w:val="lt-LT"/>
        </w:rPr>
        <w:t xml:space="preserve">r </w:t>
      </w:r>
      <w:proofErr w:type="spellStart"/>
      <w:r w:rsidR="00A42420" w:rsidRPr="00B2430A">
        <w:rPr>
          <w:rFonts w:ascii="Times New Roman" w:hAnsi="Times New Roman" w:cs="Times New Roman"/>
          <w:sz w:val="24"/>
          <w:szCs w:val="24"/>
          <w:lang w:val="lt-LT"/>
        </w:rPr>
        <w:t>geotechninių</w:t>
      </w:r>
      <w:proofErr w:type="spellEnd"/>
      <w:r w:rsidR="00A42420" w:rsidRPr="00B2430A">
        <w:rPr>
          <w:rFonts w:ascii="Times New Roman" w:hAnsi="Times New Roman" w:cs="Times New Roman"/>
          <w:sz w:val="24"/>
          <w:szCs w:val="24"/>
          <w:lang w:val="lt-LT"/>
        </w:rPr>
        <w:t xml:space="preserve"> tyrimų ataskaita;</w:t>
      </w:r>
    </w:p>
    <w:p w14:paraId="59BF80DC" w14:textId="3AF8892F" w:rsidR="00984AC3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984AC3" w:rsidRPr="004566BF">
        <w:rPr>
          <w:rFonts w:ascii="Times New Roman" w:hAnsi="Times New Roman" w:cs="Times New Roman"/>
          <w:sz w:val="24"/>
          <w:szCs w:val="24"/>
          <w:lang w:val="lt-LT"/>
        </w:rPr>
        <w:t>. Topografinis planas;</w:t>
      </w:r>
    </w:p>
    <w:p w14:paraId="654025F7" w14:textId="67327013" w:rsidR="002B0A4A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984AC3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. Dokumentų kopijos dėl išduotų 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preliminarių </w:t>
      </w:r>
      <w:r w:rsidR="00984AC3" w:rsidRPr="004566BF">
        <w:rPr>
          <w:rFonts w:ascii="Times New Roman" w:hAnsi="Times New Roman" w:cs="Times New Roman"/>
          <w:sz w:val="24"/>
          <w:szCs w:val="24"/>
          <w:lang w:val="lt-LT"/>
        </w:rPr>
        <w:t>prisijungimo sąlygų objektui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35210115" w14:textId="1B1F3BD5" w:rsidR="002B0A4A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4566BF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 prisijungimo sąlygos prie AB „Klaipėdos vanduo“ vandentiekio tinklų</w:t>
      </w:r>
      <w:r w:rsidR="00886593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; </w:t>
      </w:r>
    </w:p>
    <w:p w14:paraId="23BD3A8D" w14:textId="792A9962" w:rsidR="002B0A4A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.2. </w:t>
      </w:r>
      <w:r w:rsidR="004566BF" w:rsidRPr="004566BF">
        <w:rPr>
          <w:rFonts w:ascii="Times New Roman" w:hAnsi="Times New Roman" w:cs="Times New Roman"/>
          <w:sz w:val="24"/>
          <w:szCs w:val="24"/>
          <w:lang w:val="lt-LT"/>
        </w:rPr>
        <w:t>prisijungimo sąlygos Nr. TS20-C1933 prie AB „Energijos skirstymo operatorius“ skirstomųjų tinklų;</w:t>
      </w:r>
    </w:p>
    <w:p w14:paraId="552234BB" w14:textId="4A737D6A" w:rsidR="004566BF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4566BF" w:rsidRPr="004566BF">
        <w:rPr>
          <w:rFonts w:ascii="Times New Roman" w:hAnsi="Times New Roman" w:cs="Times New Roman"/>
          <w:sz w:val="24"/>
          <w:szCs w:val="24"/>
          <w:lang w:val="lt-LT"/>
        </w:rPr>
        <w:t>.3. elektros tinklų ir įrenginių perkėlimo (rekonstravimo) sąlygos Nr. ISK20-C6333;</w:t>
      </w:r>
    </w:p>
    <w:p w14:paraId="218AEDAF" w14:textId="323DA674" w:rsidR="00984AC3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.4. </w:t>
      </w:r>
      <w:r w:rsidR="004566BF" w:rsidRPr="004566BF">
        <w:rPr>
          <w:rFonts w:ascii="Times New Roman" w:hAnsi="Times New Roman" w:cs="Times New Roman"/>
          <w:sz w:val="24"/>
          <w:szCs w:val="24"/>
          <w:lang w:val="lt-LT"/>
        </w:rPr>
        <w:t>techninės sąlygos statiniams melioruotoje žemėje projektuoti;</w:t>
      </w:r>
    </w:p>
    <w:p w14:paraId="17C3AB88" w14:textId="42D0E940" w:rsidR="004566BF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4566BF">
        <w:rPr>
          <w:rFonts w:ascii="Times New Roman" w:hAnsi="Times New Roman" w:cs="Times New Roman"/>
          <w:sz w:val="24"/>
          <w:szCs w:val="24"/>
          <w:lang w:val="lt-LT"/>
        </w:rPr>
        <w:t xml:space="preserve">.5. </w:t>
      </w:r>
      <w:r w:rsidR="004566BF" w:rsidRPr="004566BF">
        <w:rPr>
          <w:rFonts w:ascii="Times New Roman" w:hAnsi="Times New Roman" w:cs="Times New Roman"/>
          <w:sz w:val="24"/>
          <w:szCs w:val="24"/>
          <w:lang w:val="lt-LT"/>
        </w:rPr>
        <w:t>preliminarūs specialieji architektūros reikalavimai;</w:t>
      </w:r>
    </w:p>
    <w:p w14:paraId="5E5CEBD5" w14:textId="5111CD22" w:rsidR="00541969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984AC3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. Kiti </w:t>
      </w:r>
      <w:r w:rsidR="00DE2BD6" w:rsidRPr="004566BF">
        <w:rPr>
          <w:rFonts w:ascii="Times New Roman" w:hAnsi="Times New Roman"/>
          <w:sz w:val="24"/>
          <w:szCs w:val="24"/>
          <w:lang w:val="lt-LT"/>
        </w:rPr>
        <w:t>dokumentai</w:t>
      </w:r>
      <w:r w:rsidR="002B0A4A" w:rsidRPr="004566BF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69CD25AB" w14:textId="6CEEF503" w:rsidR="00984AC3" w:rsidRPr="004566BF" w:rsidRDefault="00B2430A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541969" w:rsidRPr="004566BF">
        <w:rPr>
          <w:rFonts w:ascii="Times New Roman" w:hAnsi="Times New Roman" w:cs="Times New Roman"/>
          <w:sz w:val="24"/>
          <w:szCs w:val="24"/>
          <w:lang w:val="lt-LT"/>
        </w:rPr>
        <w:t>.1.</w:t>
      </w:r>
      <w:r w:rsidR="00886593" w:rsidRPr="004566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566BF">
        <w:rPr>
          <w:rFonts w:ascii="Times New Roman" w:hAnsi="Times New Roman" w:cs="Times New Roman"/>
          <w:sz w:val="24"/>
          <w:szCs w:val="24"/>
          <w:lang w:val="lt-LT"/>
        </w:rPr>
        <w:t xml:space="preserve">Klaipėdos rajono savivaldybės administracijos direktoriaus įsakymas dėl žemės sklypo žemės </w:t>
      </w:r>
      <w:r w:rsidR="004D35F8">
        <w:rPr>
          <w:rFonts w:ascii="Times New Roman" w:hAnsi="Times New Roman" w:cs="Times New Roman"/>
          <w:sz w:val="24"/>
          <w:szCs w:val="24"/>
          <w:lang w:val="lt-LT"/>
        </w:rPr>
        <w:t>naudojimo būdo pakeitimo.</w:t>
      </w:r>
      <w:bookmarkStart w:id="3" w:name="_GoBack"/>
      <w:bookmarkEnd w:id="3"/>
    </w:p>
    <w:p w14:paraId="1E27296C" w14:textId="6DBCDD22" w:rsidR="008F4597" w:rsidRPr="004566BF" w:rsidRDefault="008F4597" w:rsidP="00984AC3">
      <w:pPr>
        <w:spacing w:after="120"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F4597" w:rsidRPr="004566BF" w:rsidSect="00F4008B">
      <w:headerReference w:type="default" r:id="rId10"/>
      <w:footerReference w:type="default" r:id="rId11"/>
      <w:pgSz w:w="11906" w:h="16838" w:code="9"/>
      <w:pgMar w:top="1134" w:right="90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6057D8" w15:done="0"/>
  <w15:commentEx w15:paraId="46FA8A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98218" w14:textId="77777777" w:rsidR="00F1179E" w:rsidRDefault="00F1179E" w:rsidP="00226CD4">
      <w:r>
        <w:separator/>
      </w:r>
    </w:p>
  </w:endnote>
  <w:endnote w:type="continuationSeparator" w:id="0">
    <w:p w14:paraId="289CD491" w14:textId="77777777" w:rsidR="00F1179E" w:rsidRDefault="00F1179E" w:rsidP="00226CD4">
      <w:r>
        <w:continuationSeparator/>
      </w:r>
    </w:p>
  </w:endnote>
  <w:endnote w:type="continuationNotice" w:id="1">
    <w:p w14:paraId="6DB3EFA0" w14:textId="77777777" w:rsidR="00F1179E" w:rsidRDefault="00F11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6221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B719E" w14:textId="04A04AE6" w:rsidR="00F4008B" w:rsidRDefault="00F4008B">
        <w:pPr>
          <w:pStyle w:val="Por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5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E13BB0" w14:textId="77777777" w:rsidR="00440BE1" w:rsidRDefault="00440B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EEFDD" w14:textId="77777777" w:rsidR="00F1179E" w:rsidRDefault="00F1179E" w:rsidP="00226CD4">
      <w:r>
        <w:separator/>
      </w:r>
    </w:p>
  </w:footnote>
  <w:footnote w:type="continuationSeparator" w:id="0">
    <w:p w14:paraId="4E57730F" w14:textId="77777777" w:rsidR="00F1179E" w:rsidRDefault="00F1179E" w:rsidP="00226CD4">
      <w:r>
        <w:continuationSeparator/>
      </w:r>
    </w:p>
  </w:footnote>
  <w:footnote w:type="continuationNotice" w:id="1">
    <w:p w14:paraId="0C3F0F8B" w14:textId="77777777" w:rsidR="00F1179E" w:rsidRDefault="00F117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C2E5D" w14:textId="4049C178" w:rsidR="00440BE1" w:rsidRPr="00A21EE3" w:rsidRDefault="00440BE1" w:rsidP="0038574C">
    <w:pPr>
      <w:spacing w:before="120" w:after="120"/>
      <w:jc w:val="right"/>
      <w:rPr>
        <w:rFonts w:ascii="Times New Roman" w:hAnsi="Times New Roman" w:cs="Times New Roman"/>
        <w:b/>
        <w:color w:val="808080" w:themeColor="background1" w:themeShade="80"/>
        <w:lang w:val="lt-LT"/>
      </w:rPr>
    </w:pPr>
    <w:r w:rsidRPr="00A21EE3">
      <w:rPr>
        <w:rFonts w:ascii="Times New Roman" w:eastAsia="Times New Roman" w:hAnsi="Times New Roman"/>
        <w:b/>
        <w:color w:val="808080" w:themeColor="background1" w:themeShade="80"/>
        <w:spacing w:val="20"/>
      </w:rPr>
      <w:t>TECHNINĖS SPECIFIKACIJOS</w:t>
    </w:r>
    <w:r w:rsidRPr="00A21EE3">
      <w:rPr>
        <w:rFonts w:ascii="Times New Roman" w:eastAsia="Times New Roman" w:hAnsi="Times New Roman"/>
        <w:b/>
        <w:color w:val="808080" w:themeColor="background1" w:themeShade="80"/>
        <w:spacing w:val="20"/>
      </w:rPr>
      <w:tab/>
      <w:t xml:space="preserve">           </w:t>
    </w:r>
    <w:r w:rsidR="00E13D43" w:rsidRPr="00A21EE3">
      <w:rPr>
        <w:rFonts w:ascii="Times New Roman" w:eastAsia="Times New Roman" w:hAnsi="Times New Roman"/>
        <w:b/>
        <w:color w:val="808080" w:themeColor="background1" w:themeShade="80"/>
        <w:spacing w:val="20"/>
      </w:rPr>
      <w:t xml:space="preserve">              </w:t>
    </w:r>
    <w:r w:rsidRPr="00A21EE3">
      <w:rPr>
        <w:rFonts w:ascii="Times New Roman" w:eastAsia="Times New Roman" w:hAnsi="Times New Roman"/>
        <w:b/>
        <w:color w:val="808080" w:themeColor="background1" w:themeShade="80"/>
        <w:spacing w:val="20"/>
      </w:rPr>
      <w:t xml:space="preserve">        </w:t>
    </w:r>
    <w:r w:rsidR="00665ACE">
      <w:rPr>
        <w:rFonts w:ascii="Times New Roman" w:hAnsi="Times New Roman" w:cs="Times New Roman"/>
        <w:b/>
        <w:color w:val="808080" w:themeColor="background1" w:themeShade="80"/>
        <w:lang w:val="lt-LT"/>
      </w:rPr>
      <w:t>1</w:t>
    </w:r>
    <w:r w:rsidR="00E414EF" w:rsidRPr="00A21EE3">
      <w:rPr>
        <w:rFonts w:ascii="Times New Roman" w:hAnsi="Times New Roman" w:cs="Times New Roman"/>
        <w:b/>
        <w:color w:val="808080" w:themeColor="background1" w:themeShade="80"/>
        <w:lang w:val="lt-LT"/>
      </w:rPr>
      <w:t xml:space="preserve"> </w:t>
    </w:r>
    <w:r w:rsidR="001521E1" w:rsidRPr="00A21EE3">
      <w:rPr>
        <w:rFonts w:ascii="Times New Roman" w:hAnsi="Times New Roman" w:cs="Times New Roman"/>
        <w:b/>
        <w:color w:val="808080" w:themeColor="background1" w:themeShade="80"/>
        <w:lang w:val="lt-LT"/>
      </w:rPr>
      <w:t>p</w:t>
    </w:r>
    <w:r w:rsidR="00E414EF" w:rsidRPr="00A21EE3">
      <w:rPr>
        <w:rFonts w:ascii="Times New Roman" w:hAnsi="Times New Roman" w:cs="Times New Roman"/>
        <w:b/>
        <w:color w:val="808080" w:themeColor="background1" w:themeShade="80"/>
        <w:lang w:val="lt-LT"/>
      </w:rPr>
      <w:t>riedėlis</w:t>
    </w:r>
  </w:p>
  <w:p w14:paraId="35A8CCD9" w14:textId="16D307B7" w:rsidR="00440BE1" w:rsidRDefault="00440BE1"/>
  <w:tbl>
    <w:tblPr>
      <w:tblpPr w:rightFromText="181" w:vertAnchor="page" w:tblpX="709" w:tblpY="15764"/>
      <w:tblOverlap w:val="never"/>
      <w:tblW w:w="8900" w:type="dxa"/>
      <w:tblLook w:val="04A0" w:firstRow="1" w:lastRow="0" w:firstColumn="1" w:lastColumn="0" w:noHBand="0" w:noVBand="1"/>
    </w:tblPr>
    <w:tblGrid>
      <w:gridCol w:w="8900"/>
    </w:tblGrid>
    <w:tr w:rsidR="00440BE1" w14:paraId="28C2E0CA" w14:textId="77777777" w:rsidTr="00860775">
      <w:tc>
        <w:tcPr>
          <w:tcW w:w="5000" w:type="pct"/>
          <w:vAlign w:val="bottom"/>
          <w:hideMark/>
        </w:tcPr>
        <w:p w14:paraId="27C76D8F" w14:textId="77777777" w:rsidR="00440BE1" w:rsidRDefault="00440BE1" w:rsidP="00860775">
          <w:pPr>
            <w:pStyle w:val="Footer1"/>
          </w:pPr>
          <w:r>
            <w:br/>
          </w:r>
        </w:p>
      </w:tc>
    </w:tr>
  </w:tbl>
  <w:tbl>
    <w:tblPr>
      <w:tblpPr w:leftFromText="181" w:rightFromText="57" w:vertAnchor="page" w:horzAnchor="page" w:tblpX="1276" w:tblpY="15764"/>
      <w:tblOverlap w:val="never"/>
      <w:tblW w:w="624" w:type="dxa"/>
      <w:tblLook w:val="04A0" w:firstRow="1" w:lastRow="0" w:firstColumn="1" w:lastColumn="0" w:noHBand="0" w:noVBand="1"/>
    </w:tblPr>
    <w:tblGrid>
      <w:gridCol w:w="624"/>
    </w:tblGrid>
    <w:tr w:rsidR="00440BE1" w14:paraId="5F822D79" w14:textId="77777777" w:rsidTr="00860775">
      <w:tc>
        <w:tcPr>
          <w:tcW w:w="0" w:type="auto"/>
          <w:hideMark/>
        </w:tcPr>
        <w:p w14:paraId="5736770E" w14:textId="3D98A3CC" w:rsidR="00440BE1" w:rsidRDefault="00440BE1" w:rsidP="00860775">
          <w:pPr>
            <w:pStyle w:val="PageNumber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642CB58"/>
    <w:lvl w:ilvl="0">
      <w:start w:val="1"/>
      <w:numFmt w:val="bullet"/>
      <w:pStyle w:val="Sraassuenkleliai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9918CE"/>
    <w:multiLevelType w:val="hybridMultilevel"/>
    <w:tmpl w:val="AC9417D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F28E1"/>
    <w:multiLevelType w:val="hybridMultilevel"/>
    <w:tmpl w:val="06FC30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82335"/>
    <w:multiLevelType w:val="hybridMultilevel"/>
    <w:tmpl w:val="B5DEAA28"/>
    <w:lvl w:ilvl="0" w:tplc="2B1ADA82">
      <w:start w:val="1"/>
      <w:numFmt w:val="bullet"/>
      <w:pStyle w:val="Bulletsne"/>
      <w:lvlText w:val="►"/>
      <w:lvlJc w:val="left"/>
      <w:pPr>
        <w:ind w:left="720" w:hanging="360"/>
      </w:pPr>
      <w:rPr>
        <w:rFonts w:ascii="Arial" w:hAnsi="Arial" w:hint="default"/>
        <w:color w:val="999999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C5238"/>
    <w:multiLevelType w:val="multilevel"/>
    <w:tmpl w:val="BADE5D34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1800"/>
      </w:pPr>
      <w:rPr>
        <w:rFonts w:hint="default"/>
      </w:rPr>
    </w:lvl>
  </w:abstractNum>
  <w:abstractNum w:abstractNumId="5">
    <w:nsid w:val="04490E29"/>
    <w:multiLevelType w:val="hybridMultilevel"/>
    <w:tmpl w:val="021C401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47A7AFF"/>
    <w:multiLevelType w:val="hybridMultilevel"/>
    <w:tmpl w:val="4B3CAE32"/>
    <w:lvl w:ilvl="0" w:tplc="0427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054018C4"/>
    <w:multiLevelType w:val="hybridMultilevel"/>
    <w:tmpl w:val="021C401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5AF28D7"/>
    <w:multiLevelType w:val="hybridMultilevel"/>
    <w:tmpl w:val="FE964FAA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5B634E1"/>
    <w:multiLevelType w:val="hybridMultilevel"/>
    <w:tmpl w:val="C10A4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0A3B75"/>
    <w:multiLevelType w:val="hybridMultilevel"/>
    <w:tmpl w:val="68365B2E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71F722E"/>
    <w:multiLevelType w:val="multilevel"/>
    <w:tmpl w:val="CBC61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  <w:color w:val="70AD47" w:themeColor="accent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70AD47" w:themeColor="accent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2">
    <w:nsid w:val="080966FE"/>
    <w:multiLevelType w:val="hybridMultilevel"/>
    <w:tmpl w:val="CA861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AF1903"/>
    <w:multiLevelType w:val="multilevel"/>
    <w:tmpl w:val="43BCE5A2"/>
    <w:lvl w:ilvl="0">
      <w:start w:val="1"/>
      <w:numFmt w:val="decimal"/>
      <w:pStyle w:val="1skyrius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skyrius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pStyle w:val="3skyrius"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4stilius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0C3C0841"/>
    <w:multiLevelType w:val="hybridMultilevel"/>
    <w:tmpl w:val="C86C5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CA83B46"/>
    <w:multiLevelType w:val="multilevel"/>
    <w:tmpl w:val="9982A65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6">
    <w:nsid w:val="0D55383C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E0D3F40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E43600A"/>
    <w:multiLevelType w:val="hybridMultilevel"/>
    <w:tmpl w:val="DBA4B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EF15EAB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3985C56"/>
    <w:multiLevelType w:val="multilevel"/>
    <w:tmpl w:val="B12422B6"/>
    <w:lvl w:ilvl="0">
      <w:start w:val="1"/>
      <w:numFmt w:val="lowerLetter"/>
      <w:pStyle w:val="Bullet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ED7D31" w:themeColor="accent2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13D57A6B"/>
    <w:multiLevelType w:val="hybridMultilevel"/>
    <w:tmpl w:val="14764890"/>
    <w:lvl w:ilvl="0" w:tplc="4A20FDC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42D24E6"/>
    <w:multiLevelType w:val="hybridMultilevel"/>
    <w:tmpl w:val="93C42B7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4996FBA"/>
    <w:multiLevelType w:val="hybridMultilevel"/>
    <w:tmpl w:val="FE964FAA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54953B0"/>
    <w:multiLevelType w:val="hybridMultilevel"/>
    <w:tmpl w:val="85D4AD1C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155D4863"/>
    <w:multiLevelType w:val="hybridMultilevel"/>
    <w:tmpl w:val="983EFC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F15667"/>
    <w:multiLevelType w:val="hybridMultilevel"/>
    <w:tmpl w:val="03B212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7653F96"/>
    <w:multiLevelType w:val="hybridMultilevel"/>
    <w:tmpl w:val="1B584778"/>
    <w:lvl w:ilvl="0" w:tplc="0427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>
    <w:nsid w:val="1B1103DE"/>
    <w:multiLevelType w:val="hybridMultilevel"/>
    <w:tmpl w:val="F104D642"/>
    <w:lvl w:ilvl="0" w:tplc="38604892">
      <w:start w:val="1"/>
      <w:numFmt w:val="bullet"/>
      <w:pStyle w:val="L1c"/>
      <w:lvlText w:val=""/>
      <w:lvlJc w:val="left"/>
      <w:pPr>
        <w:ind w:left="786" w:hanging="360"/>
      </w:pPr>
      <w:rPr>
        <w:rFonts w:ascii="Wingdings" w:hAnsi="Wingdings" w:hint="default"/>
        <w:color w:val="auto"/>
        <w:sz w:val="22"/>
        <w:szCs w:val="22"/>
      </w:rPr>
    </w:lvl>
    <w:lvl w:ilvl="1" w:tplc="3DD21F6E">
      <w:start w:val="1"/>
      <w:numFmt w:val="bullet"/>
      <w:pStyle w:val="Bullet2"/>
      <w:lvlText w:val="o"/>
      <w:lvlJc w:val="left"/>
      <w:pPr>
        <w:tabs>
          <w:tab w:val="num" w:pos="1534"/>
        </w:tabs>
        <w:ind w:left="1534" w:hanging="454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E6B1CEC"/>
    <w:multiLevelType w:val="hybridMultilevel"/>
    <w:tmpl w:val="88500A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1C24F34"/>
    <w:multiLevelType w:val="multilevel"/>
    <w:tmpl w:val="7D8020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70AD47" w:themeColor="accent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24981092"/>
    <w:multiLevelType w:val="hybridMultilevel"/>
    <w:tmpl w:val="A3BA9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5CA7524"/>
    <w:multiLevelType w:val="hybridMultilevel"/>
    <w:tmpl w:val="4B3CAE32"/>
    <w:lvl w:ilvl="0" w:tplc="0427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>
    <w:nsid w:val="27A3480D"/>
    <w:multiLevelType w:val="hybridMultilevel"/>
    <w:tmpl w:val="D5CEF8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7B32820"/>
    <w:multiLevelType w:val="hybridMultilevel"/>
    <w:tmpl w:val="021C401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28935724"/>
    <w:multiLevelType w:val="hybridMultilevel"/>
    <w:tmpl w:val="D834E5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28C13E41"/>
    <w:multiLevelType w:val="hybridMultilevel"/>
    <w:tmpl w:val="EF46E5B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2AAB1793"/>
    <w:multiLevelType w:val="hybridMultilevel"/>
    <w:tmpl w:val="2DC41216"/>
    <w:lvl w:ilvl="0" w:tplc="0427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>
    <w:nsid w:val="2B602C9D"/>
    <w:multiLevelType w:val="hybridMultilevel"/>
    <w:tmpl w:val="7EEC9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CA032AF"/>
    <w:multiLevelType w:val="hybridMultilevel"/>
    <w:tmpl w:val="4B243BD2"/>
    <w:lvl w:ilvl="0" w:tplc="0427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>
    <w:nsid w:val="2CF900BE"/>
    <w:multiLevelType w:val="hybridMultilevel"/>
    <w:tmpl w:val="332ECCC2"/>
    <w:lvl w:ilvl="0" w:tplc="0427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2E62133A"/>
    <w:multiLevelType w:val="hybridMultilevel"/>
    <w:tmpl w:val="8E247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FCC641E"/>
    <w:multiLevelType w:val="hybridMultilevel"/>
    <w:tmpl w:val="021C401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300A3574"/>
    <w:multiLevelType w:val="hybridMultilevel"/>
    <w:tmpl w:val="D534AA42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4">
    <w:nsid w:val="3065545E"/>
    <w:multiLevelType w:val="hybridMultilevel"/>
    <w:tmpl w:val="E22AE08C"/>
    <w:lvl w:ilvl="0" w:tplc="0427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30987914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402970"/>
    <w:multiLevelType w:val="hybridMultilevel"/>
    <w:tmpl w:val="FA9E198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7">
    <w:nsid w:val="369A6E0A"/>
    <w:multiLevelType w:val="hybridMultilevel"/>
    <w:tmpl w:val="FE964FAA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7046482"/>
    <w:multiLevelType w:val="hybridMultilevel"/>
    <w:tmpl w:val="E020B06E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370D2FDC"/>
    <w:multiLevelType w:val="hybridMultilevel"/>
    <w:tmpl w:val="021C4016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9052FC9"/>
    <w:multiLevelType w:val="hybridMultilevel"/>
    <w:tmpl w:val="F90A8A44"/>
    <w:lvl w:ilvl="0" w:tplc="08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>
    <w:nsid w:val="3C710B69"/>
    <w:multiLevelType w:val="multilevel"/>
    <w:tmpl w:val="CA9A0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3CCC16F8"/>
    <w:multiLevelType w:val="hybridMultilevel"/>
    <w:tmpl w:val="A7CCB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2C394C"/>
    <w:multiLevelType w:val="hybridMultilevel"/>
    <w:tmpl w:val="C616D3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01D65E2"/>
    <w:multiLevelType w:val="hybridMultilevel"/>
    <w:tmpl w:val="4B3CAE32"/>
    <w:lvl w:ilvl="0" w:tplc="0427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5">
    <w:nsid w:val="43B074FC"/>
    <w:multiLevelType w:val="hybridMultilevel"/>
    <w:tmpl w:val="86DC15DC"/>
    <w:lvl w:ilvl="0" w:tplc="0427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6">
    <w:nsid w:val="43C0682F"/>
    <w:multiLevelType w:val="hybridMultilevel"/>
    <w:tmpl w:val="5C327E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>
    <w:nsid w:val="4A0744BE"/>
    <w:multiLevelType w:val="multilevel"/>
    <w:tmpl w:val="F42CDFF6"/>
    <w:lvl w:ilvl="0">
      <w:start w:val="1"/>
      <w:numFmt w:val="bullet"/>
      <w:pStyle w:val="Bullet10"/>
      <w:lvlText w:val=""/>
      <w:lvlJc w:val="left"/>
      <w:pPr>
        <w:tabs>
          <w:tab w:val="num" w:pos="482"/>
        </w:tabs>
        <w:ind w:left="482" w:hanging="340"/>
      </w:pPr>
      <w:rPr>
        <w:rFonts w:ascii="Wingdings 2" w:hAnsi="Wingdings 2" w:hint="default"/>
        <w:color w:val="5B9BD5" w:themeColor="accent1"/>
      </w:rPr>
    </w:lvl>
    <w:lvl w:ilvl="1">
      <w:start w:val="1"/>
      <w:numFmt w:val="bullet"/>
      <w:pStyle w:val="Bullet20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5B9BD5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5B9BD5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59">
    <w:nsid w:val="4BA37FBE"/>
    <w:multiLevelType w:val="multilevel"/>
    <w:tmpl w:val="D828FC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4DEF0C22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4E665C8C"/>
    <w:multiLevelType w:val="hybridMultilevel"/>
    <w:tmpl w:val="A79C9094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4FED0294"/>
    <w:multiLevelType w:val="multilevel"/>
    <w:tmpl w:val="1BA613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>
    <w:nsid w:val="50825DEE"/>
    <w:multiLevelType w:val="multilevel"/>
    <w:tmpl w:val="CC241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70AD47" w:themeColor="accent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  <w:color w:val="0070C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>
    <w:nsid w:val="52AA0236"/>
    <w:multiLevelType w:val="multilevel"/>
    <w:tmpl w:val="039611C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53BE641F"/>
    <w:multiLevelType w:val="hybridMultilevel"/>
    <w:tmpl w:val="29609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4370482"/>
    <w:multiLevelType w:val="hybridMultilevel"/>
    <w:tmpl w:val="11E60BA8"/>
    <w:lvl w:ilvl="0" w:tplc="9D428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0573EA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9F43DB1"/>
    <w:multiLevelType w:val="hybridMultilevel"/>
    <w:tmpl w:val="56F69F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5C9F19F5"/>
    <w:multiLevelType w:val="hybridMultilevel"/>
    <w:tmpl w:val="1C4E1D24"/>
    <w:lvl w:ilvl="0" w:tplc="08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>
    <w:nsid w:val="5CAC7FD5"/>
    <w:multiLevelType w:val="multilevel"/>
    <w:tmpl w:val="B73AA0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>
    <w:nsid w:val="5CDD53E5"/>
    <w:multiLevelType w:val="hybridMultilevel"/>
    <w:tmpl w:val="9B14BC1E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604743D1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619261FC"/>
    <w:multiLevelType w:val="hybridMultilevel"/>
    <w:tmpl w:val="90A6ABE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19C6CA5"/>
    <w:multiLevelType w:val="hybridMultilevel"/>
    <w:tmpl w:val="4B3CAE32"/>
    <w:lvl w:ilvl="0" w:tplc="0427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5">
    <w:nsid w:val="621C08D3"/>
    <w:multiLevelType w:val="hybridMultilevel"/>
    <w:tmpl w:val="92A8DFF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42A7A70"/>
    <w:multiLevelType w:val="hybridMultilevel"/>
    <w:tmpl w:val="B31A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DC073B"/>
    <w:multiLevelType w:val="hybridMultilevel"/>
    <w:tmpl w:val="528666E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>
    <w:nsid w:val="655C3873"/>
    <w:multiLevelType w:val="hybridMultilevel"/>
    <w:tmpl w:val="D08AEC66"/>
    <w:lvl w:ilvl="0" w:tplc="BBB49FE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>
    <w:nsid w:val="667B5684"/>
    <w:multiLevelType w:val="multilevel"/>
    <w:tmpl w:val="A08A672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>
    <w:nsid w:val="67DB0F28"/>
    <w:multiLevelType w:val="hybridMultilevel"/>
    <w:tmpl w:val="9D7E8E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8251779"/>
    <w:multiLevelType w:val="hybridMultilevel"/>
    <w:tmpl w:val="5478DC1E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89C7BF1"/>
    <w:multiLevelType w:val="hybridMultilevel"/>
    <w:tmpl w:val="202E0D28"/>
    <w:lvl w:ilvl="0" w:tplc="2D06AAB0">
      <w:start w:val="1"/>
      <w:numFmt w:val="lowerRoman"/>
      <w:lvlText w:val="%1."/>
      <w:lvlJc w:val="right"/>
      <w:pPr>
        <w:ind w:left="180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3">
    <w:nsid w:val="68F7171C"/>
    <w:multiLevelType w:val="hybridMultilevel"/>
    <w:tmpl w:val="D102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372485"/>
    <w:multiLevelType w:val="hybridMultilevel"/>
    <w:tmpl w:val="0C1AA6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B211CDD"/>
    <w:multiLevelType w:val="hybridMultilevel"/>
    <w:tmpl w:val="17EAF1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B6831AD"/>
    <w:multiLevelType w:val="multilevel"/>
    <w:tmpl w:val="6C88FB6A"/>
    <w:lvl w:ilvl="0">
      <w:start w:val="1"/>
      <w:numFmt w:val="bullet"/>
      <w:pStyle w:val="Sum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color w:val="80A1B6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BFC5EB2"/>
    <w:multiLevelType w:val="hybridMultilevel"/>
    <w:tmpl w:val="404648CE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6C7D3770"/>
    <w:multiLevelType w:val="hybridMultilevel"/>
    <w:tmpl w:val="17A8D62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6DE82201"/>
    <w:multiLevelType w:val="multilevel"/>
    <w:tmpl w:val="27BE1A6E"/>
    <w:lvl w:ilvl="0">
      <w:start w:val="1"/>
      <w:numFmt w:val="bullet"/>
      <w:pStyle w:val="PullOutBullet"/>
      <w:lvlText w:val=""/>
      <w:lvlJc w:val="left"/>
      <w:pPr>
        <w:ind w:left="360" w:hanging="360"/>
      </w:pPr>
      <w:rPr>
        <w:rFonts w:ascii="Wingdings" w:hAnsi="Wingdings" w:hint="default"/>
        <w:color w:val="80A1B6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EE3444F"/>
    <w:multiLevelType w:val="multilevel"/>
    <w:tmpl w:val="371EF7B6"/>
    <w:lvl w:ilvl="0">
      <w:start w:val="1"/>
      <w:numFmt w:val="bullet"/>
      <w:pStyle w:val="TableBullet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FFC000" w:themeColor="accent4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340"/>
        </w:tabs>
        <w:ind w:left="340" w:hanging="170"/>
      </w:pPr>
      <w:rPr>
        <w:rFonts w:ascii="Arial" w:hAnsi="Arial" w:hint="default"/>
        <w:color w:val="FFC000" w:themeColor="accent4"/>
      </w:rPr>
    </w:lvl>
    <w:lvl w:ilvl="2">
      <w:start w:val="1"/>
      <w:numFmt w:val="bullet"/>
      <w:pStyle w:val="TableBullet3"/>
      <w:lvlText w:val="–"/>
      <w:lvlJc w:val="left"/>
      <w:pPr>
        <w:tabs>
          <w:tab w:val="num" w:pos="510"/>
        </w:tabs>
        <w:ind w:left="510" w:hanging="170"/>
      </w:pPr>
      <w:rPr>
        <w:rFonts w:ascii="Arial" w:hAnsi="Arial" w:hint="default"/>
        <w:color w:val="FFC000" w:themeColor="accent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1690AB2"/>
    <w:multiLevelType w:val="hybridMultilevel"/>
    <w:tmpl w:val="CC00B8DE"/>
    <w:lvl w:ilvl="0" w:tplc="8368C9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82C03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951FCA"/>
    <w:multiLevelType w:val="hybridMultilevel"/>
    <w:tmpl w:val="68E0C394"/>
    <w:lvl w:ilvl="0" w:tplc="0427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72B84092"/>
    <w:multiLevelType w:val="hybridMultilevel"/>
    <w:tmpl w:val="D17C3034"/>
    <w:lvl w:ilvl="0" w:tplc="0427001B">
      <w:start w:val="1"/>
      <w:numFmt w:val="lowerRoman"/>
      <w:lvlText w:val="%1."/>
      <w:lvlJc w:val="right"/>
      <w:pPr>
        <w:ind w:left="2622" w:hanging="360"/>
      </w:pPr>
    </w:lvl>
    <w:lvl w:ilvl="1" w:tplc="04270019" w:tentative="1">
      <w:start w:val="1"/>
      <w:numFmt w:val="lowerLetter"/>
      <w:lvlText w:val="%2."/>
      <w:lvlJc w:val="left"/>
      <w:pPr>
        <w:ind w:left="3342" w:hanging="360"/>
      </w:pPr>
    </w:lvl>
    <w:lvl w:ilvl="2" w:tplc="0427001B" w:tentative="1">
      <w:start w:val="1"/>
      <w:numFmt w:val="lowerRoman"/>
      <w:lvlText w:val="%3."/>
      <w:lvlJc w:val="right"/>
      <w:pPr>
        <w:ind w:left="4062" w:hanging="180"/>
      </w:pPr>
    </w:lvl>
    <w:lvl w:ilvl="3" w:tplc="0427000F" w:tentative="1">
      <w:start w:val="1"/>
      <w:numFmt w:val="decimal"/>
      <w:lvlText w:val="%4."/>
      <w:lvlJc w:val="left"/>
      <w:pPr>
        <w:ind w:left="4782" w:hanging="360"/>
      </w:pPr>
    </w:lvl>
    <w:lvl w:ilvl="4" w:tplc="04270019" w:tentative="1">
      <w:start w:val="1"/>
      <w:numFmt w:val="lowerLetter"/>
      <w:lvlText w:val="%5."/>
      <w:lvlJc w:val="left"/>
      <w:pPr>
        <w:ind w:left="5502" w:hanging="360"/>
      </w:pPr>
    </w:lvl>
    <w:lvl w:ilvl="5" w:tplc="0427001B" w:tentative="1">
      <w:start w:val="1"/>
      <w:numFmt w:val="lowerRoman"/>
      <w:lvlText w:val="%6."/>
      <w:lvlJc w:val="right"/>
      <w:pPr>
        <w:ind w:left="6222" w:hanging="180"/>
      </w:pPr>
    </w:lvl>
    <w:lvl w:ilvl="6" w:tplc="0427000F" w:tentative="1">
      <w:start w:val="1"/>
      <w:numFmt w:val="decimal"/>
      <w:lvlText w:val="%7."/>
      <w:lvlJc w:val="left"/>
      <w:pPr>
        <w:ind w:left="6942" w:hanging="360"/>
      </w:pPr>
    </w:lvl>
    <w:lvl w:ilvl="7" w:tplc="04270019" w:tentative="1">
      <w:start w:val="1"/>
      <w:numFmt w:val="lowerLetter"/>
      <w:lvlText w:val="%8."/>
      <w:lvlJc w:val="left"/>
      <w:pPr>
        <w:ind w:left="7662" w:hanging="360"/>
      </w:pPr>
    </w:lvl>
    <w:lvl w:ilvl="8" w:tplc="0427001B" w:tentative="1">
      <w:start w:val="1"/>
      <w:numFmt w:val="lowerRoman"/>
      <w:lvlText w:val="%9."/>
      <w:lvlJc w:val="right"/>
      <w:pPr>
        <w:ind w:left="8382" w:hanging="180"/>
      </w:pPr>
    </w:lvl>
  </w:abstractNum>
  <w:abstractNum w:abstractNumId="94">
    <w:nsid w:val="76DF246C"/>
    <w:multiLevelType w:val="hybridMultilevel"/>
    <w:tmpl w:val="F4388A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>
    <w:nsid w:val="793110AC"/>
    <w:multiLevelType w:val="hybridMultilevel"/>
    <w:tmpl w:val="1D5C9D46"/>
    <w:lvl w:ilvl="0" w:tplc="E72E4D4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6">
    <w:nsid w:val="796A3518"/>
    <w:multiLevelType w:val="multilevel"/>
    <w:tmpl w:val="35489B28"/>
    <w:lvl w:ilvl="0">
      <w:start w:val="1"/>
      <w:numFmt w:val="decimal"/>
      <w:pStyle w:val="NumBullet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ED7D31" w:themeColor="accent2"/>
      </w:rPr>
    </w:lvl>
    <w:lvl w:ilvl="1">
      <w:start w:val="1"/>
      <w:numFmt w:val="lowerLetter"/>
      <w:pStyle w:val="NumBullet2"/>
      <w:lvlText w:val="%2."/>
      <w:lvlJc w:val="left"/>
      <w:pPr>
        <w:tabs>
          <w:tab w:val="num" w:pos="851"/>
        </w:tabs>
        <w:ind w:left="851" w:hanging="511"/>
      </w:pPr>
      <w:rPr>
        <w:rFonts w:hint="default"/>
        <w:color w:val="ED7D31" w:themeColor="accent2"/>
      </w:rPr>
    </w:lvl>
    <w:lvl w:ilvl="2">
      <w:start w:val="1"/>
      <w:numFmt w:val="lowerRoman"/>
      <w:pStyle w:val="NumBullet3"/>
      <w:lvlText w:val="%3."/>
      <w:lvlJc w:val="left"/>
      <w:pPr>
        <w:tabs>
          <w:tab w:val="num" w:pos="1474"/>
        </w:tabs>
        <w:ind w:left="1474" w:hanging="623"/>
      </w:pPr>
      <w:rPr>
        <w:rFonts w:hint="default"/>
        <w:color w:val="ED7D31" w:themeColor="accent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7">
    <w:nsid w:val="7A9C01E4"/>
    <w:multiLevelType w:val="multilevel"/>
    <w:tmpl w:val="71682C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>
    <w:nsid w:val="7EF42878"/>
    <w:multiLevelType w:val="hybridMultilevel"/>
    <w:tmpl w:val="8B58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96"/>
  </w:num>
  <w:num w:numId="3">
    <w:abstractNumId w:val="90"/>
  </w:num>
  <w:num w:numId="4">
    <w:abstractNumId w:val="89"/>
  </w:num>
  <w:num w:numId="5">
    <w:abstractNumId w:val="8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8"/>
  </w:num>
  <w:num w:numId="10">
    <w:abstractNumId w:val="13"/>
  </w:num>
  <w:num w:numId="11">
    <w:abstractNumId w:val="76"/>
  </w:num>
  <w:num w:numId="12">
    <w:abstractNumId w:val="57"/>
  </w:num>
  <w:num w:numId="13">
    <w:abstractNumId w:val="69"/>
  </w:num>
  <w:num w:numId="14">
    <w:abstractNumId w:val="50"/>
  </w:num>
  <w:num w:numId="15">
    <w:abstractNumId w:val="63"/>
  </w:num>
  <w:num w:numId="16">
    <w:abstractNumId w:val="46"/>
  </w:num>
  <w:num w:numId="17">
    <w:abstractNumId w:val="84"/>
  </w:num>
  <w:num w:numId="18">
    <w:abstractNumId w:val="80"/>
  </w:num>
  <w:num w:numId="19">
    <w:abstractNumId w:val="44"/>
  </w:num>
  <w:num w:numId="20">
    <w:abstractNumId w:val="43"/>
  </w:num>
  <w:num w:numId="21">
    <w:abstractNumId w:val="71"/>
  </w:num>
  <w:num w:numId="22">
    <w:abstractNumId w:val="81"/>
  </w:num>
  <w:num w:numId="23">
    <w:abstractNumId w:val="87"/>
  </w:num>
  <w:num w:numId="24">
    <w:abstractNumId w:val="39"/>
  </w:num>
  <w:num w:numId="25">
    <w:abstractNumId w:val="27"/>
  </w:num>
  <w:num w:numId="26">
    <w:abstractNumId w:val="22"/>
  </w:num>
  <w:num w:numId="27">
    <w:abstractNumId w:val="40"/>
  </w:num>
  <w:num w:numId="28">
    <w:abstractNumId w:val="32"/>
  </w:num>
  <w:num w:numId="29">
    <w:abstractNumId w:val="54"/>
  </w:num>
  <w:num w:numId="30">
    <w:abstractNumId w:val="6"/>
  </w:num>
  <w:num w:numId="31">
    <w:abstractNumId w:val="74"/>
  </w:num>
  <w:num w:numId="32">
    <w:abstractNumId w:val="36"/>
  </w:num>
  <w:num w:numId="33">
    <w:abstractNumId w:val="24"/>
  </w:num>
  <w:num w:numId="34">
    <w:abstractNumId w:val="10"/>
  </w:num>
  <w:num w:numId="35">
    <w:abstractNumId w:val="45"/>
  </w:num>
  <w:num w:numId="36">
    <w:abstractNumId w:val="19"/>
  </w:num>
  <w:num w:numId="37">
    <w:abstractNumId w:val="67"/>
  </w:num>
  <w:num w:numId="38">
    <w:abstractNumId w:val="17"/>
  </w:num>
  <w:num w:numId="39">
    <w:abstractNumId w:val="16"/>
  </w:num>
  <w:num w:numId="40">
    <w:abstractNumId w:val="92"/>
  </w:num>
  <w:num w:numId="41">
    <w:abstractNumId w:val="60"/>
  </w:num>
  <w:num w:numId="42">
    <w:abstractNumId w:val="72"/>
  </w:num>
  <w:num w:numId="43">
    <w:abstractNumId w:val="93"/>
  </w:num>
  <w:num w:numId="44">
    <w:abstractNumId w:val="55"/>
  </w:num>
  <w:num w:numId="45">
    <w:abstractNumId w:val="37"/>
  </w:num>
  <w:num w:numId="46">
    <w:abstractNumId w:val="48"/>
  </w:num>
  <w:num w:numId="47">
    <w:abstractNumId w:val="73"/>
  </w:num>
  <w:num w:numId="48">
    <w:abstractNumId w:val="5"/>
  </w:num>
  <w:num w:numId="49">
    <w:abstractNumId w:val="23"/>
  </w:num>
  <w:num w:numId="50">
    <w:abstractNumId w:val="8"/>
  </w:num>
  <w:num w:numId="51">
    <w:abstractNumId w:val="47"/>
  </w:num>
  <w:num w:numId="52">
    <w:abstractNumId w:val="42"/>
  </w:num>
  <w:num w:numId="53">
    <w:abstractNumId w:val="34"/>
  </w:num>
  <w:num w:numId="54">
    <w:abstractNumId w:val="7"/>
  </w:num>
  <w:num w:numId="55">
    <w:abstractNumId w:val="49"/>
  </w:num>
  <w:num w:numId="56">
    <w:abstractNumId w:val="82"/>
  </w:num>
  <w:num w:numId="57">
    <w:abstractNumId w:val="78"/>
  </w:num>
  <w:num w:numId="58">
    <w:abstractNumId w:val="12"/>
  </w:num>
  <w:num w:numId="59">
    <w:abstractNumId w:val="26"/>
  </w:num>
  <w:num w:numId="60">
    <w:abstractNumId w:val="85"/>
  </w:num>
  <w:num w:numId="61">
    <w:abstractNumId w:val="9"/>
  </w:num>
  <w:num w:numId="62">
    <w:abstractNumId w:val="94"/>
  </w:num>
  <w:num w:numId="63">
    <w:abstractNumId w:val="2"/>
  </w:num>
  <w:num w:numId="64">
    <w:abstractNumId w:val="56"/>
  </w:num>
  <w:num w:numId="65">
    <w:abstractNumId w:val="33"/>
  </w:num>
  <w:num w:numId="66">
    <w:abstractNumId w:val="53"/>
  </w:num>
  <w:num w:numId="67">
    <w:abstractNumId w:val="66"/>
  </w:num>
  <w:num w:numId="68">
    <w:abstractNumId w:val="52"/>
  </w:num>
  <w:num w:numId="69">
    <w:abstractNumId w:val="75"/>
  </w:num>
  <w:num w:numId="70">
    <w:abstractNumId w:val="1"/>
  </w:num>
  <w:num w:numId="71">
    <w:abstractNumId w:val="25"/>
  </w:num>
  <w:num w:numId="72">
    <w:abstractNumId w:val="88"/>
  </w:num>
  <w:num w:numId="73">
    <w:abstractNumId w:val="14"/>
  </w:num>
  <w:num w:numId="74">
    <w:abstractNumId w:val="31"/>
  </w:num>
  <w:num w:numId="75">
    <w:abstractNumId w:val="83"/>
  </w:num>
  <w:num w:numId="76">
    <w:abstractNumId w:val="21"/>
  </w:num>
  <w:num w:numId="77">
    <w:abstractNumId w:val="29"/>
  </w:num>
  <w:num w:numId="78">
    <w:abstractNumId w:val="68"/>
  </w:num>
  <w:num w:numId="79">
    <w:abstractNumId w:val="91"/>
  </w:num>
  <w:num w:numId="80">
    <w:abstractNumId w:val="18"/>
  </w:num>
  <w:num w:numId="81">
    <w:abstractNumId w:val="35"/>
  </w:num>
  <w:num w:numId="82">
    <w:abstractNumId w:val="77"/>
  </w:num>
  <w:num w:numId="83">
    <w:abstractNumId w:val="65"/>
  </w:num>
  <w:num w:numId="84">
    <w:abstractNumId w:val="41"/>
  </w:num>
  <w:num w:numId="85">
    <w:abstractNumId w:val="70"/>
  </w:num>
  <w:num w:numId="86">
    <w:abstractNumId w:val="61"/>
  </w:num>
  <w:num w:numId="87">
    <w:abstractNumId w:val="98"/>
  </w:num>
  <w:num w:numId="88">
    <w:abstractNumId w:val="15"/>
  </w:num>
  <w:num w:numId="89">
    <w:abstractNumId w:val="38"/>
  </w:num>
  <w:num w:numId="90">
    <w:abstractNumId w:val="95"/>
  </w:num>
  <w:num w:numId="91">
    <w:abstractNumId w:val="4"/>
  </w:num>
  <w:num w:numId="92">
    <w:abstractNumId w:val="30"/>
  </w:num>
  <w:num w:numId="93">
    <w:abstractNumId w:val="11"/>
  </w:num>
  <w:num w:numId="94">
    <w:abstractNumId w:val="62"/>
  </w:num>
  <w:num w:numId="95">
    <w:abstractNumId w:val="64"/>
  </w:num>
  <w:num w:numId="96">
    <w:abstractNumId w:val="79"/>
  </w:num>
  <w:num w:numId="97">
    <w:abstractNumId w:val="51"/>
  </w:num>
  <w:num w:numId="98">
    <w:abstractNumId w:val="97"/>
  </w:num>
  <w:num w:numId="99">
    <w:abstractNumId w:val="59"/>
  </w:num>
  <w:numIdMacAtCleanup w:val="9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rius Mitka">
    <w15:presenceInfo w15:providerId="AD" w15:userId="S-1-5-21-435918606-2984255037-1919720017-167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D4"/>
    <w:rsid w:val="00000D2A"/>
    <w:rsid w:val="000107C3"/>
    <w:rsid w:val="00012A38"/>
    <w:rsid w:val="00014888"/>
    <w:rsid w:val="00017E2A"/>
    <w:rsid w:val="0002034F"/>
    <w:rsid w:val="000217B5"/>
    <w:rsid w:val="000226D5"/>
    <w:rsid w:val="00022FF7"/>
    <w:rsid w:val="0002516B"/>
    <w:rsid w:val="00025EAC"/>
    <w:rsid w:val="00026AB5"/>
    <w:rsid w:val="000305B2"/>
    <w:rsid w:val="00034027"/>
    <w:rsid w:val="00036CB6"/>
    <w:rsid w:val="00040CEA"/>
    <w:rsid w:val="00040EF9"/>
    <w:rsid w:val="00040F9A"/>
    <w:rsid w:val="0004285C"/>
    <w:rsid w:val="000434C8"/>
    <w:rsid w:val="00044E8E"/>
    <w:rsid w:val="00052D34"/>
    <w:rsid w:val="00053665"/>
    <w:rsid w:val="0005418F"/>
    <w:rsid w:val="00054B78"/>
    <w:rsid w:val="000637E7"/>
    <w:rsid w:val="00064D6D"/>
    <w:rsid w:val="00076311"/>
    <w:rsid w:val="00085437"/>
    <w:rsid w:val="0009038A"/>
    <w:rsid w:val="0009433E"/>
    <w:rsid w:val="00097AE9"/>
    <w:rsid w:val="000A003A"/>
    <w:rsid w:val="000A0407"/>
    <w:rsid w:val="000A09F2"/>
    <w:rsid w:val="000A5CC5"/>
    <w:rsid w:val="000B1AEF"/>
    <w:rsid w:val="000B3828"/>
    <w:rsid w:val="000B5BF3"/>
    <w:rsid w:val="000C10F4"/>
    <w:rsid w:val="000C206F"/>
    <w:rsid w:val="000C2410"/>
    <w:rsid w:val="000C4D39"/>
    <w:rsid w:val="000C4E06"/>
    <w:rsid w:val="000C5BE5"/>
    <w:rsid w:val="000C5D93"/>
    <w:rsid w:val="000C70F2"/>
    <w:rsid w:val="000C72C3"/>
    <w:rsid w:val="000C751C"/>
    <w:rsid w:val="000C767D"/>
    <w:rsid w:val="000D20F4"/>
    <w:rsid w:val="000D61BA"/>
    <w:rsid w:val="000D68CE"/>
    <w:rsid w:val="000E14F8"/>
    <w:rsid w:val="000E756A"/>
    <w:rsid w:val="000F39E2"/>
    <w:rsid w:val="000F7842"/>
    <w:rsid w:val="00110286"/>
    <w:rsid w:val="00111955"/>
    <w:rsid w:val="00114230"/>
    <w:rsid w:val="00115046"/>
    <w:rsid w:val="00115381"/>
    <w:rsid w:val="00115390"/>
    <w:rsid w:val="0011695B"/>
    <w:rsid w:val="00116F89"/>
    <w:rsid w:val="001227A6"/>
    <w:rsid w:val="00122A27"/>
    <w:rsid w:val="001303D3"/>
    <w:rsid w:val="00133B99"/>
    <w:rsid w:val="00136713"/>
    <w:rsid w:val="0013792F"/>
    <w:rsid w:val="0014056B"/>
    <w:rsid w:val="00141844"/>
    <w:rsid w:val="0014375A"/>
    <w:rsid w:val="00143EEC"/>
    <w:rsid w:val="001442A3"/>
    <w:rsid w:val="00145C53"/>
    <w:rsid w:val="00146C25"/>
    <w:rsid w:val="00146D45"/>
    <w:rsid w:val="00150039"/>
    <w:rsid w:val="001521DE"/>
    <w:rsid w:val="001521E1"/>
    <w:rsid w:val="00154E69"/>
    <w:rsid w:val="00163FE0"/>
    <w:rsid w:val="001664DF"/>
    <w:rsid w:val="00167B04"/>
    <w:rsid w:val="0017171B"/>
    <w:rsid w:val="00171C83"/>
    <w:rsid w:val="00173AC4"/>
    <w:rsid w:val="00174760"/>
    <w:rsid w:val="00175542"/>
    <w:rsid w:val="0017685A"/>
    <w:rsid w:val="00180FCF"/>
    <w:rsid w:val="00183014"/>
    <w:rsid w:val="00184EDA"/>
    <w:rsid w:val="00190922"/>
    <w:rsid w:val="0019142D"/>
    <w:rsid w:val="00191B98"/>
    <w:rsid w:val="001943AB"/>
    <w:rsid w:val="001949B4"/>
    <w:rsid w:val="001957FB"/>
    <w:rsid w:val="001A0A04"/>
    <w:rsid w:val="001A1181"/>
    <w:rsid w:val="001A2EB5"/>
    <w:rsid w:val="001A5C81"/>
    <w:rsid w:val="001B3549"/>
    <w:rsid w:val="001C154A"/>
    <w:rsid w:val="001C5016"/>
    <w:rsid w:val="001D70B7"/>
    <w:rsid w:val="001E3FB4"/>
    <w:rsid w:val="001E4DFB"/>
    <w:rsid w:val="001F0A81"/>
    <w:rsid w:val="001F0F48"/>
    <w:rsid w:val="001F1915"/>
    <w:rsid w:val="001F5EC7"/>
    <w:rsid w:val="001F724F"/>
    <w:rsid w:val="00200B83"/>
    <w:rsid w:val="00201F4C"/>
    <w:rsid w:val="00204844"/>
    <w:rsid w:val="002068EA"/>
    <w:rsid w:val="00207908"/>
    <w:rsid w:val="002109C9"/>
    <w:rsid w:val="00211007"/>
    <w:rsid w:val="00212D20"/>
    <w:rsid w:val="0022013B"/>
    <w:rsid w:val="00220CD9"/>
    <w:rsid w:val="00221C70"/>
    <w:rsid w:val="00221DF0"/>
    <w:rsid w:val="002249AB"/>
    <w:rsid w:val="00226CD4"/>
    <w:rsid w:val="00230F5E"/>
    <w:rsid w:val="00231D40"/>
    <w:rsid w:val="00234CA4"/>
    <w:rsid w:val="00236BA7"/>
    <w:rsid w:val="0024294B"/>
    <w:rsid w:val="00244279"/>
    <w:rsid w:val="0024695D"/>
    <w:rsid w:val="0025340E"/>
    <w:rsid w:val="00254539"/>
    <w:rsid w:val="0025596A"/>
    <w:rsid w:val="00256ADA"/>
    <w:rsid w:val="00266E18"/>
    <w:rsid w:val="00271942"/>
    <w:rsid w:val="00274A20"/>
    <w:rsid w:val="00275711"/>
    <w:rsid w:val="00277C5B"/>
    <w:rsid w:val="002809A9"/>
    <w:rsid w:val="00281CE9"/>
    <w:rsid w:val="00282479"/>
    <w:rsid w:val="002875C5"/>
    <w:rsid w:val="002917C3"/>
    <w:rsid w:val="00294945"/>
    <w:rsid w:val="00297CF7"/>
    <w:rsid w:val="00297FB9"/>
    <w:rsid w:val="002A0022"/>
    <w:rsid w:val="002A0030"/>
    <w:rsid w:val="002A0FC1"/>
    <w:rsid w:val="002B0604"/>
    <w:rsid w:val="002B0A4A"/>
    <w:rsid w:val="002B0B43"/>
    <w:rsid w:val="002B0CAD"/>
    <w:rsid w:val="002B1EC8"/>
    <w:rsid w:val="002B7E09"/>
    <w:rsid w:val="002C10FE"/>
    <w:rsid w:val="002C4F05"/>
    <w:rsid w:val="002C569B"/>
    <w:rsid w:val="002C5E26"/>
    <w:rsid w:val="002D45DB"/>
    <w:rsid w:val="002E1395"/>
    <w:rsid w:val="002E2CA5"/>
    <w:rsid w:val="002E3B78"/>
    <w:rsid w:val="002E5428"/>
    <w:rsid w:val="002E5855"/>
    <w:rsid w:val="002F2337"/>
    <w:rsid w:val="002F35EF"/>
    <w:rsid w:val="002F3AE9"/>
    <w:rsid w:val="002F4D78"/>
    <w:rsid w:val="002F5978"/>
    <w:rsid w:val="002F6688"/>
    <w:rsid w:val="0030226A"/>
    <w:rsid w:val="00302A6E"/>
    <w:rsid w:val="00302E94"/>
    <w:rsid w:val="00303F38"/>
    <w:rsid w:val="003058D3"/>
    <w:rsid w:val="003071F4"/>
    <w:rsid w:val="0031019F"/>
    <w:rsid w:val="0031138A"/>
    <w:rsid w:val="00314348"/>
    <w:rsid w:val="003152FD"/>
    <w:rsid w:val="00316303"/>
    <w:rsid w:val="003200A6"/>
    <w:rsid w:val="0032040A"/>
    <w:rsid w:val="00322DA1"/>
    <w:rsid w:val="003236D3"/>
    <w:rsid w:val="00324330"/>
    <w:rsid w:val="00324CD1"/>
    <w:rsid w:val="0032511B"/>
    <w:rsid w:val="00325995"/>
    <w:rsid w:val="00327DA0"/>
    <w:rsid w:val="00327EDD"/>
    <w:rsid w:val="00332791"/>
    <w:rsid w:val="0033351F"/>
    <w:rsid w:val="00333F6C"/>
    <w:rsid w:val="00342B52"/>
    <w:rsid w:val="00343059"/>
    <w:rsid w:val="0034433D"/>
    <w:rsid w:val="00344C5B"/>
    <w:rsid w:val="00344FD3"/>
    <w:rsid w:val="00346307"/>
    <w:rsid w:val="00350F01"/>
    <w:rsid w:val="00351443"/>
    <w:rsid w:val="003517FA"/>
    <w:rsid w:val="003523BB"/>
    <w:rsid w:val="00352742"/>
    <w:rsid w:val="00353737"/>
    <w:rsid w:val="003578F2"/>
    <w:rsid w:val="003616A8"/>
    <w:rsid w:val="00361961"/>
    <w:rsid w:val="00363744"/>
    <w:rsid w:val="00365374"/>
    <w:rsid w:val="00366E60"/>
    <w:rsid w:val="00367F97"/>
    <w:rsid w:val="00371CE4"/>
    <w:rsid w:val="003753FD"/>
    <w:rsid w:val="00375E74"/>
    <w:rsid w:val="00376457"/>
    <w:rsid w:val="0037728A"/>
    <w:rsid w:val="00383819"/>
    <w:rsid w:val="00383B99"/>
    <w:rsid w:val="0038513B"/>
    <w:rsid w:val="0038574C"/>
    <w:rsid w:val="00385DA9"/>
    <w:rsid w:val="003869B0"/>
    <w:rsid w:val="003928D0"/>
    <w:rsid w:val="0039737C"/>
    <w:rsid w:val="00397FB7"/>
    <w:rsid w:val="003A7E40"/>
    <w:rsid w:val="003B08A7"/>
    <w:rsid w:val="003B1343"/>
    <w:rsid w:val="003B52CF"/>
    <w:rsid w:val="003B6F81"/>
    <w:rsid w:val="003B778C"/>
    <w:rsid w:val="003C0932"/>
    <w:rsid w:val="003C0965"/>
    <w:rsid w:val="003C497B"/>
    <w:rsid w:val="003C63AB"/>
    <w:rsid w:val="003C76C7"/>
    <w:rsid w:val="003D39AB"/>
    <w:rsid w:val="003D3E8A"/>
    <w:rsid w:val="003D62E3"/>
    <w:rsid w:val="003D6516"/>
    <w:rsid w:val="003F4187"/>
    <w:rsid w:val="003F786D"/>
    <w:rsid w:val="003F7992"/>
    <w:rsid w:val="00401F9D"/>
    <w:rsid w:val="00404291"/>
    <w:rsid w:val="0040515F"/>
    <w:rsid w:val="004075EC"/>
    <w:rsid w:val="00412AAB"/>
    <w:rsid w:val="00412BC3"/>
    <w:rsid w:val="00414BE6"/>
    <w:rsid w:val="00415637"/>
    <w:rsid w:val="0042358C"/>
    <w:rsid w:val="0042791A"/>
    <w:rsid w:val="00431D56"/>
    <w:rsid w:val="0043294F"/>
    <w:rsid w:val="00435C93"/>
    <w:rsid w:val="00436071"/>
    <w:rsid w:val="00436276"/>
    <w:rsid w:val="00440BE1"/>
    <w:rsid w:val="004429A7"/>
    <w:rsid w:val="00444E4E"/>
    <w:rsid w:val="0044552D"/>
    <w:rsid w:val="004457DF"/>
    <w:rsid w:val="00445B32"/>
    <w:rsid w:val="00447AA2"/>
    <w:rsid w:val="0045067E"/>
    <w:rsid w:val="00450AFD"/>
    <w:rsid w:val="00453289"/>
    <w:rsid w:val="00453304"/>
    <w:rsid w:val="00454598"/>
    <w:rsid w:val="00455369"/>
    <w:rsid w:val="004554ED"/>
    <w:rsid w:val="004566BF"/>
    <w:rsid w:val="00460D51"/>
    <w:rsid w:val="00461B0E"/>
    <w:rsid w:val="0046376E"/>
    <w:rsid w:val="00463E5C"/>
    <w:rsid w:val="00471149"/>
    <w:rsid w:val="0047159D"/>
    <w:rsid w:val="00474194"/>
    <w:rsid w:val="00474E6A"/>
    <w:rsid w:val="00474FA6"/>
    <w:rsid w:val="00475774"/>
    <w:rsid w:val="00476AB4"/>
    <w:rsid w:val="00481574"/>
    <w:rsid w:val="00481F0B"/>
    <w:rsid w:val="00484779"/>
    <w:rsid w:val="004849BB"/>
    <w:rsid w:val="00496F4D"/>
    <w:rsid w:val="004A09C1"/>
    <w:rsid w:val="004A0F85"/>
    <w:rsid w:val="004A1DB4"/>
    <w:rsid w:val="004A4888"/>
    <w:rsid w:val="004B05B8"/>
    <w:rsid w:val="004B0DE6"/>
    <w:rsid w:val="004B4250"/>
    <w:rsid w:val="004B5A4F"/>
    <w:rsid w:val="004B5DEB"/>
    <w:rsid w:val="004C09DD"/>
    <w:rsid w:val="004C113D"/>
    <w:rsid w:val="004C3AD8"/>
    <w:rsid w:val="004C66D3"/>
    <w:rsid w:val="004C77F4"/>
    <w:rsid w:val="004D0AD2"/>
    <w:rsid w:val="004D35F8"/>
    <w:rsid w:val="004D3DE9"/>
    <w:rsid w:val="004D4A22"/>
    <w:rsid w:val="004D4D74"/>
    <w:rsid w:val="004E098D"/>
    <w:rsid w:val="004E2E3E"/>
    <w:rsid w:val="004E4089"/>
    <w:rsid w:val="004F2261"/>
    <w:rsid w:val="004F256B"/>
    <w:rsid w:val="004F34D7"/>
    <w:rsid w:val="004F37A2"/>
    <w:rsid w:val="00500707"/>
    <w:rsid w:val="0050147E"/>
    <w:rsid w:val="00505709"/>
    <w:rsid w:val="00506A36"/>
    <w:rsid w:val="005075EA"/>
    <w:rsid w:val="005108E9"/>
    <w:rsid w:val="005113D7"/>
    <w:rsid w:val="005115C4"/>
    <w:rsid w:val="00512203"/>
    <w:rsid w:val="00512E91"/>
    <w:rsid w:val="0051312A"/>
    <w:rsid w:val="00520083"/>
    <w:rsid w:val="0052146A"/>
    <w:rsid w:val="00521B06"/>
    <w:rsid w:val="005231A7"/>
    <w:rsid w:val="005242F9"/>
    <w:rsid w:val="00527D0E"/>
    <w:rsid w:val="005313BC"/>
    <w:rsid w:val="005332B5"/>
    <w:rsid w:val="00534BB7"/>
    <w:rsid w:val="005355E9"/>
    <w:rsid w:val="00536719"/>
    <w:rsid w:val="00540734"/>
    <w:rsid w:val="00540C93"/>
    <w:rsid w:val="005417A5"/>
    <w:rsid w:val="0054194E"/>
    <w:rsid w:val="00541969"/>
    <w:rsid w:val="00542AA8"/>
    <w:rsid w:val="0054624B"/>
    <w:rsid w:val="00546EB7"/>
    <w:rsid w:val="005510E4"/>
    <w:rsid w:val="005515A3"/>
    <w:rsid w:val="0055373C"/>
    <w:rsid w:val="0055499F"/>
    <w:rsid w:val="005556E7"/>
    <w:rsid w:val="005572B0"/>
    <w:rsid w:val="005573BF"/>
    <w:rsid w:val="00560468"/>
    <w:rsid w:val="00563BAB"/>
    <w:rsid w:val="0056422C"/>
    <w:rsid w:val="00565194"/>
    <w:rsid w:val="00570AF0"/>
    <w:rsid w:val="0057294F"/>
    <w:rsid w:val="005743F1"/>
    <w:rsid w:val="005771B1"/>
    <w:rsid w:val="005813F0"/>
    <w:rsid w:val="005815F4"/>
    <w:rsid w:val="00584242"/>
    <w:rsid w:val="00585A07"/>
    <w:rsid w:val="0059012E"/>
    <w:rsid w:val="00590B0F"/>
    <w:rsid w:val="00591431"/>
    <w:rsid w:val="005946A4"/>
    <w:rsid w:val="00594FEB"/>
    <w:rsid w:val="00595170"/>
    <w:rsid w:val="00595894"/>
    <w:rsid w:val="005A0879"/>
    <w:rsid w:val="005A0AAD"/>
    <w:rsid w:val="005A4387"/>
    <w:rsid w:val="005A70F0"/>
    <w:rsid w:val="005A7E28"/>
    <w:rsid w:val="005B38A7"/>
    <w:rsid w:val="005B408F"/>
    <w:rsid w:val="005B5A12"/>
    <w:rsid w:val="005C5307"/>
    <w:rsid w:val="005C56CE"/>
    <w:rsid w:val="005D0E26"/>
    <w:rsid w:val="005D19A9"/>
    <w:rsid w:val="005D24BF"/>
    <w:rsid w:val="005D26C5"/>
    <w:rsid w:val="005D2B77"/>
    <w:rsid w:val="005D3055"/>
    <w:rsid w:val="005D418E"/>
    <w:rsid w:val="005D512F"/>
    <w:rsid w:val="005D7BE7"/>
    <w:rsid w:val="005E09A0"/>
    <w:rsid w:val="005E35F9"/>
    <w:rsid w:val="005E5EB2"/>
    <w:rsid w:val="005F14E0"/>
    <w:rsid w:val="005F1911"/>
    <w:rsid w:val="005F41C4"/>
    <w:rsid w:val="005F64D0"/>
    <w:rsid w:val="005F7D25"/>
    <w:rsid w:val="00601143"/>
    <w:rsid w:val="0060184F"/>
    <w:rsid w:val="0060491C"/>
    <w:rsid w:val="0060689C"/>
    <w:rsid w:val="0061203B"/>
    <w:rsid w:val="00612741"/>
    <w:rsid w:val="00612B7D"/>
    <w:rsid w:val="00612C83"/>
    <w:rsid w:val="006146AE"/>
    <w:rsid w:val="00616CD7"/>
    <w:rsid w:val="00617501"/>
    <w:rsid w:val="0061795C"/>
    <w:rsid w:val="0062290B"/>
    <w:rsid w:val="00624363"/>
    <w:rsid w:val="00624B24"/>
    <w:rsid w:val="0062504A"/>
    <w:rsid w:val="006253B2"/>
    <w:rsid w:val="00625A98"/>
    <w:rsid w:val="00625DC0"/>
    <w:rsid w:val="00626B71"/>
    <w:rsid w:val="00627C66"/>
    <w:rsid w:val="006314B6"/>
    <w:rsid w:val="00632EA5"/>
    <w:rsid w:val="00633CDE"/>
    <w:rsid w:val="00634D95"/>
    <w:rsid w:val="0063527D"/>
    <w:rsid w:val="00635DA5"/>
    <w:rsid w:val="00637CB4"/>
    <w:rsid w:val="00643672"/>
    <w:rsid w:val="00644B40"/>
    <w:rsid w:val="00644F92"/>
    <w:rsid w:val="00650535"/>
    <w:rsid w:val="00655264"/>
    <w:rsid w:val="00655D8B"/>
    <w:rsid w:val="00664AD8"/>
    <w:rsid w:val="00664BD3"/>
    <w:rsid w:val="00665355"/>
    <w:rsid w:val="00665ACE"/>
    <w:rsid w:val="00666D68"/>
    <w:rsid w:val="00667B01"/>
    <w:rsid w:val="00670BAD"/>
    <w:rsid w:val="0067294E"/>
    <w:rsid w:val="00674022"/>
    <w:rsid w:val="00674553"/>
    <w:rsid w:val="006775B5"/>
    <w:rsid w:val="00681FFB"/>
    <w:rsid w:val="00683244"/>
    <w:rsid w:val="00683A76"/>
    <w:rsid w:val="006860F1"/>
    <w:rsid w:val="00686CE4"/>
    <w:rsid w:val="00691669"/>
    <w:rsid w:val="0069181D"/>
    <w:rsid w:val="00694341"/>
    <w:rsid w:val="00695E94"/>
    <w:rsid w:val="006972D3"/>
    <w:rsid w:val="006A1764"/>
    <w:rsid w:val="006A30B0"/>
    <w:rsid w:val="006A6CAF"/>
    <w:rsid w:val="006A6E3A"/>
    <w:rsid w:val="006A6F04"/>
    <w:rsid w:val="006A7970"/>
    <w:rsid w:val="006B4CF4"/>
    <w:rsid w:val="006B57E6"/>
    <w:rsid w:val="006C1A25"/>
    <w:rsid w:val="006C1DD1"/>
    <w:rsid w:val="006C5949"/>
    <w:rsid w:val="006D082C"/>
    <w:rsid w:val="006D2454"/>
    <w:rsid w:val="006D4FFB"/>
    <w:rsid w:val="006E0DCE"/>
    <w:rsid w:val="006E1622"/>
    <w:rsid w:val="006E168A"/>
    <w:rsid w:val="006E169E"/>
    <w:rsid w:val="006E18B0"/>
    <w:rsid w:val="006E262C"/>
    <w:rsid w:val="006E476B"/>
    <w:rsid w:val="006E4C7E"/>
    <w:rsid w:val="006E5D1E"/>
    <w:rsid w:val="006E629A"/>
    <w:rsid w:val="006E63D5"/>
    <w:rsid w:val="006E6CA9"/>
    <w:rsid w:val="006F2370"/>
    <w:rsid w:val="006F309F"/>
    <w:rsid w:val="00700B42"/>
    <w:rsid w:val="0070181B"/>
    <w:rsid w:val="007020EF"/>
    <w:rsid w:val="0070276B"/>
    <w:rsid w:val="0070282C"/>
    <w:rsid w:val="0070350C"/>
    <w:rsid w:val="007062FC"/>
    <w:rsid w:val="00706D3A"/>
    <w:rsid w:val="007074A0"/>
    <w:rsid w:val="00713C9F"/>
    <w:rsid w:val="00716455"/>
    <w:rsid w:val="00716916"/>
    <w:rsid w:val="00717192"/>
    <w:rsid w:val="0072038E"/>
    <w:rsid w:val="00720B3C"/>
    <w:rsid w:val="00722558"/>
    <w:rsid w:val="0072327B"/>
    <w:rsid w:val="00723DCE"/>
    <w:rsid w:val="0072485F"/>
    <w:rsid w:val="00724D19"/>
    <w:rsid w:val="00726351"/>
    <w:rsid w:val="0072697B"/>
    <w:rsid w:val="00726CD4"/>
    <w:rsid w:val="007337A9"/>
    <w:rsid w:val="00733974"/>
    <w:rsid w:val="00733E24"/>
    <w:rsid w:val="00734B3C"/>
    <w:rsid w:val="00735CB8"/>
    <w:rsid w:val="0073652F"/>
    <w:rsid w:val="007377EF"/>
    <w:rsid w:val="0074053E"/>
    <w:rsid w:val="0074097A"/>
    <w:rsid w:val="007449C1"/>
    <w:rsid w:val="0074562A"/>
    <w:rsid w:val="007461BE"/>
    <w:rsid w:val="0074780A"/>
    <w:rsid w:val="0075428B"/>
    <w:rsid w:val="00755CFF"/>
    <w:rsid w:val="00757A7A"/>
    <w:rsid w:val="00757D72"/>
    <w:rsid w:val="00760479"/>
    <w:rsid w:val="007607F1"/>
    <w:rsid w:val="0076209C"/>
    <w:rsid w:val="0076319D"/>
    <w:rsid w:val="007649D3"/>
    <w:rsid w:val="007754BF"/>
    <w:rsid w:val="00776AB6"/>
    <w:rsid w:val="0078130F"/>
    <w:rsid w:val="007834CE"/>
    <w:rsid w:val="00791B02"/>
    <w:rsid w:val="007920AD"/>
    <w:rsid w:val="0079342B"/>
    <w:rsid w:val="00795702"/>
    <w:rsid w:val="00795CFD"/>
    <w:rsid w:val="007A198C"/>
    <w:rsid w:val="007A2C69"/>
    <w:rsid w:val="007A4D39"/>
    <w:rsid w:val="007A6587"/>
    <w:rsid w:val="007B4396"/>
    <w:rsid w:val="007B5623"/>
    <w:rsid w:val="007B577E"/>
    <w:rsid w:val="007B74A5"/>
    <w:rsid w:val="007B7BCF"/>
    <w:rsid w:val="007C0888"/>
    <w:rsid w:val="007C1AD6"/>
    <w:rsid w:val="007C1B8F"/>
    <w:rsid w:val="007C4D93"/>
    <w:rsid w:val="007C7037"/>
    <w:rsid w:val="007C75A9"/>
    <w:rsid w:val="007C7813"/>
    <w:rsid w:val="007D2695"/>
    <w:rsid w:val="007D3EAE"/>
    <w:rsid w:val="007D558F"/>
    <w:rsid w:val="007D5951"/>
    <w:rsid w:val="007D5BAB"/>
    <w:rsid w:val="007E2FC0"/>
    <w:rsid w:val="007E3CD1"/>
    <w:rsid w:val="007E4971"/>
    <w:rsid w:val="007E6B25"/>
    <w:rsid w:val="007E73EE"/>
    <w:rsid w:val="007F0298"/>
    <w:rsid w:val="007F14C3"/>
    <w:rsid w:val="007F404A"/>
    <w:rsid w:val="008019D9"/>
    <w:rsid w:val="008039F1"/>
    <w:rsid w:val="0080521E"/>
    <w:rsid w:val="0080719D"/>
    <w:rsid w:val="00807786"/>
    <w:rsid w:val="00811167"/>
    <w:rsid w:val="00811EB9"/>
    <w:rsid w:val="00811EBC"/>
    <w:rsid w:val="00811F2F"/>
    <w:rsid w:val="008149F6"/>
    <w:rsid w:val="00816C7D"/>
    <w:rsid w:val="00817129"/>
    <w:rsid w:val="0082229E"/>
    <w:rsid w:val="00823080"/>
    <w:rsid w:val="008234A1"/>
    <w:rsid w:val="00823513"/>
    <w:rsid w:val="00824E03"/>
    <w:rsid w:val="00827D6D"/>
    <w:rsid w:val="008302F3"/>
    <w:rsid w:val="00833AC1"/>
    <w:rsid w:val="00835251"/>
    <w:rsid w:val="0083677D"/>
    <w:rsid w:val="00836BAE"/>
    <w:rsid w:val="0084186E"/>
    <w:rsid w:val="008438B8"/>
    <w:rsid w:val="0085111D"/>
    <w:rsid w:val="0085190A"/>
    <w:rsid w:val="00853031"/>
    <w:rsid w:val="0085345B"/>
    <w:rsid w:val="0085562B"/>
    <w:rsid w:val="00857C39"/>
    <w:rsid w:val="00860775"/>
    <w:rsid w:val="00861D0F"/>
    <w:rsid w:val="00864015"/>
    <w:rsid w:val="00864444"/>
    <w:rsid w:val="00865CA2"/>
    <w:rsid w:val="00865EDE"/>
    <w:rsid w:val="00866242"/>
    <w:rsid w:val="00867B2F"/>
    <w:rsid w:val="00871FBD"/>
    <w:rsid w:val="00872475"/>
    <w:rsid w:val="00873061"/>
    <w:rsid w:val="00873F40"/>
    <w:rsid w:val="008756F9"/>
    <w:rsid w:val="00875BBA"/>
    <w:rsid w:val="00875E7E"/>
    <w:rsid w:val="008763D7"/>
    <w:rsid w:val="00880D22"/>
    <w:rsid w:val="00883F5F"/>
    <w:rsid w:val="00885384"/>
    <w:rsid w:val="0088595B"/>
    <w:rsid w:val="00885B89"/>
    <w:rsid w:val="00886593"/>
    <w:rsid w:val="00886ECE"/>
    <w:rsid w:val="00894A2D"/>
    <w:rsid w:val="008972DE"/>
    <w:rsid w:val="00897769"/>
    <w:rsid w:val="008A44B8"/>
    <w:rsid w:val="008A518D"/>
    <w:rsid w:val="008A643F"/>
    <w:rsid w:val="008A6C81"/>
    <w:rsid w:val="008A7D2B"/>
    <w:rsid w:val="008B0C40"/>
    <w:rsid w:val="008B2521"/>
    <w:rsid w:val="008B4D5C"/>
    <w:rsid w:val="008B79A8"/>
    <w:rsid w:val="008C6AE8"/>
    <w:rsid w:val="008C74D0"/>
    <w:rsid w:val="008D1213"/>
    <w:rsid w:val="008D1F55"/>
    <w:rsid w:val="008D2FF5"/>
    <w:rsid w:val="008D307E"/>
    <w:rsid w:val="008D3DF7"/>
    <w:rsid w:val="008D5C4A"/>
    <w:rsid w:val="008D742A"/>
    <w:rsid w:val="008D7A25"/>
    <w:rsid w:val="008E3E81"/>
    <w:rsid w:val="008E6CE7"/>
    <w:rsid w:val="008F3E7D"/>
    <w:rsid w:val="008F4597"/>
    <w:rsid w:val="008F734E"/>
    <w:rsid w:val="00900DEE"/>
    <w:rsid w:val="009039C9"/>
    <w:rsid w:val="00904D80"/>
    <w:rsid w:val="00906AE4"/>
    <w:rsid w:val="00907B50"/>
    <w:rsid w:val="009102B9"/>
    <w:rsid w:val="00910D1A"/>
    <w:rsid w:val="00912431"/>
    <w:rsid w:val="0091288F"/>
    <w:rsid w:val="009144D6"/>
    <w:rsid w:val="009168E9"/>
    <w:rsid w:val="00917939"/>
    <w:rsid w:val="00921219"/>
    <w:rsid w:val="009220EE"/>
    <w:rsid w:val="0092634F"/>
    <w:rsid w:val="00930414"/>
    <w:rsid w:val="00931F23"/>
    <w:rsid w:val="009356AF"/>
    <w:rsid w:val="0093646A"/>
    <w:rsid w:val="009367FA"/>
    <w:rsid w:val="00941BF9"/>
    <w:rsid w:val="00943D05"/>
    <w:rsid w:val="00943FAD"/>
    <w:rsid w:val="009572EA"/>
    <w:rsid w:val="009602ED"/>
    <w:rsid w:val="00965755"/>
    <w:rsid w:val="00965FDA"/>
    <w:rsid w:val="00966F47"/>
    <w:rsid w:val="009703A4"/>
    <w:rsid w:val="00970DAA"/>
    <w:rsid w:val="00975249"/>
    <w:rsid w:val="00980304"/>
    <w:rsid w:val="009817F5"/>
    <w:rsid w:val="00982DDC"/>
    <w:rsid w:val="00983F6F"/>
    <w:rsid w:val="00984AC3"/>
    <w:rsid w:val="009858D5"/>
    <w:rsid w:val="00987F36"/>
    <w:rsid w:val="00990630"/>
    <w:rsid w:val="009908AA"/>
    <w:rsid w:val="00991963"/>
    <w:rsid w:val="009946A8"/>
    <w:rsid w:val="00995EBC"/>
    <w:rsid w:val="00996C10"/>
    <w:rsid w:val="00997C9B"/>
    <w:rsid w:val="00997D59"/>
    <w:rsid w:val="009A1044"/>
    <w:rsid w:val="009A17C7"/>
    <w:rsid w:val="009A6E9A"/>
    <w:rsid w:val="009B1B9F"/>
    <w:rsid w:val="009B5755"/>
    <w:rsid w:val="009C0AB2"/>
    <w:rsid w:val="009C29B4"/>
    <w:rsid w:val="009C5A0D"/>
    <w:rsid w:val="009C794C"/>
    <w:rsid w:val="009D327F"/>
    <w:rsid w:val="009D5F54"/>
    <w:rsid w:val="009D6C90"/>
    <w:rsid w:val="009D7608"/>
    <w:rsid w:val="009E1C63"/>
    <w:rsid w:val="009E4519"/>
    <w:rsid w:val="009E4E8F"/>
    <w:rsid w:val="009E5427"/>
    <w:rsid w:val="009E70FA"/>
    <w:rsid w:val="009E7D8A"/>
    <w:rsid w:val="009F132E"/>
    <w:rsid w:val="009F136D"/>
    <w:rsid w:val="009F2354"/>
    <w:rsid w:val="009F32EC"/>
    <w:rsid w:val="009F4EB6"/>
    <w:rsid w:val="00A0293B"/>
    <w:rsid w:val="00A04911"/>
    <w:rsid w:val="00A06CB0"/>
    <w:rsid w:val="00A06E23"/>
    <w:rsid w:val="00A07917"/>
    <w:rsid w:val="00A11553"/>
    <w:rsid w:val="00A1171C"/>
    <w:rsid w:val="00A152DD"/>
    <w:rsid w:val="00A16DF1"/>
    <w:rsid w:val="00A17915"/>
    <w:rsid w:val="00A17B87"/>
    <w:rsid w:val="00A20F0D"/>
    <w:rsid w:val="00A21EE3"/>
    <w:rsid w:val="00A2219F"/>
    <w:rsid w:val="00A23658"/>
    <w:rsid w:val="00A30389"/>
    <w:rsid w:val="00A31344"/>
    <w:rsid w:val="00A33438"/>
    <w:rsid w:val="00A33F2B"/>
    <w:rsid w:val="00A35D62"/>
    <w:rsid w:val="00A35F04"/>
    <w:rsid w:val="00A3687B"/>
    <w:rsid w:val="00A36C69"/>
    <w:rsid w:val="00A40C94"/>
    <w:rsid w:val="00A42420"/>
    <w:rsid w:val="00A428D5"/>
    <w:rsid w:val="00A42CBC"/>
    <w:rsid w:val="00A431C6"/>
    <w:rsid w:val="00A448FE"/>
    <w:rsid w:val="00A45EBC"/>
    <w:rsid w:val="00A515B7"/>
    <w:rsid w:val="00A54A4A"/>
    <w:rsid w:val="00A5561C"/>
    <w:rsid w:val="00A57ADC"/>
    <w:rsid w:val="00A607B1"/>
    <w:rsid w:val="00A67E4B"/>
    <w:rsid w:val="00A70F81"/>
    <w:rsid w:val="00A72722"/>
    <w:rsid w:val="00A806C7"/>
    <w:rsid w:val="00A84D80"/>
    <w:rsid w:val="00A87C60"/>
    <w:rsid w:val="00A94D00"/>
    <w:rsid w:val="00A97893"/>
    <w:rsid w:val="00AA0ABC"/>
    <w:rsid w:val="00AA3471"/>
    <w:rsid w:val="00AA39BC"/>
    <w:rsid w:val="00AA44D3"/>
    <w:rsid w:val="00AB07A7"/>
    <w:rsid w:val="00AB1172"/>
    <w:rsid w:val="00AB126F"/>
    <w:rsid w:val="00AB3BC9"/>
    <w:rsid w:val="00AB4445"/>
    <w:rsid w:val="00AB5B54"/>
    <w:rsid w:val="00AB7BD3"/>
    <w:rsid w:val="00AC098A"/>
    <w:rsid w:val="00AC09CB"/>
    <w:rsid w:val="00AC178E"/>
    <w:rsid w:val="00AC5C8C"/>
    <w:rsid w:val="00AD2877"/>
    <w:rsid w:val="00AD3E9A"/>
    <w:rsid w:val="00AD4926"/>
    <w:rsid w:val="00AD592F"/>
    <w:rsid w:val="00AD5E76"/>
    <w:rsid w:val="00AD615D"/>
    <w:rsid w:val="00AE4681"/>
    <w:rsid w:val="00AE79AC"/>
    <w:rsid w:val="00AF2E4B"/>
    <w:rsid w:val="00AF6A34"/>
    <w:rsid w:val="00AF72E6"/>
    <w:rsid w:val="00AF7727"/>
    <w:rsid w:val="00B02699"/>
    <w:rsid w:val="00B027E2"/>
    <w:rsid w:val="00B06BA8"/>
    <w:rsid w:val="00B0777C"/>
    <w:rsid w:val="00B10190"/>
    <w:rsid w:val="00B108C4"/>
    <w:rsid w:val="00B115A9"/>
    <w:rsid w:val="00B12012"/>
    <w:rsid w:val="00B14D47"/>
    <w:rsid w:val="00B16A34"/>
    <w:rsid w:val="00B208AB"/>
    <w:rsid w:val="00B209A8"/>
    <w:rsid w:val="00B24013"/>
    <w:rsid w:val="00B2430A"/>
    <w:rsid w:val="00B25EE8"/>
    <w:rsid w:val="00B30367"/>
    <w:rsid w:val="00B30904"/>
    <w:rsid w:val="00B30FFD"/>
    <w:rsid w:val="00B3233F"/>
    <w:rsid w:val="00B34513"/>
    <w:rsid w:val="00B3638D"/>
    <w:rsid w:val="00B40E3B"/>
    <w:rsid w:val="00B415B5"/>
    <w:rsid w:val="00B433C3"/>
    <w:rsid w:val="00B47CA0"/>
    <w:rsid w:val="00B50BB5"/>
    <w:rsid w:val="00B546CB"/>
    <w:rsid w:val="00B54A50"/>
    <w:rsid w:val="00B54DC3"/>
    <w:rsid w:val="00B5594C"/>
    <w:rsid w:val="00B56FA3"/>
    <w:rsid w:val="00B57DA5"/>
    <w:rsid w:val="00B604BB"/>
    <w:rsid w:val="00B61746"/>
    <w:rsid w:val="00B6308C"/>
    <w:rsid w:val="00B63C60"/>
    <w:rsid w:val="00B65FA7"/>
    <w:rsid w:val="00B7101B"/>
    <w:rsid w:val="00B71803"/>
    <w:rsid w:val="00B71841"/>
    <w:rsid w:val="00B75A26"/>
    <w:rsid w:val="00B769FC"/>
    <w:rsid w:val="00B776F0"/>
    <w:rsid w:val="00B80E67"/>
    <w:rsid w:val="00B81D53"/>
    <w:rsid w:val="00B82307"/>
    <w:rsid w:val="00B82523"/>
    <w:rsid w:val="00B83363"/>
    <w:rsid w:val="00B83E88"/>
    <w:rsid w:val="00B8639F"/>
    <w:rsid w:val="00B8711E"/>
    <w:rsid w:val="00B916BA"/>
    <w:rsid w:val="00B936BA"/>
    <w:rsid w:val="00BA0050"/>
    <w:rsid w:val="00BA405A"/>
    <w:rsid w:val="00BA494C"/>
    <w:rsid w:val="00BA7620"/>
    <w:rsid w:val="00BB16B7"/>
    <w:rsid w:val="00BB60C6"/>
    <w:rsid w:val="00BC6599"/>
    <w:rsid w:val="00BD1E49"/>
    <w:rsid w:val="00BD28A0"/>
    <w:rsid w:val="00BD2D09"/>
    <w:rsid w:val="00BD5179"/>
    <w:rsid w:val="00BD6097"/>
    <w:rsid w:val="00BE0355"/>
    <w:rsid w:val="00BE21D5"/>
    <w:rsid w:val="00BF1AC0"/>
    <w:rsid w:val="00BF2543"/>
    <w:rsid w:val="00BF7630"/>
    <w:rsid w:val="00C0080E"/>
    <w:rsid w:val="00C0385D"/>
    <w:rsid w:val="00C03FA0"/>
    <w:rsid w:val="00C05B85"/>
    <w:rsid w:val="00C066BA"/>
    <w:rsid w:val="00C06860"/>
    <w:rsid w:val="00C1066A"/>
    <w:rsid w:val="00C178DA"/>
    <w:rsid w:val="00C212CD"/>
    <w:rsid w:val="00C22202"/>
    <w:rsid w:val="00C22EBB"/>
    <w:rsid w:val="00C23E40"/>
    <w:rsid w:val="00C24209"/>
    <w:rsid w:val="00C26A8C"/>
    <w:rsid w:val="00C3591E"/>
    <w:rsid w:val="00C35EF9"/>
    <w:rsid w:val="00C362E9"/>
    <w:rsid w:val="00C36AED"/>
    <w:rsid w:val="00C4265D"/>
    <w:rsid w:val="00C42F27"/>
    <w:rsid w:val="00C474A3"/>
    <w:rsid w:val="00C5032D"/>
    <w:rsid w:val="00C515AC"/>
    <w:rsid w:val="00C52AFC"/>
    <w:rsid w:val="00C530DC"/>
    <w:rsid w:val="00C561F1"/>
    <w:rsid w:val="00C566AD"/>
    <w:rsid w:val="00C57CC4"/>
    <w:rsid w:val="00C618FA"/>
    <w:rsid w:val="00C6249D"/>
    <w:rsid w:val="00C6367A"/>
    <w:rsid w:val="00C7057E"/>
    <w:rsid w:val="00C70AE2"/>
    <w:rsid w:val="00C80E7F"/>
    <w:rsid w:val="00C87BE4"/>
    <w:rsid w:val="00C90172"/>
    <w:rsid w:val="00C92A7A"/>
    <w:rsid w:val="00C9426C"/>
    <w:rsid w:val="00C9536A"/>
    <w:rsid w:val="00C96AB9"/>
    <w:rsid w:val="00C9719C"/>
    <w:rsid w:val="00CA0B94"/>
    <w:rsid w:val="00CA1249"/>
    <w:rsid w:val="00CA2BCE"/>
    <w:rsid w:val="00CA2C91"/>
    <w:rsid w:val="00CA3CDE"/>
    <w:rsid w:val="00CA438B"/>
    <w:rsid w:val="00CA6984"/>
    <w:rsid w:val="00CA7BD2"/>
    <w:rsid w:val="00CB5935"/>
    <w:rsid w:val="00CC3E55"/>
    <w:rsid w:val="00CC5980"/>
    <w:rsid w:val="00CC6747"/>
    <w:rsid w:val="00CC75CB"/>
    <w:rsid w:val="00CC78E0"/>
    <w:rsid w:val="00CD2AC3"/>
    <w:rsid w:val="00CD409D"/>
    <w:rsid w:val="00CD478D"/>
    <w:rsid w:val="00CD5888"/>
    <w:rsid w:val="00CD6648"/>
    <w:rsid w:val="00CE0DCC"/>
    <w:rsid w:val="00CE1034"/>
    <w:rsid w:val="00CE63DC"/>
    <w:rsid w:val="00CE663F"/>
    <w:rsid w:val="00CF02E0"/>
    <w:rsid w:val="00CF3171"/>
    <w:rsid w:val="00CF3577"/>
    <w:rsid w:val="00CF68AC"/>
    <w:rsid w:val="00D013C8"/>
    <w:rsid w:val="00D0390A"/>
    <w:rsid w:val="00D078C1"/>
    <w:rsid w:val="00D146EE"/>
    <w:rsid w:val="00D156C4"/>
    <w:rsid w:val="00D159B6"/>
    <w:rsid w:val="00D15FD6"/>
    <w:rsid w:val="00D17D30"/>
    <w:rsid w:val="00D2187D"/>
    <w:rsid w:val="00D21B96"/>
    <w:rsid w:val="00D309BA"/>
    <w:rsid w:val="00D30B6D"/>
    <w:rsid w:val="00D33227"/>
    <w:rsid w:val="00D3508B"/>
    <w:rsid w:val="00D35534"/>
    <w:rsid w:val="00D3586C"/>
    <w:rsid w:val="00D4089B"/>
    <w:rsid w:val="00D46954"/>
    <w:rsid w:val="00D4722B"/>
    <w:rsid w:val="00D56316"/>
    <w:rsid w:val="00D5757F"/>
    <w:rsid w:val="00D602F6"/>
    <w:rsid w:val="00D607D4"/>
    <w:rsid w:val="00D64C21"/>
    <w:rsid w:val="00D70EAD"/>
    <w:rsid w:val="00D729E8"/>
    <w:rsid w:val="00D72DC8"/>
    <w:rsid w:val="00D8092B"/>
    <w:rsid w:val="00D82777"/>
    <w:rsid w:val="00D86052"/>
    <w:rsid w:val="00D91B3A"/>
    <w:rsid w:val="00D933C1"/>
    <w:rsid w:val="00D936A3"/>
    <w:rsid w:val="00D9614F"/>
    <w:rsid w:val="00D97300"/>
    <w:rsid w:val="00DA0A67"/>
    <w:rsid w:val="00DA6723"/>
    <w:rsid w:val="00DA6CF9"/>
    <w:rsid w:val="00DA7B4B"/>
    <w:rsid w:val="00DB0581"/>
    <w:rsid w:val="00DB75DE"/>
    <w:rsid w:val="00DB7E49"/>
    <w:rsid w:val="00DC1527"/>
    <w:rsid w:val="00DC26F3"/>
    <w:rsid w:val="00DC41FE"/>
    <w:rsid w:val="00DC477D"/>
    <w:rsid w:val="00DC4C68"/>
    <w:rsid w:val="00DC729B"/>
    <w:rsid w:val="00DD06AF"/>
    <w:rsid w:val="00DD5B10"/>
    <w:rsid w:val="00DE2995"/>
    <w:rsid w:val="00DE2BD6"/>
    <w:rsid w:val="00DE59EE"/>
    <w:rsid w:val="00DE7DF6"/>
    <w:rsid w:val="00DF0810"/>
    <w:rsid w:val="00DF2DC1"/>
    <w:rsid w:val="00DF4186"/>
    <w:rsid w:val="00DF4980"/>
    <w:rsid w:val="00DF4E3F"/>
    <w:rsid w:val="00DF6A71"/>
    <w:rsid w:val="00DF6DA3"/>
    <w:rsid w:val="00DF7645"/>
    <w:rsid w:val="00DF7D03"/>
    <w:rsid w:val="00E041F3"/>
    <w:rsid w:val="00E04C02"/>
    <w:rsid w:val="00E06508"/>
    <w:rsid w:val="00E126A1"/>
    <w:rsid w:val="00E12E35"/>
    <w:rsid w:val="00E13D43"/>
    <w:rsid w:val="00E1449E"/>
    <w:rsid w:val="00E156A2"/>
    <w:rsid w:val="00E15D59"/>
    <w:rsid w:val="00E17D96"/>
    <w:rsid w:val="00E240A3"/>
    <w:rsid w:val="00E2607D"/>
    <w:rsid w:val="00E32C75"/>
    <w:rsid w:val="00E379F9"/>
    <w:rsid w:val="00E40669"/>
    <w:rsid w:val="00E414EF"/>
    <w:rsid w:val="00E43008"/>
    <w:rsid w:val="00E44D92"/>
    <w:rsid w:val="00E47994"/>
    <w:rsid w:val="00E50872"/>
    <w:rsid w:val="00E512E4"/>
    <w:rsid w:val="00E519A1"/>
    <w:rsid w:val="00E52681"/>
    <w:rsid w:val="00E57AFE"/>
    <w:rsid w:val="00E632FC"/>
    <w:rsid w:val="00E65E37"/>
    <w:rsid w:val="00E7039B"/>
    <w:rsid w:val="00E7052A"/>
    <w:rsid w:val="00E70BA3"/>
    <w:rsid w:val="00E715C4"/>
    <w:rsid w:val="00E739B9"/>
    <w:rsid w:val="00E834F3"/>
    <w:rsid w:val="00E864B7"/>
    <w:rsid w:val="00E903E8"/>
    <w:rsid w:val="00E91A78"/>
    <w:rsid w:val="00E91E01"/>
    <w:rsid w:val="00E92A64"/>
    <w:rsid w:val="00E92EE4"/>
    <w:rsid w:val="00E92F36"/>
    <w:rsid w:val="00E93E6A"/>
    <w:rsid w:val="00E95A5E"/>
    <w:rsid w:val="00E97B04"/>
    <w:rsid w:val="00EA11E9"/>
    <w:rsid w:val="00EA148E"/>
    <w:rsid w:val="00EA18BC"/>
    <w:rsid w:val="00EA1E04"/>
    <w:rsid w:val="00EA2109"/>
    <w:rsid w:val="00EA2DEB"/>
    <w:rsid w:val="00EA4680"/>
    <w:rsid w:val="00EA61D0"/>
    <w:rsid w:val="00EB0DF0"/>
    <w:rsid w:val="00EB4B91"/>
    <w:rsid w:val="00EB4F68"/>
    <w:rsid w:val="00EB6078"/>
    <w:rsid w:val="00EC3F74"/>
    <w:rsid w:val="00EC7D03"/>
    <w:rsid w:val="00ED00FC"/>
    <w:rsid w:val="00ED2A1A"/>
    <w:rsid w:val="00ED30E2"/>
    <w:rsid w:val="00ED32C5"/>
    <w:rsid w:val="00EE01DF"/>
    <w:rsid w:val="00EE0F6D"/>
    <w:rsid w:val="00EF30AE"/>
    <w:rsid w:val="00EF3861"/>
    <w:rsid w:val="00F01F47"/>
    <w:rsid w:val="00F021BD"/>
    <w:rsid w:val="00F0337B"/>
    <w:rsid w:val="00F0395C"/>
    <w:rsid w:val="00F04851"/>
    <w:rsid w:val="00F06728"/>
    <w:rsid w:val="00F10036"/>
    <w:rsid w:val="00F10616"/>
    <w:rsid w:val="00F10DD6"/>
    <w:rsid w:val="00F11391"/>
    <w:rsid w:val="00F1179E"/>
    <w:rsid w:val="00F123FC"/>
    <w:rsid w:val="00F20C37"/>
    <w:rsid w:val="00F22364"/>
    <w:rsid w:val="00F2431B"/>
    <w:rsid w:val="00F24672"/>
    <w:rsid w:val="00F25CE5"/>
    <w:rsid w:val="00F2663A"/>
    <w:rsid w:val="00F30C38"/>
    <w:rsid w:val="00F30CE2"/>
    <w:rsid w:val="00F30EC6"/>
    <w:rsid w:val="00F312E7"/>
    <w:rsid w:val="00F34355"/>
    <w:rsid w:val="00F4008B"/>
    <w:rsid w:val="00F415F3"/>
    <w:rsid w:val="00F438A7"/>
    <w:rsid w:val="00F43AB5"/>
    <w:rsid w:val="00F508A5"/>
    <w:rsid w:val="00F510AF"/>
    <w:rsid w:val="00F5223E"/>
    <w:rsid w:val="00F52DA0"/>
    <w:rsid w:val="00F545C5"/>
    <w:rsid w:val="00F642F1"/>
    <w:rsid w:val="00F64615"/>
    <w:rsid w:val="00F674D5"/>
    <w:rsid w:val="00F67558"/>
    <w:rsid w:val="00F709D9"/>
    <w:rsid w:val="00F70BE8"/>
    <w:rsid w:val="00F71280"/>
    <w:rsid w:val="00F7162D"/>
    <w:rsid w:val="00F71633"/>
    <w:rsid w:val="00F7218A"/>
    <w:rsid w:val="00F7385B"/>
    <w:rsid w:val="00F73A9C"/>
    <w:rsid w:val="00F76531"/>
    <w:rsid w:val="00F828DE"/>
    <w:rsid w:val="00F854EA"/>
    <w:rsid w:val="00F90720"/>
    <w:rsid w:val="00F917D6"/>
    <w:rsid w:val="00F9399D"/>
    <w:rsid w:val="00F93C96"/>
    <w:rsid w:val="00F94898"/>
    <w:rsid w:val="00F96B37"/>
    <w:rsid w:val="00F97CF2"/>
    <w:rsid w:val="00FA0164"/>
    <w:rsid w:val="00FA1AF6"/>
    <w:rsid w:val="00FA2B1D"/>
    <w:rsid w:val="00FA46C3"/>
    <w:rsid w:val="00FA5F7B"/>
    <w:rsid w:val="00FA62CD"/>
    <w:rsid w:val="00FB0ABE"/>
    <w:rsid w:val="00FB12F1"/>
    <w:rsid w:val="00FB516F"/>
    <w:rsid w:val="00FB785A"/>
    <w:rsid w:val="00FC34B7"/>
    <w:rsid w:val="00FC42C0"/>
    <w:rsid w:val="00FC4CA9"/>
    <w:rsid w:val="00FC51CB"/>
    <w:rsid w:val="00FC51E6"/>
    <w:rsid w:val="00FC5E9B"/>
    <w:rsid w:val="00FD0353"/>
    <w:rsid w:val="00FD07CE"/>
    <w:rsid w:val="00FD5954"/>
    <w:rsid w:val="00FD5981"/>
    <w:rsid w:val="00FD60F6"/>
    <w:rsid w:val="00FD68AC"/>
    <w:rsid w:val="00FD79F1"/>
    <w:rsid w:val="00FE0513"/>
    <w:rsid w:val="00FE1C77"/>
    <w:rsid w:val="00FE246B"/>
    <w:rsid w:val="00FE26C0"/>
    <w:rsid w:val="00FE625C"/>
    <w:rsid w:val="00FF3FBA"/>
    <w:rsid w:val="00FF4EA4"/>
    <w:rsid w:val="00FF5461"/>
    <w:rsid w:val="00FF5C31"/>
    <w:rsid w:val="00FF6CC5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EF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annotation reference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67E4B"/>
    <w:pPr>
      <w:jc w:val="both"/>
    </w:pPr>
  </w:style>
  <w:style w:type="paragraph" w:styleId="Antrat1">
    <w:name w:val="heading 1"/>
    <w:aliases w:val="~SectionHeading"/>
    <w:basedOn w:val="prastasis"/>
    <w:next w:val="prastasis"/>
    <w:link w:val="Antrat1Diagrama"/>
    <w:uiPriority w:val="9"/>
    <w:qFormat/>
    <w:rsid w:val="00A20F0D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bCs/>
      <w:caps/>
      <w:color w:val="44546A" w:themeColor="text2"/>
      <w:szCs w:val="28"/>
    </w:rPr>
  </w:style>
  <w:style w:type="paragraph" w:styleId="Antrat2">
    <w:name w:val="heading 2"/>
    <w:aliases w:val="~SubHeading"/>
    <w:basedOn w:val="Iskirtacitata"/>
    <w:next w:val="prastasis"/>
    <w:link w:val="Antrat2Diagrama"/>
    <w:uiPriority w:val="9"/>
    <w:qFormat/>
    <w:rsid w:val="00A20F0D"/>
    <w:pPr>
      <w:pBdr>
        <w:top w:val="none" w:sz="0" w:space="0" w:color="auto"/>
        <w:bottom w:val="none" w:sz="0" w:space="0" w:color="auto"/>
      </w:pBdr>
      <w:spacing w:before="240" w:after="240"/>
      <w:ind w:left="0" w:right="0"/>
      <w:outlineLvl w:val="1"/>
    </w:pPr>
    <w:rPr>
      <w:b/>
      <w:i w:val="0"/>
      <w:color w:val="0070C0"/>
    </w:rPr>
  </w:style>
  <w:style w:type="paragraph" w:styleId="Antrat3">
    <w:name w:val="heading 3"/>
    <w:aliases w:val="~MinorSubHeading"/>
    <w:basedOn w:val="prastasis"/>
    <w:next w:val="prastasis"/>
    <w:link w:val="Antrat3Diagrama"/>
    <w:uiPriority w:val="9"/>
    <w:qFormat/>
    <w:rsid w:val="00A20F0D"/>
    <w:pPr>
      <w:keepNext/>
      <w:keepLines/>
      <w:outlineLvl w:val="2"/>
    </w:pPr>
    <w:rPr>
      <w:rFonts w:eastAsiaTheme="majorEastAsia" w:cstheme="majorBidi"/>
      <w:bCs/>
      <w:i/>
    </w:rPr>
  </w:style>
  <w:style w:type="paragraph" w:styleId="Antrat4">
    <w:name w:val="heading 4"/>
    <w:aliases w:val="~Level4Heading"/>
    <w:basedOn w:val="prastasis"/>
    <w:next w:val="prastasis"/>
    <w:link w:val="Antrat4Diagrama"/>
    <w:uiPriority w:val="9"/>
    <w:unhideWhenUsed/>
    <w:qFormat/>
    <w:rsid w:val="00A20F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ntrat5">
    <w:name w:val="heading 5"/>
    <w:aliases w:val="~AppendixHeading"/>
    <w:basedOn w:val="prastasis"/>
    <w:next w:val="prastasis"/>
    <w:link w:val="Antrat5Diagrama"/>
    <w:uiPriority w:val="9"/>
    <w:unhideWhenUsed/>
    <w:qFormat/>
    <w:rsid w:val="00A20F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Antrat6">
    <w:name w:val="heading 6"/>
    <w:aliases w:val="~AppSubHeading"/>
    <w:basedOn w:val="prastasis"/>
    <w:next w:val="prastasis"/>
    <w:link w:val="Antrat6Diagrama"/>
    <w:uiPriority w:val="9"/>
    <w:unhideWhenUsed/>
    <w:qFormat/>
    <w:rsid w:val="00A20F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ntrat7">
    <w:name w:val="heading 7"/>
    <w:aliases w:val="~AppSubLevel3"/>
    <w:basedOn w:val="prastasis"/>
    <w:next w:val="prastasis"/>
    <w:link w:val="Antrat7Diagrama"/>
    <w:uiPriority w:val="9"/>
    <w:unhideWhenUsed/>
    <w:qFormat/>
    <w:rsid w:val="00A20F0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aliases w:val="~AppSubLevel4"/>
    <w:basedOn w:val="prastasis"/>
    <w:next w:val="prastasis"/>
    <w:link w:val="Antrat8Diagrama"/>
    <w:uiPriority w:val="9"/>
    <w:unhideWhenUsed/>
    <w:qFormat/>
    <w:rsid w:val="00A20F0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rsid w:val="00A20F0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~SectionHeading Diagrama"/>
    <w:basedOn w:val="Numatytasispastraiposriftas"/>
    <w:link w:val="Antrat1"/>
    <w:uiPriority w:val="9"/>
    <w:rsid w:val="005F41C4"/>
    <w:rPr>
      <w:rFonts w:eastAsiaTheme="majorEastAsia" w:cstheme="majorBidi"/>
      <w:b/>
      <w:bCs/>
      <w:caps/>
      <w:color w:val="44546A" w:themeColor="text2"/>
      <w:szCs w:val="28"/>
    </w:rPr>
  </w:style>
  <w:style w:type="character" w:customStyle="1" w:styleId="Antrat2Diagrama">
    <w:name w:val="Antraštė 2 Diagrama"/>
    <w:aliases w:val="~SubHeading Diagrama"/>
    <w:basedOn w:val="Numatytasispastraiposriftas"/>
    <w:link w:val="Antrat2"/>
    <w:uiPriority w:val="9"/>
    <w:rsid w:val="003753FD"/>
    <w:rPr>
      <w:b/>
      <w:iCs/>
      <w:color w:val="0070C0"/>
    </w:rPr>
  </w:style>
  <w:style w:type="character" w:customStyle="1" w:styleId="Antrat3Diagrama">
    <w:name w:val="Antraštė 3 Diagrama"/>
    <w:aliases w:val="~MinorSubHeading Diagrama"/>
    <w:basedOn w:val="Numatytasispastraiposriftas"/>
    <w:link w:val="Antrat3"/>
    <w:uiPriority w:val="9"/>
    <w:rsid w:val="00DA0A67"/>
    <w:rPr>
      <w:rFonts w:eastAsiaTheme="majorEastAsia" w:cstheme="majorBidi"/>
      <w:bCs/>
      <w:i/>
    </w:rPr>
  </w:style>
  <w:style w:type="character" w:customStyle="1" w:styleId="Antrat4Diagrama">
    <w:name w:val="Antraštė 4 Diagrama"/>
    <w:aliases w:val="~Level4Heading Diagrama"/>
    <w:basedOn w:val="Numatytasispastraiposriftas"/>
    <w:link w:val="Antrat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aliases w:val="~AppendixHeading Diagrama"/>
    <w:basedOn w:val="Numatytasispastraiposriftas"/>
    <w:link w:val="Antrat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ntrat6Diagrama">
    <w:name w:val="Antraštė 6 Diagrama"/>
    <w:aliases w:val="~AppSubHeading Diagrama"/>
    <w:basedOn w:val="Numatytasispastraiposriftas"/>
    <w:link w:val="Antrat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Antrat7Diagrama">
    <w:name w:val="Antraštė 7 Diagrama"/>
    <w:aliases w:val="~AppSubLevel3 Diagrama"/>
    <w:basedOn w:val="Numatytasispastraiposriftas"/>
    <w:link w:val="Antrat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aliases w:val="~AppSubLevel4 Diagrama"/>
    <w:basedOn w:val="Numatytasispastraiposriftas"/>
    <w:link w:val="Antrat8"/>
    <w:uiPriority w:val="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20F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A20F0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Pr>
      <w:rFonts w:eastAsiaTheme="minorEastAsia"/>
      <w:color w:val="5A5A5A" w:themeColor="text1" w:themeTint="A5"/>
      <w:spacing w:val="15"/>
    </w:rPr>
  </w:style>
  <w:style w:type="character" w:styleId="Nerykuspabraukimas">
    <w:name w:val="Subtle Emphasis"/>
    <w:basedOn w:val="Numatytasispastraiposriftas"/>
    <w:uiPriority w:val="19"/>
    <w:qFormat/>
    <w:rPr>
      <w:i/>
      <w:iCs/>
      <w:color w:val="404040" w:themeColor="text1" w:themeTint="BF"/>
    </w:rPr>
  </w:style>
  <w:style w:type="character" w:styleId="Emfaz">
    <w:name w:val="Emphasis"/>
    <w:basedOn w:val="Numatytasispastraiposriftas"/>
    <w:uiPriority w:val="20"/>
    <w:qFormat/>
    <w:rPr>
      <w:i/>
      <w:iCs/>
    </w:rPr>
  </w:style>
  <w:style w:type="character" w:styleId="Rykuspabraukimas">
    <w:name w:val="Intense Emphasis"/>
    <w:basedOn w:val="Numatytasispastraiposriftas"/>
    <w:uiPriority w:val="21"/>
    <w:qFormat/>
    <w:rPr>
      <w:i/>
      <w:iCs/>
      <w:color w:val="5B9BD5" w:themeColor="accent1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20F0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20F0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5B9BD5" w:themeColor="accent1"/>
    </w:rPr>
  </w:style>
  <w:style w:type="character" w:styleId="Nerykinuoroda">
    <w:name w:val="Subtle Reference"/>
    <w:basedOn w:val="Numatytasispastraiposriftas"/>
    <w:uiPriority w:val="31"/>
    <w:qFormat/>
    <w:rPr>
      <w:smallCaps/>
      <w:color w:val="5A5A5A" w:themeColor="text1" w:themeTint="A5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5B9BD5" w:themeColor="accent1"/>
      <w:spacing w:val="5"/>
    </w:rPr>
  </w:style>
  <w:style w:type="character" w:styleId="Knygospavadinimas">
    <w:name w:val="Book Title"/>
    <w:basedOn w:val="Numatytasispastraiposriftas"/>
    <w:uiPriority w:val="33"/>
    <w:qFormat/>
    <w:rPr>
      <w:b/>
      <w:bCs/>
      <w:i/>
      <w:iCs/>
      <w:spacing w:val="5"/>
    </w:rPr>
  </w:style>
  <w:style w:type="paragraph" w:styleId="Sraopastraipa">
    <w:name w:val="List Paragraph"/>
    <w:aliases w:val="Table of contents numbered,Colorful List - Accent 11,List Paragraph1,Bullet EY,List Paragraph2,ERP-List Paragraph,List Paragraph11,List Paragraph Red,Buletai,List Paragraph21,lp1,Use Case List Paragraph,Numbering,List Paragraph111"/>
    <w:basedOn w:val="prastasis"/>
    <w:link w:val="SraopastraipaDiagrama"/>
    <w:uiPriority w:val="34"/>
    <w:qFormat/>
    <w:rsid w:val="00A20F0D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unhideWhenUsed/>
    <w:rPr>
      <w:color w:val="954F72" w:themeColor="followedHyperlink"/>
      <w:u w:val="single"/>
    </w:rPr>
  </w:style>
  <w:style w:type="paragraph" w:styleId="Antrat">
    <w:name w:val="caption"/>
    <w:aliases w:val="~Caption"/>
    <w:basedOn w:val="prastasis"/>
    <w:next w:val="prastasis"/>
    <w:link w:val="AntratDiagrama"/>
    <w:unhideWhenUsed/>
    <w:qFormat/>
    <w:rsid w:val="00A20F0D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NoList1">
    <w:name w:val="No List1"/>
    <w:next w:val="Sraonra"/>
    <w:uiPriority w:val="99"/>
    <w:semiHidden/>
    <w:unhideWhenUsed/>
    <w:rsid w:val="00226CD4"/>
  </w:style>
  <w:style w:type="paragraph" w:customStyle="1" w:styleId="BaseHeadingsSans">
    <w:name w:val="_BaseHeadings_Sans"/>
    <w:basedOn w:val="BaseStyleColour1"/>
    <w:link w:val="BaseHeadingsSansChar"/>
    <w:rsid w:val="00A20F0D"/>
  </w:style>
  <w:style w:type="paragraph" w:customStyle="1" w:styleId="BaseStyleColour1">
    <w:name w:val="_BaseStyleColour1"/>
    <w:basedOn w:val="BaseStyleOverall"/>
    <w:link w:val="BaseStyleColour1Char"/>
    <w:rsid w:val="00A20F0D"/>
    <w:rPr>
      <w:color w:val="80A1B6"/>
    </w:rPr>
  </w:style>
  <w:style w:type="paragraph" w:customStyle="1" w:styleId="BaseStyleOverall">
    <w:name w:val="_BaseStyleOverall"/>
    <w:basedOn w:val="prastasis"/>
    <w:link w:val="BaseStyleOverallChar"/>
    <w:rsid w:val="00A20F0D"/>
    <w:rPr>
      <w:sz w:val="24"/>
      <w:lang w:val="en-GB"/>
    </w:rPr>
  </w:style>
  <w:style w:type="character" w:customStyle="1" w:styleId="BaseStyleOverallChar">
    <w:name w:val="_BaseStyleOverall Char"/>
    <w:basedOn w:val="Numatytasispastraiposriftas"/>
    <w:link w:val="BaseStyleOverall"/>
    <w:rsid w:val="00226CD4"/>
    <w:rPr>
      <w:sz w:val="24"/>
      <w:lang w:val="en-GB"/>
    </w:rPr>
  </w:style>
  <w:style w:type="character" w:customStyle="1" w:styleId="BaseStyleColour1Char">
    <w:name w:val="_BaseStyleColour1 Char"/>
    <w:basedOn w:val="BaseStyleOverallChar"/>
    <w:link w:val="BaseStyleColour1"/>
    <w:rsid w:val="00226CD4"/>
    <w:rPr>
      <w:color w:val="80A1B6"/>
      <w:sz w:val="24"/>
      <w:lang w:val="en-GB"/>
    </w:rPr>
  </w:style>
  <w:style w:type="character" w:customStyle="1" w:styleId="BaseHeadingsSansChar">
    <w:name w:val="_BaseHeadings_Sans Char"/>
    <w:basedOn w:val="BaseStyleColour1Char"/>
    <w:link w:val="BaseHeadingsSans"/>
    <w:rsid w:val="00226CD4"/>
    <w:rPr>
      <w:color w:val="80A1B6"/>
      <w:sz w:val="24"/>
      <w:lang w:val="en-GB"/>
    </w:rPr>
  </w:style>
  <w:style w:type="table" w:styleId="Lentelstinklelis">
    <w:name w:val="Table Grid"/>
    <w:basedOn w:val="prastojilentel"/>
    <w:uiPriority w:val="59"/>
    <w:rsid w:val="00226CD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aliases w:val="~BaseStyle"/>
    <w:link w:val="BetarpDiagrama"/>
    <w:uiPriority w:val="1"/>
    <w:qFormat/>
    <w:rsid w:val="00A20F0D"/>
    <w:rPr>
      <w:lang w:val="en-GB"/>
    </w:rPr>
  </w:style>
  <w:style w:type="paragraph" w:customStyle="1" w:styleId="DocType">
    <w:name w:val="~DocType"/>
    <w:basedOn w:val="DocComp"/>
    <w:qFormat/>
    <w:rsid w:val="00A20F0D"/>
  </w:style>
  <w:style w:type="paragraph" w:customStyle="1" w:styleId="DocComp">
    <w:name w:val="~DocComp"/>
    <w:basedOn w:val="BaseHeadingsSans"/>
    <w:link w:val="DocCompChar"/>
    <w:qFormat/>
    <w:rsid w:val="00A20F0D"/>
    <w:rPr>
      <w:b/>
      <w:sz w:val="28"/>
    </w:rPr>
  </w:style>
  <w:style w:type="character" w:customStyle="1" w:styleId="DocCompChar">
    <w:name w:val="~DocComp Char"/>
    <w:basedOn w:val="BaseHeadingsSansChar"/>
    <w:link w:val="DocComp"/>
    <w:rsid w:val="00226CD4"/>
    <w:rPr>
      <w:b/>
      <w:color w:val="80A1B6"/>
      <w:sz w:val="28"/>
      <w:lang w:val="en-GB"/>
    </w:rPr>
  </w:style>
  <w:style w:type="paragraph" w:customStyle="1" w:styleId="DocDate">
    <w:name w:val="~DocDate"/>
    <w:basedOn w:val="BaseHeadingsSans"/>
    <w:qFormat/>
    <w:rsid w:val="00A20F0D"/>
    <w:rPr>
      <w:color w:val="auto"/>
      <w:sz w:val="28"/>
    </w:rPr>
  </w:style>
  <w:style w:type="paragraph" w:customStyle="1" w:styleId="DocTitle">
    <w:name w:val="~DocTitle"/>
    <w:basedOn w:val="BaseHeadingsSans"/>
    <w:qFormat/>
    <w:rsid w:val="00A20F0D"/>
    <w:rPr>
      <w:color w:val="auto"/>
      <w:sz w:val="46"/>
    </w:rPr>
  </w:style>
  <w:style w:type="paragraph" w:customStyle="1" w:styleId="DocSubTitle">
    <w:name w:val="~DocSubTitle"/>
    <w:basedOn w:val="DocTitle"/>
    <w:qFormat/>
    <w:rsid w:val="00A20F0D"/>
    <w:pPr>
      <w:spacing w:after="120"/>
    </w:pPr>
    <w:rPr>
      <w:sz w:val="28"/>
    </w:rPr>
  </w:style>
  <w:style w:type="paragraph" w:customStyle="1" w:styleId="DocClient">
    <w:name w:val="~DocClient"/>
    <w:basedOn w:val="BaseHeadingsSans"/>
    <w:qFormat/>
    <w:rsid w:val="00A20F0D"/>
    <w:rPr>
      <w:color w:val="auto"/>
      <w:sz w:val="28"/>
    </w:rPr>
  </w:style>
  <w:style w:type="paragraph" w:customStyle="1" w:styleId="ConfiHeader">
    <w:name w:val="_ConfiHeader"/>
    <w:basedOn w:val="BaseStyleColour1"/>
    <w:qFormat/>
    <w:rsid w:val="00A20F0D"/>
  </w:style>
  <w:style w:type="paragraph" w:customStyle="1" w:styleId="FooterDivRef">
    <w:name w:val="~FooterDivRef"/>
    <w:basedOn w:val="FooterRefsBaseStyle"/>
    <w:rsid w:val="00A20F0D"/>
    <w:rPr>
      <w:caps/>
    </w:rPr>
  </w:style>
  <w:style w:type="paragraph" w:customStyle="1" w:styleId="FooterRefsBaseStyle">
    <w:name w:val="~FooterRefsBaseStyle"/>
    <w:basedOn w:val="BlankPage"/>
    <w:rsid w:val="00A20F0D"/>
    <w:pPr>
      <w:spacing w:before="0" w:line="240" w:lineRule="auto"/>
      <w:jc w:val="right"/>
    </w:pPr>
    <w:rPr>
      <w:color w:val="808080"/>
      <w:sz w:val="18"/>
    </w:rPr>
  </w:style>
  <w:style w:type="paragraph" w:customStyle="1" w:styleId="BlankPage">
    <w:name w:val="~BlankPage"/>
    <w:basedOn w:val="prastasis"/>
    <w:next w:val="prastasis"/>
    <w:qFormat/>
    <w:rsid w:val="00A20F0D"/>
    <w:pPr>
      <w:pageBreakBefore/>
      <w:spacing w:before="260" w:line="276" w:lineRule="auto"/>
    </w:pPr>
    <w:rPr>
      <w:lang w:val="en-GB"/>
    </w:rPr>
  </w:style>
  <w:style w:type="paragraph" w:customStyle="1" w:styleId="NonToc-Heading">
    <w:name w:val="~NonToc-Heading"/>
    <w:basedOn w:val="BaseHeadingsSans"/>
    <w:next w:val="prastasis"/>
    <w:qFormat/>
    <w:rsid w:val="00A20F0D"/>
    <w:pPr>
      <w:keepNext/>
      <w:keepLines/>
      <w:pageBreakBefore/>
      <w:framePr w:w="9520" w:h="1140" w:hRule="exact" w:wrap="around" w:vAnchor="page" w:hAnchor="page" w:x="1305" w:y="1702" w:anchorLock="1"/>
      <w:spacing w:after="360"/>
    </w:pPr>
    <w:rPr>
      <w:sz w:val="48"/>
    </w:rPr>
  </w:style>
  <w:style w:type="paragraph" w:customStyle="1" w:styleId="AppendixDivider">
    <w:name w:val="~AppendixDivider"/>
    <w:basedOn w:val="NonToc-Heading"/>
    <w:next w:val="prastasis"/>
    <w:qFormat/>
    <w:rsid w:val="00A20F0D"/>
    <w:pPr>
      <w:framePr w:wrap="around"/>
      <w:outlineLvl w:val="0"/>
    </w:pPr>
  </w:style>
  <w:style w:type="paragraph" w:customStyle="1" w:styleId="BodyHeading">
    <w:name w:val="~BodyHeading"/>
    <w:basedOn w:val="prastasis"/>
    <w:next w:val="prastasis"/>
    <w:qFormat/>
    <w:rsid w:val="00A20F0D"/>
    <w:pPr>
      <w:keepNext/>
      <w:spacing w:before="260" w:line="276" w:lineRule="auto"/>
    </w:pPr>
    <w:rPr>
      <w:color w:val="0079C1"/>
      <w:lang w:val="en-GB"/>
    </w:rPr>
  </w:style>
  <w:style w:type="paragraph" w:customStyle="1" w:styleId="Bullet10">
    <w:name w:val="~Bullet1"/>
    <w:basedOn w:val="prastasis"/>
    <w:link w:val="Bullet1Char"/>
    <w:qFormat/>
    <w:rsid w:val="00A20F0D"/>
    <w:pPr>
      <w:numPr>
        <w:numId w:val="1"/>
      </w:numPr>
      <w:spacing w:line="276" w:lineRule="auto"/>
    </w:pPr>
    <w:rPr>
      <w:rFonts w:eastAsia="Calibri"/>
      <w:lang w:val="en-GB"/>
    </w:rPr>
  </w:style>
  <w:style w:type="character" w:customStyle="1" w:styleId="Bullet1Char">
    <w:name w:val="~Bullet1 Char"/>
    <w:basedOn w:val="Numatytasispastraiposriftas"/>
    <w:link w:val="Bullet10"/>
    <w:rsid w:val="00226CD4"/>
    <w:rPr>
      <w:rFonts w:eastAsia="Calibri"/>
      <w:lang w:val="en-GB"/>
    </w:rPr>
  </w:style>
  <w:style w:type="paragraph" w:customStyle="1" w:styleId="Bullet20">
    <w:name w:val="~Bullet2"/>
    <w:basedOn w:val="Bullet10"/>
    <w:link w:val="Bullet2Char"/>
    <w:qFormat/>
    <w:rsid w:val="00A20F0D"/>
    <w:pPr>
      <w:numPr>
        <w:ilvl w:val="1"/>
      </w:numPr>
    </w:pPr>
  </w:style>
  <w:style w:type="character" w:customStyle="1" w:styleId="Bullet2Char">
    <w:name w:val="~Bullet2 Char"/>
    <w:basedOn w:val="Bullet1Char"/>
    <w:link w:val="Bullet20"/>
    <w:rsid w:val="00226CD4"/>
    <w:rPr>
      <w:rFonts w:eastAsia="Calibri"/>
      <w:lang w:val="en-GB"/>
    </w:rPr>
  </w:style>
  <w:style w:type="paragraph" w:customStyle="1" w:styleId="Bullet3">
    <w:name w:val="~Bullet3"/>
    <w:basedOn w:val="Bullet20"/>
    <w:qFormat/>
    <w:rsid w:val="00A20F0D"/>
    <w:pPr>
      <w:numPr>
        <w:ilvl w:val="2"/>
      </w:numPr>
    </w:pPr>
  </w:style>
  <w:style w:type="character" w:customStyle="1" w:styleId="AntratDiagrama">
    <w:name w:val="Antraštė Diagrama"/>
    <w:aliases w:val="~Caption Diagrama"/>
    <w:basedOn w:val="Numatytasispastraiposriftas"/>
    <w:link w:val="Antrat"/>
    <w:rsid w:val="00226CD4"/>
    <w:rPr>
      <w:b/>
      <w:bCs/>
      <w:color w:val="5B9BD5" w:themeColor="accent1"/>
      <w:sz w:val="18"/>
      <w:szCs w:val="18"/>
    </w:rPr>
  </w:style>
  <w:style w:type="paragraph" w:customStyle="1" w:styleId="CaptionWide">
    <w:name w:val="~CaptionWide"/>
    <w:basedOn w:val="Antrat"/>
    <w:next w:val="prastasis"/>
    <w:qFormat/>
    <w:rsid w:val="00A20F0D"/>
    <w:pPr>
      <w:keepNext/>
      <w:pBdr>
        <w:top w:val="single" w:sz="48" w:space="1" w:color="FFFFFF"/>
        <w:bottom w:val="single" w:sz="18" w:space="1" w:color="FFFFFF"/>
      </w:pBdr>
      <w:shd w:val="clear" w:color="auto" w:fill="FFFFFF"/>
      <w:tabs>
        <w:tab w:val="left" w:pos="1077"/>
      </w:tabs>
      <w:spacing w:before="260" w:after="0" w:line="276" w:lineRule="auto"/>
      <w:ind w:left="-2093" w:hanging="1026"/>
    </w:pPr>
    <w:rPr>
      <w:rFonts w:eastAsia="Calibri"/>
      <w:bCs w:val="0"/>
      <w:i/>
      <w:iCs/>
      <w:color w:val="0079C1"/>
      <w:szCs w:val="20"/>
      <w:lang w:val="en-GB"/>
    </w:rPr>
  </w:style>
  <w:style w:type="paragraph" w:customStyle="1" w:styleId="SumBullet">
    <w:name w:val="~SumBullet"/>
    <w:basedOn w:val="SumText"/>
    <w:qFormat/>
    <w:rsid w:val="00A20F0D"/>
    <w:pPr>
      <w:numPr>
        <w:numId w:val="5"/>
      </w:numPr>
      <w:spacing w:before="0"/>
    </w:pPr>
  </w:style>
  <w:style w:type="paragraph" w:customStyle="1" w:styleId="SumText">
    <w:name w:val="~SumText"/>
    <w:basedOn w:val="IntroText"/>
    <w:qFormat/>
    <w:rsid w:val="00A20F0D"/>
    <w:pPr>
      <w:pBdr>
        <w:top w:val="none" w:sz="0" w:space="0" w:color="auto"/>
        <w:bottom w:val="none" w:sz="0" w:space="0" w:color="auto"/>
      </w:pBdr>
    </w:pPr>
  </w:style>
  <w:style w:type="paragraph" w:customStyle="1" w:styleId="IntroText">
    <w:name w:val="~IntroText"/>
    <w:basedOn w:val="prastasis"/>
    <w:next w:val="prastasis"/>
    <w:qFormat/>
    <w:rsid w:val="00A20F0D"/>
    <w:pPr>
      <w:pBdr>
        <w:top w:val="single" w:sz="48" w:space="6" w:color="FFFFFF"/>
        <w:bottom w:val="single" w:sz="48" w:space="6" w:color="FFFFFF"/>
      </w:pBdr>
      <w:shd w:val="clear" w:color="auto" w:fill="FFFFFF"/>
      <w:spacing w:before="320" w:line="276" w:lineRule="auto"/>
    </w:pPr>
    <w:rPr>
      <w:sz w:val="26"/>
      <w:lang w:val="en-GB"/>
    </w:rPr>
  </w:style>
  <w:style w:type="paragraph" w:customStyle="1" w:styleId="TableBullet2">
    <w:name w:val="~TableBullet2"/>
    <w:basedOn w:val="TableTextLeft"/>
    <w:qFormat/>
    <w:rsid w:val="00A20F0D"/>
    <w:pPr>
      <w:numPr>
        <w:ilvl w:val="1"/>
        <w:numId w:val="3"/>
      </w:numPr>
    </w:pPr>
  </w:style>
  <w:style w:type="paragraph" w:customStyle="1" w:styleId="TableTextLeft">
    <w:name w:val="~TableTextLeft"/>
    <w:basedOn w:val="BaseStyleOverall"/>
    <w:qFormat/>
    <w:rsid w:val="00A20F0D"/>
    <w:pPr>
      <w:spacing w:before="60" w:after="20"/>
    </w:pPr>
    <w:rPr>
      <w:sz w:val="17"/>
    </w:rPr>
  </w:style>
  <w:style w:type="paragraph" w:customStyle="1" w:styleId="GraphicLeft">
    <w:name w:val="~GraphicLeft"/>
    <w:basedOn w:val="BaseStyleOverall"/>
    <w:rsid w:val="00A20F0D"/>
    <w:pPr>
      <w:ind w:right="11"/>
    </w:pPr>
    <w:rPr>
      <w:sz w:val="18"/>
    </w:rPr>
  </w:style>
  <w:style w:type="paragraph" w:customStyle="1" w:styleId="GraphicCentre">
    <w:name w:val="~GraphicCentre"/>
    <w:basedOn w:val="GraphicLeft"/>
    <w:qFormat/>
    <w:rsid w:val="00A20F0D"/>
    <w:pPr>
      <w:jc w:val="center"/>
    </w:pPr>
  </w:style>
  <w:style w:type="paragraph" w:customStyle="1" w:styleId="GraphicRight">
    <w:name w:val="~GraphicRight"/>
    <w:basedOn w:val="GraphicLeft"/>
    <w:qFormat/>
    <w:rsid w:val="00A20F0D"/>
    <w:pPr>
      <w:jc w:val="right"/>
    </w:pPr>
  </w:style>
  <w:style w:type="paragraph" w:customStyle="1" w:styleId="TableBullet3">
    <w:name w:val="~TableBullet3"/>
    <w:basedOn w:val="TableTextLeft"/>
    <w:qFormat/>
    <w:rsid w:val="00A20F0D"/>
    <w:pPr>
      <w:numPr>
        <w:ilvl w:val="2"/>
        <w:numId w:val="3"/>
      </w:numPr>
    </w:pPr>
  </w:style>
  <w:style w:type="paragraph" w:customStyle="1" w:styleId="NumBullet1">
    <w:name w:val="~NumBullet1"/>
    <w:basedOn w:val="Bullet10"/>
    <w:qFormat/>
    <w:rsid w:val="00A20F0D"/>
    <w:pPr>
      <w:numPr>
        <w:numId w:val="2"/>
      </w:numPr>
    </w:pPr>
  </w:style>
  <w:style w:type="paragraph" w:customStyle="1" w:styleId="NumBullet2">
    <w:name w:val="~NumBullet2"/>
    <w:basedOn w:val="NumBullet1"/>
    <w:qFormat/>
    <w:rsid w:val="00A20F0D"/>
    <w:pPr>
      <w:numPr>
        <w:ilvl w:val="1"/>
      </w:numPr>
    </w:pPr>
  </w:style>
  <w:style w:type="paragraph" w:customStyle="1" w:styleId="NumBullet3">
    <w:name w:val="~NumBullet3"/>
    <w:basedOn w:val="NumBullet2"/>
    <w:qFormat/>
    <w:rsid w:val="00A20F0D"/>
    <w:pPr>
      <w:numPr>
        <w:ilvl w:val="2"/>
      </w:numPr>
    </w:pPr>
  </w:style>
  <w:style w:type="paragraph" w:customStyle="1" w:styleId="Source">
    <w:name w:val="~Source"/>
    <w:basedOn w:val="BaseStyleOverall"/>
    <w:next w:val="prastasis"/>
    <w:qFormat/>
    <w:rsid w:val="00A20F0D"/>
    <w:pPr>
      <w:pBdr>
        <w:top w:val="single" w:sz="8" w:space="6" w:color="FFFFFF"/>
      </w:pBdr>
      <w:shd w:val="clear" w:color="auto" w:fill="FFFFFF"/>
      <w:spacing w:line="276" w:lineRule="auto"/>
      <w:ind w:left="720" w:hanging="720"/>
    </w:pPr>
    <w:rPr>
      <w:rFonts w:eastAsia="Calibri"/>
      <w:color w:val="80A1B6"/>
      <w:sz w:val="16"/>
    </w:rPr>
  </w:style>
  <w:style w:type="paragraph" w:customStyle="1" w:styleId="SourceWide">
    <w:name w:val="~SourceWide"/>
    <w:basedOn w:val="Source"/>
    <w:next w:val="prastasis"/>
    <w:qFormat/>
    <w:rsid w:val="00A20F0D"/>
    <w:pPr>
      <w:ind w:left="-2410"/>
    </w:pPr>
  </w:style>
  <w:style w:type="paragraph" w:customStyle="1" w:styleId="Spacer">
    <w:name w:val="~Spacer"/>
    <w:basedOn w:val="Betarp"/>
    <w:qFormat/>
    <w:rsid w:val="00226CD4"/>
    <w:rPr>
      <w:sz w:val="2"/>
    </w:rPr>
  </w:style>
  <w:style w:type="paragraph" w:customStyle="1" w:styleId="TableBullet1">
    <w:name w:val="~TableBullet1"/>
    <w:basedOn w:val="TableTextLeft"/>
    <w:qFormat/>
    <w:rsid w:val="00A20F0D"/>
    <w:pPr>
      <w:numPr>
        <w:numId w:val="3"/>
      </w:numPr>
    </w:pPr>
    <w:rPr>
      <w:rFonts w:eastAsia="Calibri"/>
    </w:rPr>
  </w:style>
  <w:style w:type="paragraph" w:customStyle="1" w:styleId="TableHeadingLeft">
    <w:name w:val="~TableHeadingLeft"/>
    <w:basedOn w:val="TableTextLeft"/>
    <w:qFormat/>
    <w:rsid w:val="00A20F0D"/>
    <w:pPr>
      <w:keepNext/>
      <w:spacing w:before="80" w:after="40"/>
    </w:pPr>
    <w:rPr>
      <w:b/>
      <w:color w:val="FFFFFF"/>
      <w:szCs w:val="26"/>
    </w:rPr>
  </w:style>
  <w:style w:type="paragraph" w:customStyle="1" w:styleId="TableHeadingCentre">
    <w:name w:val="~TableHeadingCentre"/>
    <w:basedOn w:val="TableHeadingLeft"/>
    <w:qFormat/>
    <w:rsid w:val="00A20F0D"/>
    <w:pPr>
      <w:jc w:val="center"/>
    </w:pPr>
  </w:style>
  <w:style w:type="paragraph" w:customStyle="1" w:styleId="TableHeadingRight">
    <w:name w:val="~TableHeadingRight"/>
    <w:basedOn w:val="TableHeadingLeft"/>
    <w:qFormat/>
    <w:rsid w:val="00A20F0D"/>
    <w:pPr>
      <w:jc w:val="right"/>
    </w:pPr>
  </w:style>
  <w:style w:type="paragraph" w:customStyle="1" w:styleId="TableTextCentre">
    <w:name w:val="~TableTextCentre"/>
    <w:basedOn w:val="TableTextLeft"/>
    <w:qFormat/>
    <w:rsid w:val="00A20F0D"/>
    <w:pPr>
      <w:jc w:val="center"/>
    </w:pPr>
  </w:style>
  <w:style w:type="paragraph" w:customStyle="1" w:styleId="TableTextRight">
    <w:name w:val="~TableTextRight"/>
    <w:basedOn w:val="TableTextLeft"/>
    <w:qFormat/>
    <w:rsid w:val="00A20F0D"/>
    <w:pPr>
      <w:jc w:val="right"/>
    </w:pPr>
  </w:style>
  <w:style w:type="paragraph" w:customStyle="1" w:styleId="TableTotalLeft">
    <w:name w:val="~TableTotalLeft"/>
    <w:basedOn w:val="TableTextLeft"/>
    <w:qFormat/>
    <w:rsid w:val="00A20F0D"/>
    <w:pPr>
      <w:spacing w:before="120" w:after="120"/>
    </w:pPr>
    <w:rPr>
      <w:b/>
    </w:rPr>
  </w:style>
  <w:style w:type="paragraph" w:customStyle="1" w:styleId="TableTotalCentre">
    <w:name w:val="~TableTotalCentre"/>
    <w:basedOn w:val="TableTotalLeft"/>
    <w:qFormat/>
    <w:rsid w:val="00A20F0D"/>
    <w:pPr>
      <w:framePr w:wrap="around" w:vAnchor="page" w:hAnchor="margin" w:y="1135"/>
      <w:suppressOverlap/>
      <w:jc w:val="center"/>
    </w:pPr>
  </w:style>
  <w:style w:type="paragraph" w:customStyle="1" w:styleId="TableTotalRight">
    <w:name w:val="~TableTotalRight"/>
    <w:basedOn w:val="TableTotalLeft"/>
    <w:qFormat/>
    <w:rsid w:val="00A20F0D"/>
    <w:pPr>
      <w:framePr w:wrap="around" w:vAnchor="page" w:hAnchor="margin" w:y="1135"/>
      <w:suppressOverlap/>
      <w:jc w:val="right"/>
    </w:pPr>
  </w:style>
  <w:style w:type="paragraph" w:customStyle="1" w:styleId="Footer1">
    <w:name w:val="~Footer1"/>
    <w:basedOn w:val="Antrats"/>
    <w:next w:val="Porat"/>
    <w:link w:val="FooterChar"/>
    <w:uiPriority w:val="99"/>
    <w:rsid w:val="00A20F0D"/>
    <w:rPr>
      <w:color w:val="808080"/>
      <w:szCs w:val="22"/>
      <w:lang w:val="en-US"/>
    </w:rPr>
  </w:style>
  <w:style w:type="paragraph" w:styleId="Antrats">
    <w:name w:val="header"/>
    <w:aliases w:val="~Header"/>
    <w:basedOn w:val="BaseStyleOverall"/>
    <w:link w:val="AntratsDiagrama"/>
    <w:uiPriority w:val="99"/>
    <w:rsid w:val="00A20F0D"/>
    <w:rPr>
      <w:sz w:val="16"/>
    </w:rPr>
  </w:style>
  <w:style w:type="character" w:customStyle="1" w:styleId="AntratsDiagrama">
    <w:name w:val="Antraštės Diagrama"/>
    <w:aliases w:val="~Header Diagrama"/>
    <w:basedOn w:val="Numatytasispastraiposriftas"/>
    <w:link w:val="Antrats"/>
    <w:uiPriority w:val="99"/>
    <w:rsid w:val="00226CD4"/>
    <w:rPr>
      <w:sz w:val="16"/>
      <w:lang w:val="en-GB"/>
    </w:rPr>
  </w:style>
  <w:style w:type="character" w:customStyle="1" w:styleId="FooterChar">
    <w:name w:val="Footer Char"/>
    <w:aliases w:val="~Footer Char"/>
    <w:basedOn w:val="Numatytasispastraiposriftas"/>
    <w:link w:val="Footer1"/>
    <w:uiPriority w:val="99"/>
    <w:rsid w:val="00226CD4"/>
    <w:rPr>
      <w:color w:val="808080"/>
      <w:sz w:val="16"/>
      <w:szCs w:val="22"/>
    </w:rPr>
  </w:style>
  <w:style w:type="character" w:customStyle="1" w:styleId="FootnoteReference1">
    <w:name w:val="Footnote Reference1"/>
    <w:basedOn w:val="Numatytasispastraiposriftas"/>
    <w:rsid w:val="00226CD4"/>
    <w:rPr>
      <w:rFonts w:ascii="Arial" w:hAnsi="Arial"/>
      <w:vertAlign w:val="superscript"/>
    </w:rPr>
  </w:style>
  <w:style w:type="paragraph" w:customStyle="1" w:styleId="FootnoteText1">
    <w:name w:val="~FootnoteText1"/>
    <w:basedOn w:val="BaseStyleOverall"/>
    <w:next w:val="Puslapioinaostekstas"/>
    <w:link w:val="FootnoteTextChar"/>
    <w:rsid w:val="00A20F0D"/>
    <w:pPr>
      <w:widowControl w:val="0"/>
      <w:spacing w:before="120"/>
      <w:ind w:left="181" w:hanging="181"/>
    </w:pPr>
    <w:rPr>
      <w:color w:val="80A1B6"/>
      <w:sz w:val="16"/>
      <w:szCs w:val="22"/>
      <w:lang w:val="en-US"/>
    </w:rPr>
  </w:style>
  <w:style w:type="character" w:customStyle="1" w:styleId="FootnoteTextChar">
    <w:name w:val="Footnote Text Char"/>
    <w:aliases w:val="~FootnoteText Char"/>
    <w:basedOn w:val="Numatytasispastraiposriftas"/>
    <w:link w:val="FootnoteText1"/>
    <w:rsid w:val="00226CD4"/>
    <w:rPr>
      <w:color w:val="80A1B6"/>
      <w:sz w:val="16"/>
      <w:szCs w:val="22"/>
    </w:rPr>
  </w:style>
  <w:style w:type="paragraph" w:customStyle="1" w:styleId="SectionHeadings1">
    <w:name w:val="~SectionHeadings1"/>
    <w:basedOn w:val="BaseStyleOverall"/>
    <w:next w:val="prastasis"/>
    <w:uiPriority w:val="39"/>
    <w:qFormat/>
    <w:rsid w:val="00A20F0D"/>
    <w:pPr>
      <w:pBdr>
        <w:top w:val="single" w:sz="8" w:space="3" w:color="FFFFFF"/>
        <w:bottom w:val="single" w:sz="8" w:space="0" w:color="FFFFFF"/>
      </w:pBdr>
      <w:shd w:val="clear" w:color="auto" w:fill="E0E6EB"/>
      <w:tabs>
        <w:tab w:val="right" w:pos="9441"/>
      </w:tabs>
      <w:spacing w:before="260" w:line="276" w:lineRule="auto"/>
      <w:ind w:left="1077" w:right="28" w:hanging="1077"/>
    </w:pPr>
    <w:rPr>
      <w:rFonts w:eastAsia="Times New Roman"/>
      <w:noProof/>
      <w:sz w:val="20"/>
      <w:lang w:eastAsia="en-GB"/>
    </w:rPr>
  </w:style>
  <w:style w:type="paragraph" w:customStyle="1" w:styleId="SubHeadings1">
    <w:name w:val="~SubHeadings1"/>
    <w:basedOn w:val="Turinys1"/>
    <w:next w:val="prastasis"/>
    <w:uiPriority w:val="39"/>
    <w:qFormat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color w:val="333333"/>
      <w:sz w:val="18"/>
      <w:szCs w:val="20"/>
      <w:lang w:eastAsia="en-GB"/>
    </w:rPr>
  </w:style>
  <w:style w:type="paragraph" w:styleId="Turinys3">
    <w:name w:val="toc 3"/>
    <w:aliases w:val="~MinorSubheadings"/>
    <w:basedOn w:val="Turinys2"/>
    <w:next w:val="prastasis"/>
    <w:uiPriority w:val="39"/>
    <w:qFormat/>
    <w:rsid w:val="00A20F0D"/>
    <w:pPr>
      <w:tabs>
        <w:tab w:val="clear" w:pos="9458"/>
        <w:tab w:val="right" w:leader="underscore" w:pos="9441"/>
      </w:tabs>
      <w:spacing w:before="40" w:after="40"/>
      <w:ind w:left="1474" w:right="28" w:hanging="680"/>
    </w:pPr>
    <w:rPr>
      <w:rFonts w:eastAsia="Times New Roman"/>
      <w:noProof/>
      <w:color w:val="333333"/>
      <w:sz w:val="18"/>
      <w:lang w:val="en-GB" w:eastAsia="en-GB"/>
    </w:rPr>
  </w:style>
  <w:style w:type="paragraph" w:styleId="Turinys4">
    <w:name w:val="toc 4"/>
    <w:aliases w:val="~FourthHeadLevel"/>
    <w:basedOn w:val="Turinys3"/>
    <w:next w:val="prastasis"/>
    <w:uiPriority w:val="39"/>
    <w:rsid w:val="00A20F0D"/>
    <w:pPr>
      <w:tabs>
        <w:tab w:val="left" w:pos="2098"/>
      </w:tabs>
      <w:ind w:left="2098" w:hanging="794"/>
    </w:pPr>
  </w:style>
  <w:style w:type="paragraph" w:styleId="Turinys5">
    <w:name w:val="toc 5"/>
    <w:aliases w:val="~SummaryHeadings"/>
    <w:basedOn w:val="Turinys1"/>
    <w:next w:val="prastasis"/>
    <w:uiPriority w:val="39"/>
    <w:rsid w:val="00A20F0D"/>
    <w:pPr>
      <w:pBdr>
        <w:top w:val="single" w:sz="8" w:space="3" w:color="FFFFFF"/>
      </w:pBdr>
      <w:shd w:val="clear" w:color="auto" w:fill="E0E6EB"/>
      <w:tabs>
        <w:tab w:val="clear" w:pos="9458"/>
        <w:tab w:val="right" w:pos="9441"/>
      </w:tabs>
      <w:spacing w:before="260" w:after="0" w:line="276" w:lineRule="auto"/>
      <w:ind w:right="28"/>
    </w:pPr>
    <w:rPr>
      <w:rFonts w:eastAsia="Times New Roman"/>
      <w:sz w:val="20"/>
      <w:szCs w:val="20"/>
      <w:lang w:eastAsia="en-GB"/>
    </w:rPr>
  </w:style>
  <w:style w:type="paragraph" w:styleId="Turinys6">
    <w:name w:val="toc 6"/>
    <w:aliases w:val="~AppDivider"/>
    <w:basedOn w:val="Turinys1"/>
    <w:next w:val="prastasis"/>
    <w:autoRedefine/>
    <w:uiPriority w:val="39"/>
    <w:rsid w:val="00A20F0D"/>
    <w:pPr>
      <w:tabs>
        <w:tab w:val="clear" w:pos="9458"/>
        <w:tab w:val="right" w:pos="9441"/>
      </w:tabs>
      <w:spacing w:before="360" w:after="60"/>
      <w:ind w:left="1077" w:right="28" w:hanging="1077"/>
    </w:pPr>
    <w:rPr>
      <w:rFonts w:eastAsia="Times New Roman"/>
      <w:sz w:val="24"/>
      <w:szCs w:val="20"/>
      <w:lang w:eastAsia="en-GB"/>
    </w:rPr>
  </w:style>
  <w:style w:type="paragraph" w:styleId="Turinys7">
    <w:name w:val="toc 7"/>
    <w:aliases w:val="~AppHeadings"/>
    <w:basedOn w:val="Turinys2"/>
    <w:next w:val="prastasis"/>
    <w:uiPriority w:val="39"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paragraph" w:styleId="Turinys8">
    <w:name w:val="toc 8"/>
    <w:aliases w:val="~AppSubHeadings"/>
    <w:basedOn w:val="Turinys2"/>
    <w:next w:val="prastasis"/>
    <w:uiPriority w:val="39"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0F0D"/>
    <w:rPr>
      <w:rFonts w:ascii="Tahoma" w:hAnsi="Tahoma" w:cs="Tahoma"/>
      <w:sz w:val="16"/>
      <w:szCs w:val="16"/>
      <w:lang w:val="en-GB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6CD4"/>
    <w:rPr>
      <w:rFonts w:ascii="Tahoma" w:hAnsi="Tahoma" w:cs="Tahoma"/>
      <w:sz w:val="16"/>
      <w:szCs w:val="16"/>
      <w:lang w:val="en-GB"/>
    </w:rPr>
  </w:style>
  <w:style w:type="paragraph" w:customStyle="1" w:styleId="TocHeading">
    <w:name w:val="~TocHeading"/>
    <w:basedOn w:val="prastasis"/>
    <w:next w:val="Turinys1"/>
    <w:qFormat/>
    <w:rsid w:val="00A20F0D"/>
    <w:pPr>
      <w:keepNext/>
      <w:tabs>
        <w:tab w:val="left" w:pos="1077"/>
        <w:tab w:val="right" w:pos="9446"/>
      </w:tabs>
      <w:spacing w:before="260" w:after="120" w:line="276" w:lineRule="auto"/>
    </w:pPr>
    <w:rPr>
      <w:rFonts w:ascii="Arial Black" w:hAnsi="Arial Black"/>
      <w:lang w:val="en-GB"/>
    </w:rPr>
  </w:style>
  <w:style w:type="paragraph" w:customStyle="1" w:styleId="RefDocClient">
    <w:name w:val="~RefDocClient"/>
    <w:basedOn w:val="DocClient"/>
    <w:rsid w:val="00A20F0D"/>
    <w:pPr>
      <w:jc w:val="right"/>
    </w:pPr>
    <w:rPr>
      <w:sz w:val="30"/>
    </w:rPr>
  </w:style>
  <w:style w:type="paragraph" w:customStyle="1" w:styleId="RefDocComp">
    <w:name w:val="~RefDocComp"/>
    <w:basedOn w:val="DocComp"/>
    <w:rsid w:val="00A20F0D"/>
  </w:style>
  <w:style w:type="table" w:customStyle="1" w:styleId="TableNormal">
    <w:name w:val="~TableNormal"/>
    <w:basedOn w:val="prastojilentel"/>
    <w:semiHidden/>
    <w:rsid w:val="00226CD4"/>
    <w:rPr>
      <w:lang w:val="en-GB"/>
    </w:rPr>
    <w:tblPr/>
  </w:style>
  <w:style w:type="paragraph" w:customStyle="1" w:styleId="TOCHeading1">
    <w:name w:val="TOC Heading1"/>
    <w:basedOn w:val="Antrat1"/>
    <w:next w:val="prastasis"/>
    <w:uiPriority w:val="39"/>
    <w:qFormat/>
    <w:rsid w:val="00A20F0D"/>
    <w:pPr>
      <w:keepLines w:val="0"/>
      <w:pageBreakBefore/>
      <w:framePr w:w="9524" w:h="1191" w:hRule="exact" w:wrap="around" w:vAnchor="page" w:hAnchor="page" w:x="1304" w:y="1701" w:anchorLock="1"/>
      <w:shd w:val="clear" w:color="auto" w:fill="FFFFFF"/>
      <w:spacing w:before="480" w:line="264" w:lineRule="auto"/>
      <w:outlineLvl w:val="9"/>
    </w:pPr>
    <w:rPr>
      <w:bCs w:val="0"/>
      <w:sz w:val="28"/>
      <w:lang w:val="en-GB"/>
    </w:rPr>
  </w:style>
  <w:style w:type="paragraph" w:customStyle="1" w:styleId="Hidden">
    <w:name w:val="~Hidden!!!"/>
    <w:basedOn w:val="Betarp"/>
    <w:rsid w:val="00A20F0D"/>
    <w:pPr>
      <w:ind w:left="11340" w:right="-5670"/>
    </w:pPr>
    <w:rPr>
      <w:color w:val="C00000"/>
    </w:rPr>
  </w:style>
  <w:style w:type="paragraph" w:customStyle="1" w:styleId="Disclaimer">
    <w:name w:val="~Disclaimer"/>
    <w:basedOn w:val="BaseStyleOverall"/>
    <w:qFormat/>
    <w:rsid w:val="00A20F0D"/>
    <w:pPr>
      <w:spacing w:before="200"/>
    </w:pPr>
    <w:rPr>
      <w:sz w:val="16"/>
    </w:rPr>
  </w:style>
  <w:style w:type="paragraph" w:customStyle="1" w:styleId="DocAddress">
    <w:name w:val="~DocAddress"/>
    <w:basedOn w:val="BaseStyleOverall"/>
    <w:qFormat/>
    <w:rsid w:val="00A20F0D"/>
    <w:pPr>
      <w:spacing w:line="276" w:lineRule="auto"/>
    </w:pPr>
    <w:rPr>
      <w:sz w:val="16"/>
    </w:rPr>
  </w:style>
  <w:style w:type="paragraph" w:customStyle="1" w:styleId="DocClientAddress">
    <w:name w:val="~DocClientAddress"/>
    <w:basedOn w:val="DocClient"/>
    <w:qFormat/>
    <w:rsid w:val="00A20F0D"/>
    <w:rPr>
      <w:sz w:val="16"/>
    </w:rPr>
  </w:style>
  <w:style w:type="paragraph" w:customStyle="1" w:styleId="DocContact">
    <w:name w:val="~DocContact"/>
    <w:basedOn w:val="DocAddress"/>
    <w:qFormat/>
    <w:rsid w:val="00A20F0D"/>
  </w:style>
  <w:style w:type="paragraph" w:customStyle="1" w:styleId="DocRefAddress">
    <w:name w:val="~DocRefAddress"/>
    <w:basedOn w:val="DocAddress"/>
    <w:rsid w:val="00A20F0D"/>
    <w:rPr>
      <w:noProof/>
    </w:rPr>
  </w:style>
  <w:style w:type="paragraph" w:customStyle="1" w:styleId="DocRefContact">
    <w:name w:val="~DocRefContact"/>
    <w:basedOn w:val="DocContact"/>
    <w:rsid w:val="00A20F0D"/>
  </w:style>
  <w:style w:type="paragraph" w:customStyle="1" w:styleId="DocConfi">
    <w:name w:val="~DocConfi"/>
    <w:basedOn w:val="DocComp"/>
    <w:link w:val="DocConfiChar"/>
    <w:qFormat/>
    <w:rsid w:val="00A20F0D"/>
    <w:rPr>
      <w:b w:val="0"/>
    </w:rPr>
  </w:style>
  <w:style w:type="character" w:customStyle="1" w:styleId="DocConfiChar">
    <w:name w:val="~DocConfi Char"/>
    <w:basedOn w:val="DocCompChar"/>
    <w:link w:val="DocConfi"/>
    <w:rsid w:val="00226CD4"/>
    <w:rPr>
      <w:b w:val="0"/>
      <w:color w:val="80A1B6"/>
      <w:sz w:val="28"/>
      <w:lang w:val="en-GB"/>
    </w:rPr>
  </w:style>
  <w:style w:type="paragraph" w:customStyle="1" w:styleId="DocRefConfi">
    <w:name w:val="~DocRefConfi"/>
    <w:basedOn w:val="DocConfi"/>
    <w:rsid w:val="00A20F0D"/>
    <w:pPr>
      <w:jc w:val="right"/>
    </w:pPr>
    <w:rPr>
      <w:sz w:val="30"/>
    </w:rPr>
  </w:style>
  <w:style w:type="paragraph" w:customStyle="1" w:styleId="FigureTableHeading">
    <w:name w:val="~FigureTableHeading"/>
    <w:basedOn w:val="BaseStyleOverall"/>
    <w:qFormat/>
    <w:rsid w:val="00A20F0D"/>
    <w:pPr>
      <w:keepNext/>
      <w:spacing w:before="120" w:after="120"/>
    </w:pPr>
  </w:style>
  <w:style w:type="paragraph" w:customStyle="1" w:styleId="FooterDate">
    <w:name w:val="~FooterDate"/>
    <w:basedOn w:val="FooterRefsBaseStyle"/>
    <w:qFormat/>
    <w:rsid w:val="00A20F0D"/>
    <w:pPr>
      <w:pageBreakBefore w:val="0"/>
      <w:framePr w:hSpace="181" w:wrap="around" w:vAnchor="page" w:hAnchor="page" w:x="2326" w:y="4112"/>
    </w:pPr>
  </w:style>
  <w:style w:type="paragraph" w:customStyle="1" w:styleId="FooterFilepath">
    <w:name w:val="~FooterFilepath"/>
    <w:basedOn w:val="FooterDate"/>
    <w:qFormat/>
    <w:rsid w:val="00A20F0D"/>
    <w:pPr>
      <w:framePr w:wrap="around"/>
    </w:pPr>
  </w:style>
  <w:style w:type="paragraph" w:customStyle="1" w:styleId="FooterJobRef">
    <w:name w:val="~FooterJobRef"/>
    <w:basedOn w:val="FooterRefsBaseStyle"/>
    <w:rsid w:val="00A20F0D"/>
  </w:style>
  <w:style w:type="paragraph" w:customStyle="1" w:styleId="FooterRepNo">
    <w:name w:val="~FooterRepNo"/>
    <w:basedOn w:val="FooterRefsBaseStyle"/>
    <w:qFormat/>
    <w:rsid w:val="00A20F0D"/>
  </w:style>
  <w:style w:type="paragraph" w:customStyle="1" w:styleId="FooterRevNo">
    <w:name w:val="~FooterRevNo"/>
    <w:basedOn w:val="FooterRefsBaseStyle"/>
    <w:qFormat/>
    <w:rsid w:val="00A20F0D"/>
    <w:pPr>
      <w:pageBreakBefore w:val="0"/>
    </w:pPr>
  </w:style>
  <w:style w:type="paragraph" w:customStyle="1" w:styleId="FooterSubDivRef">
    <w:name w:val="~FooterSubDivRef"/>
    <w:basedOn w:val="FooterRefsBaseStyle"/>
    <w:rsid w:val="00A20F0D"/>
    <w:rPr>
      <w:caps/>
    </w:rPr>
  </w:style>
  <w:style w:type="paragraph" w:customStyle="1" w:styleId="GlossaryHeading">
    <w:name w:val="~GlossaryHeading"/>
    <w:basedOn w:val="NonToc-Heading"/>
    <w:next w:val="prastasis"/>
    <w:qFormat/>
    <w:rsid w:val="00A20F0D"/>
    <w:pPr>
      <w:framePr w:wrap="around"/>
    </w:pPr>
  </w:style>
  <w:style w:type="paragraph" w:customStyle="1" w:styleId="GlossDef">
    <w:name w:val="~GlossDef"/>
    <w:basedOn w:val="prastasis"/>
    <w:qFormat/>
    <w:rsid w:val="00A20F0D"/>
    <w:pPr>
      <w:spacing w:line="276" w:lineRule="auto"/>
    </w:pPr>
    <w:rPr>
      <w:lang w:val="en-GB"/>
    </w:rPr>
  </w:style>
  <w:style w:type="paragraph" w:customStyle="1" w:styleId="GlossTerm">
    <w:name w:val="~GlossTerm"/>
    <w:basedOn w:val="prastasis"/>
    <w:qFormat/>
    <w:rsid w:val="00A20F0D"/>
    <w:pPr>
      <w:tabs>
        <w:tab w:val="left" w:pos="2705"/>
      </w:tabs>
      <w:spacing w:line="276" w:lineRule="auto"/>
    </w:pPr>
    <w:rPr>
      <w:rFonts w:ascii="Arial Black" w:hAnsi="Arial Black"/>
      <w:lang w:val="en-GB"/>
    </w:rPr>
  </w:style>
  <w:style w:type="paragraph" w:customStyle="1" w:styleId="HeaderRefDocTitle">
    <w:name w:val="~HeaderRefDocTitle"/>
    <w:basedOn w:val="BaseStyleOverall"/>
    <w:qFormat/>
    <w:rsid w:val="00A20F0D"/>
    <w:pPr>
      <w:framePr w:wrap="around" w:vAnchor="text" w:hAnchor="text" w:y="1" w:anchorLock="1"/>
    </w:pPr>
    <w:rPr>
      <w:color w:val="0079C1"/>
    </w:rPr>
  </w:style>
  <w:style w:type="paragraph" w:customStyle="1" w:styleId="PullOutBase">
    <w:name w:val="~PullOutBase"/>
    <w:basedOn w:val="BaseHeadingsSans"/>
    <w:qFormat/>
    <w:rsid w:val="00A20F0D"/>
    <w:pPr>
      <w:spacing w:before="260" w:line="276" w:lineRule="auto"/>
    </w:pPr>
    <w:rPr>
      <w:color w:val="0079C1"/>
      <w:sz w:val="22"/>
    </w:rPr>
  </w:style>
  <w:style w:type="paragraph" w:customStyle="1" w:styleId="PullOutBullet">
    <w:name w:val="~PullOutBullet"/>
    <w:basedOn w:val="PullOutBase"/>
    <w:qFormat/>
    <w:rsid w:val="00A20F0D"/>
    <w:pPr>
      <w:numPr>
        <w:numId w:val="4"/>
      </w:numPr>
      <w:spacing w:before="120"/>
      <w:ind w:left="357" w:hanging="357"/>
    </w:pPr>
  </w:style>
  <w:style w:type="paragraph" w:customStyle="1" w:styleId="PullOutHeading">
    <w:name w:val="~PullOutHeading"/>
    <w:basedOn w:val="PullOutBase"/>
    <w:next w:val="PullOutBase"/>
    <w:qFormat/>
    <w:rsid w:val="00A20F0D"/>
    <w:rPr>
      <w:rFonts w:ascii="Arial Black" w:hAnsi="Arial Black"/>
    </w:rPr>
  </w:style>
  <w:style w:type="paragraph" w:customStyle="1" w:styleId="PullOutQuote">
    <w:name w:val="~PullOutQuote"/>
    <w:basedOn w:val="PullOutBase"/>
    <w:next w:val="PulloutSource"/>
    <w:qFormat/>
    <w:rsid w:val="00A20F0D"/>
    <w:rPr>
      <w:i/>
    </w:rPr>
  </w:style>
  <w:style w:type="paragraph" w:customStyle="1" w:styleId="PulloutSource">
    <w:name w:val="~PulloutSource"/>
    <w:basedOn w:val="Source"/>
    <w:qFormat/>
    <w:rsid w:val="00A20F0D"/>
    <w:pPr>
      <w:pBdr>
        <w:top w:val="none" w:sz="0" w:space="0" w:color="auto"/>
      </w:pBdr>
      <w:shd w:val="clear" w:color="auto" w:fill="auto"/>
      <w:spacing w:before="120"/>
      <w:jc w:val="right"/>
    </w:pPr>
    <w:rPr>
      <w:sz w:val="18"/>
    </w:rPr>
  </w:style>
  <w:style w:type="paragraph" w:customStyle="1" w:styleId="RefDocDate">
    <w:name w:val="~RefDocDate"/>
    <w:basedOn w:val="DocDate"/>
    <w:rsid w:val="00A20F0D"/>
    <w:pPr>
      <w:jc w:val="right"/>
    </w:pPr>
    <w:rPr>
      <w:sz w:val="30"/>
    </w:rPr>
  </w:style>
  <w:style w:type="paragraph" w:customStyle="1" w:styleId="RevisionText">
    <w:name w:val="~RevisionText"/>
    <w:basedOn w:val="BaseStyleOverall"/>
    <w:qFormat/>
    <w:rsid w:val="00A20F0D"/>
    <w:rPr>
      <w:sz w:val="16"/>
    </w:rPr>
  </w:style>
  <w:style w:type="paragraph" w:customStyle="1" w:styleId="RevisionHeading">
    <w:name w:val="~RevisionHeading"/>
    <w:basedOn w:val="RevisionText"/>
    <w:qFormat/>
    <w:rsid w:val="00A20F0D"/>
    <w:pPr>
      <w:spacing w:after="40"/>
      <w:ind w:right="-142"/>
    </w:pPr>
    <w:rPr>
      <w:rFonts w:ascii="Arial Black" w:hAnsi="Arial Black"/>
    </w:rPr>
  </w:style>
  <w:style w:type="paragraph" w:customStyle="1" w:styleId="SumSubHeading">
    <w:name w:val="~SumSubHeading"/>
    <w:basedOn w:val="SumText"/>
    <w:next w:val="SumText"/>
    <w:qFormat/>
    <w:rsid w:val="00A20F0D"/>
    <w:pPr>
      <w:keepNext/>
    </w:pPr>
    <w:rPr>
      <w:rFonts w:ascii="Arial Black" w:hAnsi="Arial Black"/>
    </w:rPr>
  </w:style>
  <w:style w:type="paragraph" w:customStyle="1" w:styleId="SummaryHeading">
    <w:name w:val="~SummaryHeading"/>
    <w:basedOn w:val="NonToc-Heading"/>
    <w:next w:val="SumText"/>
    <w:qFormat/>
    <w:rsid w:val="00A20F0D"/>
    <w:pPr>
      <w:framePr w:w="9436" w:wrap="around"/>
      <w:outlineLvl w:val="0"/>
    </w:pPr>
  </w:style>
  <w:style w:type="paragraph" w:customStyle="1" w:styleId="RefDocSubTitle">
    <w:name w:val="~RefDocSubTitle"/>
    <w:basedOn w:val="DocSubTitle"/>
    <w:rsid w:val="00A20F0D"/>
    <w:pPr>
      <w:jc w:val="right"/>
    </w:pPr>
    <w:rPr>
      <w:sz w:val="30"/>
    </w:rPr>
  </w:style>
  <w:style w:type="paragraph" w:customStyle="1" w:styleId="RefDocTitle">
    <w:name w:val="~RefDocTitle"/>
    <w:basedOn w:val="DocTitle"/>
    <w:rsid w:val="00A20F0D"/>
    <w:pPr>
      <w:jc w:val="right"/>
    </w:pPr>
    <w:rPr>
      <w:sz w:val="54"/>
    </w:rPr>
  </w:style>
  <w:style w:type="paragraph" w:customStyle="1" w:styleId="RefDocType">
    <w:name w:val="~RefDocType"/>
    <w:basedOn w:val="DocType"/>
    <w:rsid w:val="00A20F0D"/>
  </w:style>
  <w:style w:type="paragraph" w:customStyle="1" w:styleId="RevisionPageHeading">
    <w:name w:val="~RevisionPageHeading"/>
    <w:basedOn w:val="SummaryHeading"/>
    <w:next w:val="prastasis"/>
    <w:qFormat/>
    <w:rsid w:val="00A20F0D"/>
    <w:pPr>
      <w:framePr w:wrap="around"/>
    </w:pPr>
  </w:style>
  <w:style w:type="paragraph" w:customStyle="1" w:styleId="PageNumber">
    <w:name w:val="PageNumber"/>
    <w:basedOn w:val="BaseStyleOverall"/>
    <w:qFormat/>
    <w:rsid w:val="00A20F0D"/>
    <w:rPr>
      <w:color w:val="0079C1"/>
      <w:sz w:val="22"/>
    </w:rPr>
  </w:style>
  <w:style w:type="table" w:customStyle="1" w:styleId="TableClear">
    <w:name w:val="~TableClear"/>
    <w:basedOn w:val="prastojilentel"/>
    <w:uiPriority w:val="99"/>
    <w:rsid w:val="00226CD4"/>
    <w:rPr>
      <w:lang w:val="en-GB"/>
    </w:rPr>
    <w:tblPr/>
  </w:style>
  <w:style w:type="paragraph" w:styleId="Iliustracijsraas">
    <w:name w:val="table of figures"/>
    <w:aliases w:val="~TableOfFigures"/>
    <w:basedOn w:val="Turinys2"/>
    <w:next w:val="prastasis"/>
    <w:uiPriority w:val="99"/>
    <w:unhideWhenUsed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character" w:styleId="Vietosrezervavimoenklotekstas">
    <w:name w:val="Placeholder Text"/>
    <w:basedOn w:val="Numatytasispastraiposriftas"/>
    <w:uiPriority w:val="99"/>
    <w:semiHidden/>
    <w:rsid w:val="00226CD4"/>
    <w:rPr>
      <w:color w:val="808080"/>
    </w:rPr>
  </w:style>
  <w:style w:type="table" w:customStyle="1" w:styleId="MottMacTable">
    <w:name w:val="~MottMacTable"/>
    <w:basedOn w:val="prastojilentel"/>
    <w:uiPriority w:val="99"/>
    <w:rsid w:val="00226CD4"/>
    <w:rPr>
      <w:lang w:val="en-GB"/>
    </w:rPr>
    <w:tblPr>
      <w:tblBorders>
        <w:top w:val="single" w:sz="4" w:space="0" w:color="80A1B6"/>
        <w:bottom w:val="single" w:sz="4" w:space="0" w:color="80A1B6"/>
        <w:insideH w:val="single" w:sz="4" w:space="0" w:color="80A1B6"/>
      </w:tblBorders>
    </w:tblPr>
    <w:tcPr>
      <w:shd w:val="clear" w:color="auto" w:fill="FFFFFF"/>
    </w:tcPr>
    <w:tblStylePr w:type="firstRow">
      <w:tblPr/>
      <w:tcPr>
        <w:shd w:val="clear" w:color="auto" w:fill="80A1B6"/>
      </w:tcPr>
    </w:tblStylePr>
  </w:style>
  <w:style w:type="paragraph" w:customStyle="1" w:styleId="ShortTitle">
    <w:name w:val="~ShortTitle"/>
    <w:basedOn w:val="Betarp"/>
    <w:qFormat/>
    <w:rsid w:val="00A20F0D"/>
  </w:style>
  <w:style w:type="paragraph" w:customStyle="1" w:styleId="ShortSubTitle">
    <w:name w:val="~ShortSubTitle"/>
    <w:basedOn w:val="ShortTitle"/>
    <w:qFormat/>
    <w:rsid w:val="00A20F0D"/>
  </w:style>
  <w:style w:type="paragraph" w:customStyle="1" w:styleId="SubTitleHeader">
    <w:name w:val="_SubTitleHeader"/>
    <w:basedOn w:val="ConfiHeader"/>
    <w:qFormat/>
    <w:rsid w:val="00A20F0D"/>
    <w:pPr>
      <w:framePr w:wrap="around" w:vAnchor="text" w:hAnchor="page" w:x="1305" w:y="1"/>
    </w:pPr>
    <w:rPr>
      <w:noProof/>
      <w:sz w:val="20"/>
    </w:rPr>
  </w:style>
  <w:style w:type="character" w:styleId="Komentaronuoroda">
    <w:name w:val="annotation reference"/>
    <w:basedOn w:val="Numatytasispastraiposriftas"/>
    <w:uiPriority w:val="99"/>
    <w:unhideWhenUsed/>
    <w:qFormat/>
    <w:rsid w:val="00226C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A20F0D"/>
    <w:pPr>
      <w:spacing w:before="260"/>
    </w:pPr>
    <w:rPr>
      <w:lang w:val="en-GB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26CD4"/>
    <w:rPr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20F0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6CD4"/>
    <w:rPr>
      <w:b/>
      <w:bCs/>
      <w:lang w:val="en-GB"/>
    </w:rPr>
  </w:style>
  <w:style w:type="character" w:customStyle="1" w:styleId="Bold">
    <w:name w:val="~Bold"/>
    <w:aliases w:val="Style Bold,Bold"/>
    <w:basedOn w:val="Numatytasispastraiposriftas"/>
    <w:qFormat/>
    <w:rsid w:val="00226CD4"/>
    <w:rPr>
      <w:rFonts w:ascii="Arial Black" w:hAnsi="Arial Black"/>
      <w:caps w:val="0"/>
      <w:smallCaps/>
      <w:strike w:val="0"/>
      <w:dstrike w:val="0"/>
      <w:vanish w:val="0"/>
      <w:color w:val="000000"/>
      <w:sz w:val="16"/>
      <w:vertAlign w:val="baseline"/>
    </w:rPr>
  </w:style>
  <w:style w:type="paragraph" w:customStyle="1" w:styleId="SecHeading">
    <w:name w:val="~SecHeading"/>
    <w:basedOn w:val="RevisionHeading"/>
    <w:qFormat/>
    <w:rsid w:val="00A20F0D"/>
    <w:pPr>
      <w:spacing w:before="40"/>
      <w:ind w:right="0"/>
    </w:pPr>
    <w:rPr>
      <w:sz w:val="20"/>
    </w:rPr>
  </w:style>
  <w:style w:type="paragraph" w:customStyle="1" w:styleId="TOC91">
    <w:name w:val="TOC 91"/>
    <w:basedOn w:val="prastasis"/>
    <w:next w:val="prastasis"/>
    <w:autoRedefine/>
    <w:uiPriority w:val="39"/>
    <w:unhideWhenUsed/>
    <w:rsid w:val="00A20F0D"/>
    <w:pPr>
      <w:spacing w:after="100" w:line="276" w:lineRule="auto"/>
      <w:ind w:left="1760"/>
    </w:pPr>
    <w:rPr>
      <w:rFonts w:eastAsia="Times New Roman"/>
      <w:lang w:val="en-GB" w:eastAsia="en-GB"/>
    </w:rPr>
  </w:style>
  <w:style w:type="paragraph" w:customStyle="1" w:styleId="Style1Table">
    <w:name w:val="Style1 Table"/>
    <w:basedOn w:val="Bullet10"/>
    <w:link w:val="Style1TableChar"/>
    <w:qFormat/>
    <w:rsid w:val="00A20F0D"/>
    <w:pPr>
      <w:spacing w:before="240"/>
      <w:contextualSpacing/>
    </w:pPr>
  </w:style>
  <w:style w:type="character" w:customStyle="1" w:styleId="Style1TableChar">
    <w:name w:val="Style1 Table Char"/>
    <w:basedOn w:val="Bullet1Char"/>
    <w:link w:val="Style1Table"/>
    <w:rsid w:val="00226CD4"/>
    <w:rPr>
      <w:rFonts w:eastAsia="Calibri"/>
      <w:lang w:val="en-GB"/>
    </w:rPr>
  </w:style>
  <w:style w:type="paragraph" w:customStyle="1" w:styleId="Style1">
    <w:name w:val="Style1"/>
    <w:basedOn w:val="DocComp"/>
    <w:link w:val="Style1Char"/>
    <w:qFormat/>
    <w:rsid w:val="00A20F0D"/>
  </w:style>
  <w:style w:type="character" w:customStyle="1" w:styleId="Style1Char">
    <w:name w:val="Style1 Char"/>
    <w:basedOn w:val="DocCompChar"/>
    <w:link w:val="Style1"/>
    <w:rsid w:val="00226CD4"/>
    <w:rPr>
      <w:b/>
      <w:color w:val="80A1B6"/>
      <w:sz w:val="28"/>
      <w:lang w:val="en-GB"/>
    </w:rPr>
  </w:style>
  <w:style w:type="paragraph" w:customStyle="1" w:styleId="Style2">
    <w:name w:val="Style2"/>
    <w:basedOn w:val="DocConfi"/>
    <w:link w:val="Style2Char"/>
    <w:qFormat/>
    <w:rsid w:val="00A20F0D"/>
    <w:rPr>
      <w:b/>
      <w:smallCaps/>
    </w:rPr>
  </w:style>
  <w:style w:type="character" w:customStyle="1" w:styleId="Style2Char">
    <w:name w:val="Style2 Char"/>
    <w:basedOn w:val="DocConfiChar"/>
    <w:link w:val="Style2"/>
    <w:rsid w:val="00226CD4"/>
    <w:rPr>
      <w:b/>
      <w:smallCaps/>
      <w:color w:val="80A1B6"/>
      <w:sz w:val="28"/>
      <w:lang w:val="en-GB"/>
    </w:rPr>
  </w:style>
  <w:style w:type="paragraph" w:customStyle="1" w:styleId="Style3Table">
    <w:name w:val="Style3 Table"/>
    <w:basedOn w:val="Bullet20"/>
    <w:link w:val="Style3TableChar"/>
    <w:qFormat/>
    <w:rsid w:val="00A20F0D"/>
  </w:style>
  <w:style w:type="character" w:customStyle="1" w:styleId="Style3TableChar">
    <w:name w:val="Style3 Table Char"/>
    <w:basedOn w:val="Bullet2Char"/>
    <w:link w:val="Style3Table"/>
    <w:rsid w:val="00226CD4"/>
    <w:rPr>
      <w:rFonts w:eastAsia="Calibri"/>
      <w:lang w:val="en-GB"/>
    </w:rPr>
  </w:style>
  <w:style w:type="paragraph" w:styleId="Pataisymai">
    <w:name w:val="Revision"/>
    <w:hidden/>
    <w:uiPriority w:val="99"/>
    <w:semiHidden/>
    <w:rsid w:val="00A20F0D"/>
    <w:rPr>
      <w:lang w:val="en-GB"/>
    </w:rPr>
  </w:style>
  <w:style w:type="paragraph" w:customStyle="1" w:styleId="CharCharCharChar">
    <w:name w:val="Char Char Char Char"/>
    <w:basedOn w:val="prastasis"/>
    <w:rsid w:val="00A20F0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agrindinistekstas">
    <w:name w:val="Body Text"/>
    <w:aliases w:val="Body single,Body Text - sema,bt,Body Txt,jfp_standard,Body Text Char1"/>
    <w:basedOn w:val="prastasis"/>
    <w:link w:val="PagrindinistekstasDiagrama"/>
    <w:rsid w:val="00A20F0D"/>
    <w:pPr>
      <w:spacing w:before="120" w:after="120"/>
    </w:pPr>
    <w:rPr>
      <w:rFonts w:ascii="Times New Roman" w:eastAsia="Times New Roman" w:hAnsi="Times New Roman" w:cs="Times New Roman"/>
      <w:lang w:val="en-GB"/>
    </w:rPr>
  </w:style>
  <w:style w:type="character" w:customStyle="1" w:styleId="BodyTextChar">
    <w:name w:val="Body Text Char"/>
    <w:basedOn w:val="Numatytasispastraiposriftas"/>
    <w:uiPriority w:val="99"/>
    <w:semiHidden/>
    <w:rsid w:val="00226CD4"/>
  </w:style>
  <w:style w:type="character" w:customStyle="1" w:styleId="PagrindinistekstasDiagrama">
    <w:name w:val="Pagrindinis tekstas Diagrama"/>
    <w:aliases w:val="Body single Diagrama,Body Text - sema Diagrama,bt Diagrama,Body Txt Diagrama,jfp_standard Diagrama,Body Text Char1 Diagrama"/>
    <w:basedOn w:val="Numatytasispastraiposriftas"/>
    <w:link w:val="Pagrindinistekstas"/>
    <w:rsid w:val="00226CD4"/>
    <w:rPr>
      <w:rFonts w:ascii="Times New Roman" w:eastAsia="Times New Roman" w:hAnsi="Times New Roman" w:cs="Times New Roman"/>
      <w:lang w:val="en-GB"/>
    </w:rPr>
  </w:style>
  <w:style w:type="paragraph" w:customStyle="1" w:styleId="Bullet1">
    <w:name w:val="Bullet 1"/>
    <w:rsid w:val="00226CD4"/>
    <w:pPr>
      <w:numPr>
        <w:numId w:val="6"/>
      </w:numPr>
      <w:tabs>
        <w:tab w:val="clear" w:pos="567"/>
        <w:tab w:val="num" w:pos="284"/>
      </w:tabs>
      <w:spacing w:before="60" w:after="60" w:line="360" w:lineRule="auto"/>
      <w:ind w:left="284" w:hanging="284"/>
    </w:pPr>
    <w:rPr>
      <w:rFonts w:eastAsia="Times New Roman" w:cs="Times New Roman"/>
      <w:lang w:val="en-GB"/>
    </w:rPr>
  </w:style>
  <w:style w:type="paragraph" w:styleId="Sraassunumeriais">
    <w:name w:val="List Number"/>
    <w:basedOn w:val="prastasis"/>
    <w:rsid w:val="00A20F0D"/>
    <w:pPr>
      <w:keepLines/>
      <w:spacing w:after="120"/>
    </w:pPr>
    <w:rPr>
      <w:rFonts w:ascii="Times New Roman" w:eastAsia="Times New Roman" w:hAnsi="Times New Roman" w:cs="Times New Roman"/>
      <w:lang w:val="en-GB"/>
    </w:rPr>
  </w:style>
  <w:style w:type="character" w:customStyle="1" w:styleId="st">
    <w:name w:val="st"/>
    <w:basedOn w:val="Numatytasispastraiposriftas"/>
    <w:rsid w:val="00226CD4"/>
  </w:style>
  <w:style w:type="character" w:customStyle="1" w:styleId="hps">
    <w:name w:val="hps"/>
    <w:basedOn w:val="Numatytasispastraiposriftas"/>
    <w:rsid w:val="00226CD4"/>
  </w:style>
  <w:style w:type="character" w:customStyle="1" w:styleId="atn">
    <w:name w:val="atn"/>
    <w:basedOn w:val="Numatytasispastraiposriftas"/>
    <w:rsid w:val="00226CD4"/>
  </w:style>
  <w:style w:type="character" w:customStyle="1" w:styleId="shorttext">
    <w:name w:val="short_text"/>
    <w:basedOn w:val="Numatytasispastraiposriftas"/>
    <w:rsid w:val="00226CD4"/>
  </w:style>
  <w:style w:type="character" w:customStyle="1" w:styleId="Bodytext">
    <w:name w:val="Body text_"/>
    <w:basedOn w:val="Numatytasispastraiposriftas"/>
    <w:link w:val="Tekstpodstawowy5"/>
    <w:rsid w:val="00226CD4"/>
    <w:rPr>
      <w:sz w:val="19"/>
      <w:szCs w:val="19"/>
      <w:shd w:val="clear" w:color="auto" w:fill="FFFFFF"/>
    </w:rPr>
  </w:style>
  <w:style w:type="paragraph" w:customStyle="1" w:styleId="Tekstpodstawowy5">
    <w:name w:val="Tekst podstawowy5"/>
    <w:basedOn w:val="prastasis"/>
    <w:link w:val="Bodytext"/>
    <w:rsid w:val="00A20F0D"/>
    <w:pPr>
      <w:shd w:val="clear" w:color="auto" w:fill="FFFFFF"/>
      <w:spacing w:line="0" w:lineRule="atLeast"/>
      <w:ind w:hanging="2840"/>
    </w:pPr>
    <w:rPr>
      <w:sz w:val="19"/>
      <w:szCs w:val="19"/>
    </w:rPr>
  </w:style>
  <w:style w:type="paragraph" w:styleId="Sraassuenkleliais">
    <w:name w:val="List Bullet"/>
    <w:basedOn w:val="prastasis"/>
    <w:autoRedefine/>
    <w:rsid w:val="00A20F0D"/>
    <w:pPr>
      <w:keepLines/>
      <w:spacing w:after="120"/>
    </w:pPr>
    <w:rPr>
      <w:rFonts w:ascii="Times New Roman" w:eastAsia="Times New Roman" w:hAnsi="Times New Roman" w:cs="Times New Roman"/>
      <w:lang w:val="en-GB"/>
    </w:rPr>
  </w:style>
  <w:style w:type="character" w:customStyle="1" w:styleId="BodyTextChar2">
    <w:name w:val="Body Text Char2"/>
    <w:aliases w:val="Body single Char,Body Text - sema Char,bt Char,Body Txt Char,jfp_standard Char,Body Text Char1 Char"/>
    <w:basedOn w:val="Numatytasispastraiposriftas"/>
    <w:rsid w:val="00226CD4"/>
  </w:style>
  <w:style w:type="paragraph" w:styleId="Sraassuenkleliais2">
    <w:name w:val="List Bullet 2"/>
    <w:basedOn w:val="prastasis"/>
    <w:uiPriority w:val="99"/>
    <w:unhideWhenUsed/>
    <w:rsid w:val="00A20F0D"/>
    <w:pPr>
      <w:numPr>
        <w:numId w:val="7"/>
      </w:numPr>
      <w:spacing w:before="260" w:line="276" w:lineRule="auto"/>
      <w:contextualSpacing/>
    </w:pPr>
    <w:rPr>
      <w:lang w:val="en-GB"/>
    </w:rPr>
  </w:style>
  <w:style w:type="character" w:customStyle="1" w:styleId="maxtemp1">
    <w:name w:val="maxtemp1"/>
    <w:basedOn w:val="Numatytasispastraiposriftas"/>
    <w:rsid w:val="00226CD4"/>
    <w:rPr>
      <w:color w:val="A8151F"/>
    </w:rPr>
  </w:style>
  <w:style w:type="character" w:customStyle="1" w:styleId="mintemp1">
    <w:name w:val="mintemp1"/>
    <w:basedOn w:val="Numatytasispastraiposriftas"/>
    <w:rsid w:val="00226CD4"/>
    <w:rPr>
      <w:color w:val="336699"/>
    </w:rPr>
  </w:style>
  <w:style w:type="paragraph" w:customStyle="1" w:styleId="Bulletsne">
    <w:name w:val="Bullets ne"/>
    <w:basedOn w:val="prastasis"/>
    <w:link w:val="BulletsneChar"/>
    <w:qFormat/>
    <w:rsid w:val="00A20F0D"/>
    <w:pPr>
      <w:numPr>
        <w:numId w:val="8"/>
      </w:numPr>
      <w:spacing w:before="200" w:after="200" w:line="276" w:lineRule="auto"/>
    </w:pPr>
    <w:rPr>
      <w:rFonts w:eastAsia="Times New Roman"/>
      <w:lang w:val="fr-FR" w:eastAsia="en-GB"/>
    </w:rPr>
  </w:style>
  <w:style w:type="character" w:customStyle="1" w:styleId="BulletsneChar">
    <w:name w:val="Bullets ne Char"/>
    <w:basedOn w:val="Numatytasispastraiposriftas"/>
    <w:link w:val="Bulletsne"/>
    <w:rsid w:val="00226CD4"/>
    <w:rPr>
      <w:rFonts w:eastAsia="Times New Roman"/>
      <w:lang w:val="fr-FR" w:eastAsia="en-GB"/>
    </w:rPr>
  </w:style>
  <w:style w:type="character" w:customStyle="1" w:styleId="BetarpDiagrama">
    <w:name w:val="Be tarpų Diagrama"/>
    <w:aliases w:val="~BaseStyle Diagrama"/>
    <w:basedOn w:val="Numatytasispastraiposriftas"/>
    <w:link w:val="Betarp"/>
    <w:uiPriority w:val="1"/>
    <w:rsid w:val="00226CD4"/>
    <w:rPr>
      <w:lang w:val="en-GB"/>
    </w:rPr>
  </w:style>
  <w:style w:type="paragraph" w:customStyle="1" w:styleId="BodyText1">
    <w:name w:val="Body Text1"/>
    <w:basedOn w:val="prastasis"/>
    <w:rsid w:val="00226CD4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ascii="Times New Roman" w:eastAsia="Times New Roman" w:hAnsi="Times New Roman" w:cs="Times New Roman"/>
      <w:color w:val="000000"/>
      <w:lang w:val="lt-LT"/>
    </w:rPr>
  </w:style>
  <w:style w:type="paragraph" w:customStyle="1" w:styleId="BodyText2">
    <w:name w:val="Body Text2"/>
    <w:basedOn w:val="prastasis"/>
    <w:uiPriority w:val="99"/>
    <w:rsid w:val="00226CD4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ascii="Times New Roman" w:eastAsia="Times New Roman" w:hAnsi="Times New Roman" w:cs="Times New Roman"/>
      <w:color w:val="000000"/>
      <w:lang w:val="lt-LT"/>
    </w:rPr>
  </w:style>
  <w:style w:type="paragraph" w:customStyle="1" w:styleId="L1c">
    <w:name w:val="L1c"/>
    <w:basedOn w:val="prastasis"/>
    <w:rsid w:val="00A20F0D"/>
    <w:pPr>
      <w:keepLines/>
      <w:numPr>
        <w:numId w:val="9"/>
      </w:numPr>
      <w:suppressLineNumbers/>
      <w:tabs>
        <w:tab w:val="left" w:pos="709"/>
      </w:tabs>
      <w:suppressAutoHyphens/>
      <w:spacing w:before="60" w:after="60"/>
    </w:pPr>
    <w:rPr>
      <w:rFonts w:eastAsia="Arial Unicode MS" w:cs="Times New Roman"/>
      <w:lang w:val="fr-FR" w:bidi="en-US"/>
    </w:rPr>
  </w:style>
  <w:style w:type="paragraph" w:customStyle="1" w:styleId="Bullet2">
    <w:name w:val="Bullet 2"/>
    <w:basedOn w:val="L1c"/>
    <w:qFormat/>
    <w:rsid w:val="00A20F0D"/>
    <w:pPr>
      <w:numPr>
        <w:ilvl w:val="1"/>
      </w:numPr>
    </w:pPr>
  </w:style>
  <w:style w:type="character" w:customStyle="1" w:styleId="SraopastraipaDiagrama">
    <w:name w:val="Sąrašo pastraipa Diagrama"/>
    <w:aliases w:val="Table of contents numbered Diagrama,Colorful List - Accent 11 Diagrama,List Paragraph1 Diagrama,Bullet EY Diagrama,List Paragraph2 Diagrama,ERP-List Paragraph Diagrama,List Paragraph11 Diagrama,List Paragraph Red Diagrama"/>
    <w:basedOn w:val="Numatytasispastraiposriftas"/>
    <w:link w:val="Sraopastraipa"/>
    <w:uiPriority w:val="34"/>
    <w:locked/>
    <w:rsid w:val="00226CD4"/>
  </w:style>
  <w:style w:type="paragraph" w:customStyle="1" w:styleId="Stilius1">
    <w:name w:val="Stilius1"/>
    <w:basedOn w:val="prastasis"/>
    <w:uiPriority w:val="99"/>
    <w:rsid w:val="00226CD4"/>
    <w:rPr>
      <w:rFonts w:ascii="Times New Roman" w:eastAsia="Calibri" w:hAnsi="Times New Roman" w:cs="Times New Roman"/>
      <w:sz w:val="24"/>
      <w:szCs w:val="24"/>
      <w:lang w:val="lt-LT"/>
    </w:rPr>
  </w:style>
  <w:style w:type="character" w:customStyle="1" w:styleId="BodyText3">
    <w:name w:val="Body Text3"/>
    <w:uiPriority w:val="99"/>
    <w:rsid w:val="00226CD4"/>
    <w:rPr>
      <w:rFonts w:ascii="Arial" w:hAnsi="Arial"/>
      <w:color w:val="000000"/>
      <w:spacing w:val="9"/>
      <w:w w:val="100"/>
      <w:position w:val="0"/>
      <w:sz w:val="18"/>
      <w:u w:val="none"/>
      <w:shd w:val="clear" w:color="auto" w:fill="FFFFFF"/>
    </w:rPr>
  </w:style>
  <w:style w:type="paragraph" w:customStyle="1" w:styleId="2skyrius">
    <w:name w:val="2 skyrius"/>
    <w:basedOn w:val="Antrat2"/>
    <w:link w:val="2skyriusChar"/>
    <w:uiPriority w:val="99"/>
    <w:rsid w:val="00A20F0D"/>
    <w:pPr>
      <w:numPr>
        <w:ilvl w:val="1"/>
        <w:numId w:val="10"/>
      </w:numPr>
      <w:tabs>
        <w:tab w:val="left" w:pos="1134"/>
      </w:tabs>
    </w:pPr>
    <w:rPr>
      <w:rFonts w:ascii="Calibri" w:eastAsia="Calibri" w:hAnsi="Calibri" w:cs="Times New Roman"/>
      <w:b w:val="0"/>
      <w:bCs/>
      <w:iCs w:val="0"/>
      <w:color w:val="632423"/>
      <w:sz w:val="22"/>
    </w:rPr>
  </w:style>
  <w:style w:type="character" w:customStyle="1" w:styleId="2skyriusChar">
    <w:name w:val="2 skyrius Char"/>
    <w:link w:val="2skyrius"/>
    <w:uiPriority w:val="99"/>
    <w:locked/>
    <w:rsid w:val="00226CD4"/>
    <w:rPr>
      <w:rFonts w:ascii="Calibri" w:eastAsia="Calibri" w:hAnsi="Calibri" w:cs="Times New Roman"/>
      <w:bCs/>
      <w:color w:val="632423"/>
      <w:sz w:val="22"/>
    </w:rPr>
  </w:style>
  <w:style w:type="paragraph" w:customStyle="1" w:styleId="3skyrius">
    <w:name w:val="3 skyrius"/>
    <w:basedOn w:val="Antrat3"/>
    <w:link w:val="3skyriusChar"/>
    <w:uiPriority w:val="99"/>
    <w:rsid w:val="00A20F0D"/>
    <w:pPr>
      <w:keepLines w:val="0"/>
      <w:numPr>
        <w:ilvl w:val="2"/>
        <w:numId w:val="10"/>
      </w:numPr>
      <w:tabs>
        <w:tab w:val="left" w:pos="1701"/>
      </w:tabs>
      <w:spacing w:before="240"/>
    </w:pPr>
    <w:rPr>
      <w:rFonts w:ascii="Calibri" w:eastAsia="Calibri" w:hAnsi="Calibri" w:cs="Times New Roman"/>
      <w:b/>
      <w:bCs w:val="0"/>
      <w:color w:val="632423"/>
      <w:sz w:val="22"/>
      <w:lang w:val="en-GB"/>
    </w:rPr>
  </w:style>
  <w:style w:type="paragraph" w:customStyle="1" w:styleId="1skyrius">
    <w:name w:val="1 skyrius"/>
    <w:basedOn w:val="Antrat1"/>
    <w:link w:val="1skyriusChar"/>
    <w:uiPriority w:val="99"/>
    <w:rsid w:val="00A20F0D"/>
    <w:pPr>
      <w:numPr>
        <w:numId w:val="10"/>
      </w:numPr>
      <w:spacing w:before="480"/>
      <w:ind w:left="851" w:hanging="851"/>
    </w:pPr>
    <w:rPr>
      <w:rFonts w:ascii="Calibri" w:eastAsia="Calibri" w:hAnsi="Calibri" w:cs="Times New Roman"/>
      <w:b w:val="0"/>
      <w:bCs w:val="0"/>
      <w:color w:val="632423"/>
      <w:sz w:val="22"/>
      <w:szCs w:val="20"/>
      <w:lang w:val="en-GB"/>
    </w:rPr>
  </w:style>
  <w:style w:type="character" w:customStyle="1" w:styleId="3skyriusChar">
    <w:name w:val="3 skyrius Char"/>
    <w:link w:val="3skyrius"/>
    <w:uiPriority w:val="99"/>
    <w:locked/>
    <w:rsid w:val="00226CD4"/>
    <w:rPr>
      <w:rFonts w:ascii="Calibri" w:eastAsia="Calibri" w:hAnsi="Calibri" w:cs="Times New Roman"/>
      <w:b/>
      <w:i/>
      <w:color w:val="632423"/>
      <w:sz w:val="22"/>
      <w:lang w:val="en-GB"/>
    </w:rPr>
  </w:style>
  <w:style w:type="character" w:customStyle="1" w:styleId="1skyriusChar">
    <w:name w:val="1 skyrius Char"/>
    <w:link w:val="1skyrius"/>
    <w:uiPriority w:val="99"/>
    <w:locked/>
    <w:rsid w:val="00226CD4"/>
    <w:rPr>
      <w:rFonts w:ascii="Calibri" w:eastAsia="Calibri" w:hAnsi="Calibri" w:cs="Times New Roman"/>
      <w:caps/>
      <w:color w:val="632423"/>
      <w:sz w:val="22"/>
      <w:lang w:val="en-GB"/>
    </w:rPr>
  </w:style>
  <w:style w:type="paragraph" w:customStyle="1" w:styleId="4stilius">
    <w:name w:val="4 stilius"/>
    <w:basedOn w:val="Antrat4"/>
    <w:uiPriority w:val="99"/>
    <w:rsid w:val="00A20F0D"/>
    <w:pPr>
      <w:keepLines w:val="0"/>
      <w:numPr>
        <w:ilvl w:val="3"/>
        <w:numId w:val="10"/>
      </w:numPr>
      <w:spacing w:before="240" w:after="60" w:line="276" w:lineRule="auto"/>
    </w:pPr>
    <w:rPr>
      <w:rFonts w:ascii="Calibri" w:eastAsia="Calibri" w:hAnsi="Calibri" w:cs="Times New Roman"/>
      <w:b/>
      <w:bCs/>
      <w:i w:val="0"/>
      <w:iCs w:val="0"/>
      <w:color w:val="auto"/>
      <w:sz w:val="28"/>
    </w:rPr>
  </w:style>
  <w:style w:type="paragraph" w:customStyle="1" w:styleId="antras">
    <w:name w:val="antras"/>
    <w:basedOn w:val="2skyrius"/>
    <w:link w:val="antrasChar"/>
    <w:uiPriority w:val="99"/>
    <w:rsid w:val="00A20F0D"/>
    <w:pPr>
      <w:spacing w:before="0"/>
    </w:pPr>
  </w:style>
  <w:style w:type="character" w:customStyle="1" w:styleId="antrasChar">
    <w:name w:val="antras Char"/>
    <w:link w:val="antras"/>
    <w:uiPriority w:val="99"/>
    <w:locked/>
    <w:rsid w:val="00226CD4"/>
    <w:rPr>
      <w:rFonts w:ascii="Calibri" w:eastAsia="Calibri" w:hAnsi="Calibri" w:cs="Times New Roman"/>
      <w:bCs/>
      <w:color w:val="632423"/>
      <w:sz w:val="22"/>
    </w:rPr>
  </w:style>
  <w:style w:type="character" w:customStyle="1" w:styleId="typewriter">
    <w:name w:val="typewriter"/>
    <w:uiPriority w:val="99"/>
    <w:rsid w:val="00226CD4"/>
  </w:style>
  <w:style w:type="table" w:customStyle="1" w:styleId="Kalendarz2">
    <w:name w:val="Kalendarz 2"/>
    <w:basedOn w:val="prastojilentel"/>
    <w:uiPriority w:val="99"/>
    <w:qFormat/>
    <w:rsid w:val="00226CD4"/>
    <w:pPr>
      <w:jc w:val="center"/>
    </w:pPr>
    <w:rPr>
      <w:rFonts w:eastAsia="Times New Roman"/>
      <w:sz w:val="28"/>
      <w:lang w:val="en-GB" w:eastAsia="en-GB"/>
    </w:rPr>
    <w:tblPr>
      <w:tblBorders>
        <w:insideV w:val="single" w:sz="4" w:space="0" w:color="B2C6D3"/>
      </w:tblBorders>
    </w:tblPr>
    <w:tblStylePr w:type="firstRow">
      <w:rPr>
        <w:rFonts w:ascii="Arial" w:hAnsi="Arial"/>
        <w:b w:val="0"/>
        <w:i w:val="0"/>
        <w:caps/>
        <w:smallCaps w:val="0"/>
        <w:color w:val="80A1B6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prastasistinklapis">
    <w:name w:val="Normal (Web)"/>
    <w:basedOn w:val="prastasis"/>
    <w:uiPriority w:val="99"/>
    <w:semiHidden/>
    <w:unhideWhenUsed/>
    <w:rsid w:val="00A20F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basedOn w:val="prastasis"/>
    <w:qFormat/>
    <w:rsid w:val="00A20F0D"/>
    <w:pPr>
      <w:autoSpaceDE w:val="0"/>
      <w:autoSpaceDN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Numatytasispastraiposriftas"/>
    <w:rsid w:val="00226CD4"/>
  </w:style>
  <w:style w:type="paragraph" w:customStyle="1" w:styleId="paragrafesrasas2lygis">
    <w:name w:val="_paragrafe sąrasas 2 lygis"/>
    <w:basedOn w:val="Pagrindiniotekstotrauka2"/>
    <w:link w:val="paragrafesrasas2lygisDiagrama"/>
    <w:uiPriority w:val="99"/>
    <w:qFormat/>
    <w:rsid w:val="00226CD4"/>
    <w:pPr>
      <w:numPr>
        <w:ilvl w:val="1"/>
        <w:numId w:val="12"/>
      </w:numPr>
      <w:spacing w:before="0" w:line="276" w:lineRule="auto"/>
    </w:pPr>
    <w:rPr>
      <w:rFonts w:ascii="Times New Roman" w:eastAsia="Times New Roman" w:hAnsi="Times New Roman" w:cs="Times New Roman"/>
      <w:sz w:val="22"/>
      <w:szCs w:val="22"/>
      <w:lang w:val="lt-LT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uiPriority w:val="99"/>
    <w:rsid w:val="00226CD4"/>
    <w:rPr>
      <w:rFonts w:ascii="Times New Roman" w:eastAsia="Times New Roman" w:hAnsi="Times New Roman" w:cs="Times New Roman"/>
      <w:sz w:val="22"/>
      <w:szCs w:val="22"/>
      <w:lang w:val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A20F0D"/>
    <w:pPr>
      <w:spacing w:before="260" w:after="120" w:line="480" w:lineRule="auto"/>
      <w:ind w:left="283"/>
    </w:pPr>
    <w:rPr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26CD4"/>
    <w:rPr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20F0D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6CD4"/>
  </w:style>
  <w:style w:type="character" w:styleId="Puslapioinaosnuoroda">
    <w:name w:val="footnote reference"/>
    <w:basedOn w:val="Numatytasispastraiposriftas"/>
    <w:uiPriority w:val="99"/>
    <w:semiHidden/>
    <w:unhideWhenUsed/>
    <w:rsid w:val="00226CD4"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20F0D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6CD4"/>
  </w:style>
  <w:style w:type="paragraph" w:styleId="Turinys1">
    <w:name w:val="toc 1"/>
    <w:basedOn w:val="prastasis"/>
    <w:next w:val="prastasis"/>
    <w:autoRedefine/>
    <w:uiPriority w:val="39"/>
    <w:unhideWhenUsed/>
    <w:rsid w:val="00A20F0D"/>
    <w:pPr>
      <w:tabs>
        <w:tab w:val="left" w:pos="1474"/>
        <w:tab w:val="right" w:leader="dot" w:pos="9458"/>
      </w:tabs>
      <w:spacing w:after="100"/>
      <w:ind w:left="142"/>
    </w:pPr>
    <w:rPr>
      <w:rFonts w:eastAsia="Arial"/>
      <w:b/>
      <w:noProof/>
      <w:sz w:val="22"/>
      <w:szCs w:val="22"/>
      <w:lang w:val="en-GB"/>
    </w:rPr>
  </w:style>
  <w:style w:type="paragraph" w:styleId="Turinys2">
    <w:name w:val="toc 2"/>
    <w:basedOn w:val="prastasis"/>
    <w:next w:val="prastasis"/>
    <w:autoRedefine/>
    <w:uiPriority w:val="39"/>
    <w:unhideWhenUsed/>
    <w:rsid w:val="00A20F0D"/>
    <w:pPr>
      <w:tabs>
        <w:tab w:val="left" w:pos="1474"/>
        <w:tab w:val="right" w:leader="dot" w:pos="9458"/>
      </w:tabs>
      <w:spacing w:after="100"/>
      <w:ind w:left="426"/>
    </w:pPr>
  </w:style>
  <w:style w:type="paragraph" w:styleId="Turinys9">
    <w:name w:val="toc 9"/>
    <w:basedOn w:val="prastasis"/>
    <w:next w:val="prastasis"/>
    <w:autoRedefine/>
    <w:uiPriority w:val="39"/>
    <w:unhideWhenUsed/>
    <w:rsid w:val="00A20F0D"/>
    <w:pPr>
      <w:spacing w:after="100" w:line="259" w:lineRule="auto"/>
      <w:ind w:left="1760"/>
    </w:pPr>
    <w:rPr>
      <w:rFonts w:eastAsiaTheme="minorEastAsia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57AFE"/>
    <w:pPr>
      <w:spacing w:before="480"/>
      <w:outlineLvl w:val="9"/>
    </w:pPr>
    <w:rPr>
      <w:rFonts w:asciiTheme="majorHAnsi" w:hAnsiTheme="majorHAnsi"/>
      <w:caps w:val="0"/>
      <w:color w:val="2E74B5" w:themeColor="accent1" w:themeShade="BF"/>
      <w:sz w:val="28"/>
    </w:rPr>
  </w:style>
  <w:style w:type="paragraph" w:customStyle="1" w:styleId="CentrBold">
    <w:name w:val="CentrBold"/>
    <w:rsid w:val="00FB785A"/>
    <w:pPr>
      <w:autoSpaceDE w:val="0"/>
      <w:autoSpaceDN w:val="0"/>
      <w:adjustRightInd w:val="0"/>
      <w:jc w:val="center"/>
    </w:pPr>
    <w:rPr>
      <w:rFonts w:ascii="TimesLT" w:eastAsia="Times New Roman" w:hAnsi="TimesLT" w:cs="Times New Roman"/>
      <w:b/>
      <w:bCs/>
      <w:caps/>
    </w:rPr>
  </w:style>
  <w:style w:type="paragraph" w:customStyle="1" w:styleId="CentrBoldm">
    <w:name w:val="CentrBoldm"/>
    <w:basedOn w:val="CentrBold"/>
    <w:rsid w:val="00FB785A"/>
    <w:rPr>
      <w:caps w:val="0"/>
    </w:rPr>
  </w:style>
  <w:style w:type="paragraph" w:customStyle="1" w:styleId="ISTATYMAS">
    <w:name w:val="ISTATYMAS"/>
    <w:rsid w:val="00FB785A"/>
    <w:pPr>
      <w:autoSpaceDE w:val="0"/>
      <w:autoSpaceDN w:val="0"/>
      <w:adjustRightInd w:val="0"/>
      <w:jc w:val="center"/>
    </w:pPr>
    <w:rPr>
      <w:rFonts w:ascii="TimesLT" w:eastAsia="Times New Roman" w:hAnsi="TimesLT" w:cs="Times New Roman"/>
    </w:r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FB78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  <w:jc w:val="left"/>
    </w:pPr>
    <w:rPr>
      <w:rFonts w:ascii="Courier New" w:eastAsia="Times New Roman" w:hAnsi="Courier New" w:cs="Courier New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FB785A"/>
    <w:rPr>
      <w:rFonts w:ascii="Courier New" w:eastAsia="Times New Roman" w:hAnsi="Courier New" w:cs="Courier New"/>
      <w:lang w:val="lt-LT" w:eastAsia="lt-LT"/>
    </w:rPr>
  </w:style>
  <w:style w:type="character" w:customStyle="1" w:styleId="Salygos2Diagrama">
    <w:name w:val="Salygos 2 Diagrama"/>
    <w:basedOn w:val="Numatytasispastraiposriftas"/>
    <w:link w:val="Salygos2"/>
    <w:uiPriority w:val="99"/>
    <w:locked/>
    <w:rsid w:val="000C5D93"/>
  </w:style>
  <w:style w:type="paragraph" w:customStyle="1" w:styleId="Salygos2">
    <w:name w:val="Salygos 2"/>
    <w:basedOn w:val="prastasis"/>
    <w:link w:val="Salygos2Diagrama"/>
    <w:uiPriority w:val="99"/>
    <w:rsid w:val="000C5D93"/>
    <w:pPr>
      <w:spacing w:before="240" w:after="240"/>
    </w:pPr>
  </w:style>
  <w:style w:type="character" w:customStyle="1" w:styleId="CharStyle16">
    <w:name w:val="Char Style 16"/>
    <w:basedOn w:val="Numatytasispastraiposriftas"/>
    <w:link w:val="Style15"/>
    <w:uiPriority w:val="99"/>
    <w:rsid w:val="000C5D93"/>
    <w:rPr>
      <w:b/>
      <w:bCs/>
      <w:sz w:val="21"/>
      <w:szCs w:val="21"/>
      <w:shd w:val="clear" w:color="auto" w:fill="FFFFFF"/>
    </w:rPr>
  </w:style>
  <w:style w:type="paragraph" w:customStyle="1" w:styleId="Style15">
    <w:name w:val="Style 15"/>
    <w:basedOn w:val="prastasis"/>
    <w:link w:val="CharStyle16"/>
    <w:uiPriority w:val="99"/>
    <w:rsid w:val="000C5D93"/>
    <w:pPr>
      <w:widowControl w:val="0"/>
      <w:shd w:val="clear" w:color="auto" w:fill="FFFFFF"/>
      <w:spacing w:after="240" w:line="295" w:lineRule="exact"/>
    </w:pPr>
    <w:rPr>
      <w:b/>
      <w:bCs/>
      <w:sz w:val="21"/>
      <w:szCs w:val="21"/>
    </w:rPr>
  </w:style>
  <w:style w:type="paragraph" w:customStyle="1" w:styleId="LO-Normal">
    <w:name w:val="LO-Normal"/>
    <w:qFormat/>
    <w:rsid w:val="0080719D"/>
    <w:pPr>
      <w:keepNext/>
      <w:widowControl w:val="0"/>
      <w:shd w:val="clear" w:color="auto" w:fill="FFFFFF"/>
      <w:suppressAutoHyphens/>
      <w:textAlignment w:val="baseline"/>
    </w:pPr>
    <w:rPr>
      <w:rFonts w:ascii="Calibri" w:eastAsia="Calibri" w:hAnsi="Calibri" w:cs="Times New Roman"/>
      <w:sz w:val="24"/>
      <w:szCs w:val="24"/>
      <w:lang w:val="lt-LT"/>
    </w:rPr>
  </w:style>
  <w:style w:type="paragraph" w:customStyle="1" w:styleId="Betarp1">
    <w:name w:val="Be tarpų1"/>
    <w:qFormat/>
    <w:rsid w:val="00695E94"/>
    <w:pPr>
      <w:keepNext/>
      <w:shd w:val="clear" w:color="auto" w:fill="FFFFFF"/>
      <w:suppressAutoHyphens/>
      <w:textAlignment w:val="baseline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annotation reference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67E4B"/>
    <w:pPr>
      <w:jc w:val="both"/>
    </w:pPr>
  </w:style>
  <w:style w:type="paragraph" w:styleId="Antrat1">
    <w:name w:val="heading 1"/>
    <w:aliases w:val="~SectionHeading"/>
    <w:basedOn w:val="prastasis"/>
    <w:next w:val="prastasis"/>
    <w:link w:val="Antrat1Diagrama"/>
    <w:uiPriority w:val="9"/>
    <w:qFormat/>
    <w:rsid w:val="00A20F0D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bCs/>
      <w:caps/>
      <w:color w:val="44546A" w:themeColor="text2"/>
      <w:szCs w:val="28"/>
    </w:rPr>
  </w:style>
  <w:style w:type="paragraph" w:styleId="Antrat2">
    <w:name w:val="heading 2"/>
    <w:aliases w:val="~SubHeading"/>
    <w:basedOn w:val="Iskirtacitata"/>
    <w:next w:val="prastasis"/>
    <w:link w:val="Antrat2Diagrama"/>
    <w:uiPriority w:val="9"/>
    <w:qFormat/>
    <w:rsid w:val="00A20F0D"/>
    <w:pPr>
      <w:pBdr>
        <w:top w:val="none" w:sz="0" w:space="0" w:color="auto"/>
        <w:bottom w:val="none" w:sz="0" w:space="0" w:color="auto"/>
      </w:pBdr>
      <w:spacing w:before="240" w:after="240"/>
      <w:ind w:left="0" w:right="0"/>
      <w:outlineLvl w:val="1"/>
    </w:pPr>
    <w:rPr>
      <w:b/>
      <w:i w:val="0"/>
      <w:color w:val="0070C0"/>
    </w:rPr>
  </w:style>
  <w:style w:type="paragraph" w:styleId="Antrat3">
    <w:name w:val="heading 3"/>
    <w:aliases w:val="~MinorSubHeading"/>
    <w:basedOn w:val="prastasis"/>
    <w:next w:val="prastasis"/>
    <w:link w:val="Antrat3Diagrama"/>
    <w:uiPriority w:val="9"/>
    <w:qFormat/>
    <w:rsid w:val="00A20F0D"/>
    <w:pPr>
      <w:keepNext/>
      <w:keepLines/>
      <w:outlineLvl w:val="2"/>
    </w:pPr>
    <w:rPr>
      <w:rFonts w:eastAsiaTheme="majorEastAsia" w:cstheme="majorBidi"/>
      <w:bCs/>
      <w:i/>
    </w:rPr>
  </w:style>
  <w:style w:type="paragraph" w:styleId="Antrat4">
    <w:name w:val="heading 4"/>
    <w:aliases w:val="~Level4Heading"/>
    <w:basedOn w:val="prastasis"/>
    <w:next w:val="prastasis"/>
    <w:link w:val="Antrat4Diagrama"/>
    <w:uiPriority w:val="9"/>
    <w:unhideWhenUsed/>
    <w:qFormat/>
    <w:rsid w:val="00A20F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ntrat5">
    <w:name w:val="heading 5"/>
    <w:aliases w:val="~AppendixHeading"/>
    <w:basedOn w:val="prastasis"/>
    <w:next w:val="prastasis"/>
    <w:link w:val="Antrat5Diagrama"/>
    <w:uiPriority w:val="9"/>
    <w:unhideWhenUsed/>
    <w:qFormat/>
    <w:rsid w:val="00A20F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Antrat6">
    <w:name w:val="heading 6"/>
    <w:aliases w:val="~AppSubHeading"/>
    <w:basedOn w:val="prastasis"/>
    <w:next w:val="prastasis"/>
    <w:link w:val="Antrat6Diagrama"/>
    <w:uiPriority w:val="9"/>
    <w:unhideWhenUsed/>
    <w:qFormat/>
    <w:rsid w:val="00A20F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ntrat7">
    <w:name w:val="heading 7"/>
    <w:aliases w:val="~AppSubLevel3"/>
    <w:basedOn w:val="prastasis"/>
    <w:next w:val="prastasis"/>
    <w:link w:val="Antrat7Diagrama"/>
    <w:uiPriority w:val="9"/>
    <w:unhideWhenUsed/>
    <w:qFormat/>
    <w:rsid w:val="00A20F0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aliases w:val="~AppSubLevel4"/>
    <w:basedOn w:val="prastasis"/>
    <w:next w:val="prastasis"/>
    <w:link w:val="Antrat8Diagrama"/>
    <w:uiPriority w:val="9"/>
    <w:unhideWhenUsed/>
    <w:qFormat/>
    <w:rsid w:val="00A20F0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rsid w:val="00A20F0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~SectionHeading Diagrama"/>
    <w:basedOn w:val="Numatytasispastraiposriftas"/>
    <w:link w:val="Antrat1"/>
    <w:uiPriority w:val="9"/>
    <w:rsid w:val="005F41C4"/>
    <w:rPr>
      <w:rFonts w:eastAsiaTheme="majorEastAsia" w:cstheme="majorBidi"/>
      <w:b/>
      <w:bCs/>
      <w:caps/>
      <w:color w:val="44546A" w:themeColor="text2"/>
      <w:szCs w:val="28"/>
    </w:rPr>
  </w:style>
  <w:style w:type="character" w:customStyle="1" w:styleId="Antrat2Diagrama">
    <w:name w:val="Antraštė 2 Diagrama"/>
    <w:aliases w:val="~SubHeading Diagrama"/>
    <w:basedOn w:val="Numatytasispastraiposriftas"/>
    <w:link w:val="Antrat2"/>
    <w:uiPriority w:val="9"/>
    <w:rsid w:val="003753FD"/>
    <w:rPr>
      <w:b/>
      <w:iCs/>
      <w:color w:val="0070C0"/>
    </w:rPr>
  </w:style>
  <w:style w:type="character" w:customStyle="1" w:styleId="Antrat3Diagrama">
    <w:name w:val="Antraštė 3 Diagrama"/>
    <w:aliases w:val="~MinorSubHeading Diagrama"/>
    <w:basedOn w:val="Numatytasispastraiposriftas"/>
    <w:link w:val="Antrat3"/>
    <w:uiPriority w:val="9"/>
    <w:rsid w:val="00DA0A67"/>
    <w:rPr>
      <w:rFonts w:eastAsiaTheme="majorEastAsia" w:cstheme="majorBidi"/>
      <w:bCs/>
      <w:i/>
    </w:rPr>
  </w:style>
  <w:style w:type="character" w:customStyle="1" w:styleId="Antrat4Diagrama">
    <w:name w:val="Antraštė 4 Diagrama"/>
    <w:aliases w:val="~Level4Heading Diagrama"/>
    <w:basedOn w:val="Numatytasispastraiposriftas"/>
    <w:link w:val="Antrat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aliases w:val="~AppendixHeading Diagrama"/>
    <w:basedOn w:val="Numatytasispastraiposriftas"/>
    <w:link w:val="Antrat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ntrat6Diagrama">
    <w:name w:val="Antraštė 6 Diagrama"/>
    <w:aliases w:val="~AppSubHeading Diagrama"/>
    <w:basedOn w:val="Numatytasispastraiposriftas"/>
    <w:link w:val="Antrat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Antrat7Diagrama">
    <w:name w:val="Antraštė 7 Diagrama"/>
    <w:aliases w:val="~AppSubLevel3 Diagrama"/>
    <w:basedOn w:val="Numatytasispastraiposriftas"/>
    <w:link w:val="Antrat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aliases w:val="~AppSubLevel4 Diagrama"/>
    <w:basedOn w:val="Numatytasispastraiposriftas"/>
    <w:link w:val="Antrat8"/>
    <w:uiPriority w:val="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20F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A20F0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Pr>
      <w:rFonts w:eastAsiaTheme="minorEastAsia"/>
      <w:color w:val="5A5A5A" w:themeColor="text1" w:themeTint="A5"/>
      <w:spacing w:val="15"/>
    </w:rPr>
  </w:style>
  <w:style w:type="character" w:styleId="Nerykuspabraukimas">
    <w:name w:val="Subtle Emphasis"/>
    <w:basedOn w:val="Numatytasispastraiposriftas"/>
    <w:uiPriority w:val="19"/>
    <w:qFormat/>
    <w:rPr>
      <w:i/>
      <w:iCs/>
      <w:color w:val="404040" w:themeColor="text1" w:themeTint="BF"/>
    </w:rPr>
  </w:style>
  <w:style w:type="character" w:styleId="Emfaz">
    <w:name w:val="Emphasis"/>
    <w:basedOn w:val="Numatytasispastraiposriftas"/>
    <w:uiPriority w:val="20"/>
    <w:qFormat/>
    <w:rPr>
      <w:i/>
      <w:iCs/>
    </w:rPr>
  </w:style>
  <w:style w:type="character" w:styleId="Rykuspabraukimas">
    <w:name w:val="Intense Emphasis"/>
    <w:basedOn w:val="Numatytasispastraiposriftas"/>
    <w:uiPriority w:val="21"/>
    <w:qFormat/>
    <w:rPr>
      <w:i/>
      <w:iCs/>
      <w:color w:val="5B9BD5" w:themeColor="accent1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20F0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20F0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5B9BD5" w:themeColor="accent1"/>
    </w:rPr>
  </w:style>
  <w:style w:type="character" w:styleId="Nerykinuoroda">
    <w:name w:val="Subtle Reference"/>
    <w:basedOn w:val="Numatytasispastraiposriftas"/>
    <w:uiPriority w:val="31"/>
    <w:qFormat/>
    <w:rPr>
      <w:smallCaps/>
      <w:color w:val="5A5A5A" w:themeColor="text1" w:themeTint="A5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5B9BD5" w:themeColor="accent1"/>
      <w:spacing w:val="5"/>
    </w:rPr>
  </w:style>
  <w:style w:type="character" w:styleId="Knygospavadinimas">
    <w:name w:val="Book Title"/>
    <w:basedOn w:val="Numatytasispastraiposriftas"/>
    <w:uiPriority w:val="33"/>
    <w:qFormat/>
    <w:rPr>
      <w:b/>
      <w:bCs/>
      <w:i/>
      <w:iCs/>
      <w:spacing w:val="5"/>
    </w:rPr>
  </w:style>
  <w:style w:type="paragraph" w:styleId="Sraopastraipa">
    <w:name w:val="List Paragraph"/>
    <w:aliases w:val="Table of contents numbered,Colorful List - Accent 11,List Paragraph1,Bullet EY,List Paragraph2,ERP-List Paragraph,List Paragraph11,List Paragraph Red,Buletai,List Paragraph21,lp1,Use Case List Paragraph,Numbering,List Paragraph111"/>
    <w:basedOn w:val="prastasis"/>
    <w:link w:val="SraopastraipaDiagrama"/>
    <w:uiPriority w:val="34"/>
    <w:qFormat/>
    <w:rsid w:val="00A20F0D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unhideWhenUsed/>
    <w:rPr>
      <w:color w:val="954F72" w:themeColor="followedHyperlink"/>
      <w:u w:val="single"/>
    </w:rPr>
  </w:style>
  <w:style w:type="paragraph" w:styleId="Antrat">
    <w:name w:val="caption"/>
    <w:aliases w:val="~Caption"/>
    <w:basedOn w:val="prastasis"/>
    <w:next w:val="prastasis"/>
    <w:link w:val="AntratDiagrama"/>
    <w:unhideWhenUsed/>
    <w:qFormat/>
    <w:rsid w:val="00A20F0D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NoList1">
    <w:name w:val="No List1"/>
    <w:next w:val="Sraonra"/>
    <w:uiPriority w:val="99"/>
    <w:semiHidden/>
    <w:unhideWhenUsed/>
    <w:rsid w:val="00226CD4"/>
  </w:style>
  <w:style w:type="paragraph" w:customStyle="1" w:styleId="BaseHeadingsSans">
    <w:name w:val="_BaseHeadings_Sans"/>
    <w:basedOn w:val="BaseStyleColour1"/>
    <w:link w:val="BaseHeadingsSansChar"/>
    <w:rsid w:val="00A20F0D"/>
  </w:style>
  <w:style w:type="paragraph" w:customStyle="1" w:styleId="BaseStyleColour1">
    <w:name w:val="_BaseStyleColour1"/>
    <w:basedOn w:val="BaseStyleOverall"/>
    <w:link w:val="BaseStyleColour1Char"/>
    <w:rsid w:val="00A20F0D"/>
    <w:rPr>
      <w:color w:val="80A1B6"/>
    </w:rPr>
  </w:style>
  <w:style w:type="paragraph" w:customStyle="1" w:styleId="BaseStyleOverall">
    <w:name w:val="_BaseStyleOverall"/>
    <w:basedOn w:val="prastasis"/>
    <w:link w:val="BaseStyleOverallChar"/>
    <w:rsid w:val="00A20F0D"/>
    <w:rPr>
      <w:sz w:val="24"/>
      <w:lang w:val="en-GB"/>
    </w:rPr>
  </w:style>
  <w:style w:type="character" w:customStyle="1" w:styleId="BaseStyleOverallChar">
    <w:name w:val="_BaseStyleOverall Char"/>
    <w:basedOn w:val="Numatytasispastraiposriftas"/>
    <w:link w:val="BaseStyleOverall"/>
    <w:rsid w:val="00226CD4"/>
    <w:rPr>
      <w:sz w:val="24"/>
      <w:lang w:val="en-GB"/>
    </w:rPr>
  </w:style>
  <w:style w:type="character" w:customStyle="1" w:styleId="BaseStyleColour1Char">
    <w:name w:val="_BaseStyleColour1 Char"/>
    <w:basedOn w:val="BaseStyleOverallChar"/>
    <w:link w:val="BaseStyleColour1"/>
    <w:rsid w:val="00226CD4"/>
    <w:rPr>
      <w:color w:val="80A1B6"/>
      <w:sz w:val="24"/>
      <w:lang w:val="en-GB"/>
    </w:rPr>
  </w:style>
  <w:style w:type="character" w:customStyle="1" w:styleId="BaseHeadingsSansChar">
    <w:name w:val="_BaseHeadings_Sans Char"/>
    <w:basedOn w:val="BaseStyleColour1Char"/>
    <w:link w:val="BaseHeadingsSans"/>
    <w:rsid w:val="00226CD4"/>
    <w:rPr>
      <w:color w:val="80A1B6"/>
      <w:sz w:val="24"/>
      <w:lang w:val="en-GB"/>
    </w:rPr>
  </w:style>
  <w:style w:type="table" w:styleId="Lentelstinklelis">
    <w:name w:val="Table Grid"/>
    <w:basedOn w:val="prastojilentel"/>
    <w:uiPriority w:val="59"/>
    <w:rsid w:val="00226CD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aliases w:val="~BaseStyle"/>
    <w:link w:val="BetarpDiagrama"/>
    <w:uiPriority w:val="1"/>
    <w:qFormat/>
    <w:rsid w:val="00A20F0D"/>
    <w:rPr>
      <w:lang w:val="en-GB"/>
    </w:rPr>
  </w:style>
  <w:style w:type="paragraph" w:customStyle="1" w:styleId="DocType">
    <w:name w:val="~DocType"/>
    <w:basedOn w:val="DocComp"/>
    <w:qFormat/>
    <w:rsid w:val="00A20F0D"/>
  </w:style>
  <w:style w:type="paragraph" w:customStyle="1" w:styleId="DocComp">
    <w:name w:val="~DocComp"/>
    <w:basedOn w:val="BaseHeadingsSans"/>
    <w:link w:val="DocCompChar"/>
    <w:qFormat/>
    <w:rsid w:val="00A20F0D"/>
    <w:rPr>
      <w:b/>
      <w:sz w:val="28"/>
    </w:rPr>
  </w:style>
  <w:style w:type="character" w:customStyle="1" w:styleId="DocCompChar">
    <w:name w:val="~DocComp Char"/>
    <w:basedOn w:val="BaseHeadingsSansChar"/>
    <w:link w:val="DocComp"/>
    <w:rsid w:val="00226CD4"/>
    <w:rPr>
      <w:b/>
      <w:color w:val="80A1B6"/>
      <w:sz w:val="28"/>
      <w:lang w:val="en-GB"/>
    </w:rPr>
  </w:style>
  <w:style w:type="paragraph" w:customStyle="1" w:styleId="DocDate">
    <w:name w:val="~DocDate"/>
    <w:basedOn w:val="BaseHeadingsSans"/>
    <w:qFormat/>
    <w:rsid w:val="00A20F0D"/>
    <w:rPr>
      <w:color w:val="auto"/>
      <w:sz w:val="28"/>
    </w:rPr>
  </w:style>
  <w:style w:type="paragraph" w:customStyle="1" w:styleId="DocTitle">
    <w:name w:val="~DocTitle"/>
    <w:basedOn w:val="BaseHeadingsSans"/>
    <w:qFormat/>
    <w:rsid w:val="00A20F0D"/>
    <w:rPr>
      <w:color w:val="auto"/>
      <w:sz w:val="46"/>
    </w:rPr>
  </w:style>
  <w:style w:type="paragraph" w:customStyle="1" w:styleId="DocSubTitle">
    <w:name w:val="~DocSubTitle"/>
    <w:basedOn w:val="DocTitle"/>
    <w:qFormat/>
    <w:rsid w:val="00A20F0D"/>
    <w:pPr>
      <w:spacing w:after="120"/>
    </w:pPr>
    <w:rPr>
      <w:sz w:val="28"/>
    </w:rPr>
  </w:style>
  <w:style w:type="paragraph" w:customStyle="1" w:styleId="DocClient">
    <w:name w:val="~DocClient"/>
    <w:basedOn w:val="BaseHeadingsSans"/>
    <w:qFormat/>
    <w:rsid w:val="00A20F0D"/>
    <w:rPr>
      <w:color w:val="auto"/>
      <w:sz w:val="28"/>
    </w:rPr>
  </w:style>
  <w:style w:type="paragraph" w:customStyle="1" w:styleId="ConfiHeader">
    <w:name w:val="_ConfiHeader"/>
    <w:basedOn w:val="BaseStyleColour1"/>
    <w:qFormat/>
    <w:rsid w:val="00A20F0D"/>
  </w:style>
  <w:style w:type="paragraph" w:customStyle="1" w:styleId="FooterDivRef">
    <w:name w:val="~FooterDivRef"/>
    <w:basedOn w:val="FooterRefsBaseStyle"/>
    <w:rsid w:val="00A20F0D"/>
    <w:rPr>
      <w:caps/>
    </w:rPr>
  </w:style>
  <w:style w:type="paragraph" w:customStyle="1" w:styleId="FooterRefsBaseStyle">
    <w:name w:val="~FooterRefsBaseStyle"/>
    <w:basedOn w:val="BlankPage"/>
    <w:rsid w:val="00A20F0D"/>
    <w:pPr>
      <w:spacing w:before="0" w:line="240" w:lineRule="auto"/>
      <w:jc w:val="right"/>
    </w:pPr>
    <w:rPr>
      <w:color w:val="808080"/>
      <w:sz w:val="18"/>
    </w:rPr>
  </w:style>
  <w:style w:type="paragraph" w:customStyle="1" w:styleId="BlankPage">
    <w:name w:val="~BlankPage"/>
    <w:basedOn w:val="prastasis"/>
    <w:next w:val="prastasis"/>
    <w:qFormat/>
    <w:rsid w:val="00A20F0D"/>
    <w:pPr>
      <w:pageBreakBefore/>
      <w:spacing w:before="260" w:line="276" w:lineRule="auto"/>
    </w:pPr>
    <w:rPr>
      <w:lang w:val="en-GB"/>
    </w:rPr>
  </w:style>
  <w:style w:type="paragraph" w:customStyle="1" w:styleId="NonToc-Heading">
    <w:name w:val="~NonToc-Heading"/>
    <w:basedOn w:val="BaseHeadingsSans"/>
    <w:next w:val="prastasis"/>
    <w:qFormat/>
    <w:rsid w:val="00A20F0D"/>
    <w:pPr>
      <w:keepNext/>
      <w:keepLines/>
      <w:pageBreakBefore/>
      <w:framePr w:w="9520" w:h="1140" w:hRule="exact" w:wrap="around" w:vAnchor="page" w:hAnchor="page" w:x="1305" w:y="1702" w:anchorLock="1"/>
      <w:spacing w:after="360"/>
    </w:pPr>
    <w:rPr>
      <w:sz w:val="48"/>
    </w:rPr>
  </w:style>
  <w:style w:type="paragraph" w:customStyle="1" w:styleId="AppendixDivider">
    <w:name w:val="~AppendixDivider"/>
    <w:basedOn w:val="NonToc-Heading"/>
    <w:next w:val="prastasis"/>
    <w:qFormat/>
    <w:rsid w:val="00A20F0D"/>
    <w:pPr>
      <w:framePr w:wrap="around"/>
      <w:outlineLvl w:val="0"/>
    </w:pPr>
  </w:style>
  <w:style w:type="paragraph" w:customStyle="1" w:styleId="BodyHeading">
    <w:name w:val="~BodyHeading"/>
    <w:basedOn w:val="prastasis"/>
    <w:next w:val="prastasis"/>
    <w:qFormat/>
    <w:rsid w:val="00A20F0D"/>
    <w:pPr>
      <w:keepNext/>
      <w:spacing w:before="260" w:line="276" w:lineRule="auto"/>
    </w:pPr>
    <w:rPr>
      <w:color w:val="0079C1"/>
      <w:lang w:val="en-GB"/>
    </w:rPr>
  </w:style>
  <w:style w:type="paragraph" w:customStyle="1" w:styleId="Bullet10">
    <w:name w:val="~Bullet1"/>
    <w:basedOn w:val="prastasis"/>
    <w:link w:val="Bullet1Char"/>
    <w:qFormat/>
    <w:rsid w:val="00A20F0D"/>
    <w:pPr>
      <w:numPr>
        <w:numId w:val="1"/>
      </w:numPr>
      <w:spacing w:line="276" w:lineRule="auto"/>
    </w:pPr>
    <w:rPr>
      <w:rFonts w:eastAsia="Calibri"/>
      <w:lang w:val="en-GB"/>
    </w:rPr>
  </w:style>
  <w:style w:type="character" w:customStyle="1" w:styleId="Bullet1Char">
    <w:name w:val="~Bullet1 Char"/>
    <w:basedOn w:val="Numatytasispastraiposriftas"/>
    <w:link w:val="Bullet10"/>
    <w:rsid w:val="00226CD4"/>
    <w:rPr>
      <w:rFonts w:eastAsia="Calibri"/>
      <w:lang w:val="en-GB"/>
    </w:rPr>
  </w:style>
  <w:style w:type="paragraph" w:customStyle="1" w:styleId="Bullet20">
    <w:name w:val="~Bullet2"/>
    <w:basedOn w:val="Bullet10"/>
    <w:link w:val="Bullet2Char"/>
    <w:qFormat/>
    <w:rsid w:val="00A20F0D"/>
    <w:pPr>
      <w:numPr>
        <w:ilvl w:val="1"/>
      </w:numPr>
    </w:pPr>
  </w:style>
  <w:style w:type="character" w:customStyle="1" w:styleId="Bullet2Char">
    <w:name w:val="~Bullet2 Char"/>
    <w:basedOn w:val="Bullet1Char"/>
    <w:link w:val="Bullet20"/>
    <w:rsid w:val="00226CD4"/>
    <w:rPr>
      <w:rFonts w:eastAsia="Calibri"/>
      <w:lang w:val="en-GB"/>
    </w:rPr>
  </w:style>
  <w:style w:type="paragraph" w:customStyle="1" w:styleId="Bullet3">
    <w:name w:val="~Bullet3"/>
    <w:basedOn w:val="Bullet20"/>
    <w:qFormat/>
    <w:rsid w:val="00A20F0D"/>
    <w:pPr>
      <w:numPr>
        <w:ilvl w:val="2"/>
      </w:numPr>
    </w:pPr>
  </w:style>
  <w:style w:type="character" w:customStyle="1" w:styleId="AntratDiagrama">
    <w:name w:val="Antraštė Diagrama"/>
    <w:aliases w:val="~Caption Diagrama"/>
    <w:basedOn w:val="Numatytasispastraiposriftas"/>
    <w:link w:val="Antrat"/>
    <w:rsid w:val="00226CD4"/>
    <w:rPr>
      <w:b/>
      <w:bCs/>
      <w:color w:val="5B9BD5" w:themeColor="accent1"/>
      <w:sz w:val="18"/>
      <w:szCs w:val="18"/>
    </w:rPr>
  </w:style>
  <w:style w:type="paragraph" w:customStyle="1" w:styleId="CaptionWide">
    <w:name w:val="~CaptionWide"/>
    <w:basedOn w:val="Antrat"/>
    <w:next w:val="prastasis"/>
    <w:qFormat/>
    <w:rsid w:val="00A20F0D"/>
    <w:pPr>
      <w:keepNext/>
      <w:pBdr>
        <w:top w:val="single" w:sz="48" w:space="1" w:color="FFFFFF"/>
        <w:bottom w:val="single" w:sz="18" w:space="1" w:color="FFFFFF"/>
      </w:pBdr>
      <w:shd w:val="clear" w:color="auto" w:fill="FFFFFF"/>
      <w:tabs>
        <w:tab w:val="left" w:pos="1077"/>
      </w:tabs>
      <w:spacing w:before="260" w:after="0" w:line="276" w:lineRule="auto"/>
      <w:ind w:left="-2093" w:hanging="1026"/>
    </w:pPr>
    <w:rPr>
      <w:rFonts w:eastAsia="Calibri"/>
      <w:bCs w:val="0"/>
      <w:i/>
      <w:iCs/>
      <w:color w:val="0079C1"/>
      <w:szCs w:val="20"/>
      <w:lang w:val="en-GB"/>
    </w:rPr>
  </w:style>
  <w:style w:type="paragraph" w:customStyle="1" w:styleId="SumBullet">
    <w:name w:val="~SumBullet"/>
    <w:basedOn w:val="SumText"/>
    <w:qFormat/>
    <w:rsid w:val="00A20F0D"/>
    <w:pPr>
      <w:numPr>
        <w:numId w:val="5"/>
      </w:numPr>
      <w:spacing w:before="0"/>
    </w:pPr>
  </w:style>
  <w:style w:type="paragraph" w:customStyle="1" w:styleId="SumText">
    <w:name w:val="~SumText"/>
    <w:basedOn w:val="IntroText"/>
    <w:qFormat/>
    <w:rsid w:val="00A20F0D"/>
    <w:pPr>
      <w:pBdr>
        <w:top w:val="none" w:sz="0" w:space="0" w:color="auto"/>
        <w:bottom w:val="none" w:sz="0" w:space="0" w:color="auto"/>
      </w:pBdr>
    </w:pPr>
  </w:style>
  <w:style w:type="paragraph" w:customStyle="1" w:styleId="IntroText">
    <w:name w:val="~IntroText"/>
    <w:basedOn w:val="prastasis"/>
    <w:next w:val="prastasis"/>
    <w:qFormat/>
    <w:rsid w:val="00A20F0D"/>
    <w:pPr>
      <w:pBdr>
        <w:top w:val="single" w:sz="48" w:space="6" w:color="FFFFFF"/>
        <w:bottom w:val="single" w:sz="48" w:space="6" w:color="FFFFFF"/>
      </w:pBdr>
      <w:shd w:val="clear" w:color="auto" w:fill="FFFFFF"/>
      <w:spacing w:before="320" w:line="276" w:lineRule="auto"/>
    </w:pPr>
    <w:rPr>
      <w:sz w:val="26"/>
      <w:lang w:val="en-GB"/>
    </w:rPr>
  </w:style>
  <w:style w:type="paragraph" w:customStyle="1" w:styleId="TableBullet2">
    <w:name w:val="~TableBullet2"/>
    <w:basedOn w:val="TableTextLeft"/>
    <w:qFormat/>
    <w:rsid w:val="00A20F0D"/>
    <w:pPr>
      <w:numPr>
        <w:ilvl w:val="1"/>
        <w:numId w:val="3"/>
      </w:numPr>
    </w:pPr>
  </w:style>
  <w:style w:type="paragraph" w:customStyle="1" w:styleId="TableTextLeft">
    <w:name w:val="~TableTextLeft"/>
    <w:basedOn w:val="BaseStyleOverall"/>
    <w:qFormat/>
    <w:rsid w:val="00A20F0D"/>
    <w:pPr>
      <w:spacing w:before="60" w:after="20"/>
    </w:pPr>
    <w:rPr>
      <w:sz w:val="17"/>
    </w:rPr>
  </w:style>
  <w:style w:type="paragraph" w:customStyle="1" w:styleId="GraphicLeft">
    <w:name w:val="~GraphicLeft"/>
    <w:basedOn w:val="BaseStyleOverall"/>
    <w:rsid w:val="00A20F0D"/>
    <w:pPr>
      <w:ind w:right="11"/>
    </w:pPr>
    <w:rPr>
      <w:sz w:val="18"/>
    </w:rPr>
  </w:style>
  <w:style w:type="paragraph" w:customStyle="1" w:styleId="GraphicCentre">
    <w:name w:val="~GraphicCentre"/>
    <w:basedOn w:val="GraphicLeft"/>
    <w:qFormat/>
    <w:rsid w:val="00A20F0D"/>
    <w:pPr>
      <w:jc w:val="center"/>
    </w:pPr>
  </w:style>
  <w:style w:type="paragraph" w:customStyle="1" w:styleId="GraphicRight">
    <w:name w:val="~GraphicRight"/>
    <w:basedOn w:val="GraphicLeft"/>
    <w:qFormat/>
    <w:rsid w:val="00A20F0D"/>
    <w:pPr>
      <w:jc w:val="right"/>
    </w:pPr>
  </w:style>
  <w:style w:type="paragraph" w:customStyle="1" w:styleId="TableBullet3">
    <w:name w:val="~TableBullet3"/>
    <w:basedOn w:val="TableTextLeft"/>
    <w:qFormat/>
    <w:rsid w:val="00A20F0D"/>
    <w:pPr>
      <w:numPr>
        <w:ilvl w:val="2"/>
        <w:numId w:val="3"/>
      </w:numPr>
    </w:pPr>
  </w:style>
  <w:style w:type="paragraph" w:customStyle="1" w:styleId="NumBullet1">
    <w:name w:val="~NumBullet1"/>
    <w:basedOn w:val="Bullet10"/>
    <w:qFormat/>
    <w:rsid w:val="00A20F0D"/>
    <w:pPr>
      <w:numPr>
        <w:numId w:val="2"/>
      </w:numPr>
    </w:pPr>
  </w:style>
  <w:style w:type="paragraph" w:customStyle="1" w:styleId="NumBullet2">
    <w:name w:val="~NumBullet2"/>
    <w:basedOn w:val="NumBullet1"/>
    <w:qFormat/>
    <w:rsid w:val="00A20F0D"/>
    <w:pPr>
      <w:numPr>
        <w:ilvl w:val="1"/>
      </w:numPr>
    </w:pPr>
  </w:style>
  <w:style w:type="paragraph" w:customStyle="1" w:styleId="NumBullet3">
    <w:name w:val="~NumBullet3"/>
    <w:basedOn w:val="NumBullet2"/>
    <w:qFormat/>
    <w:rsid w:val="00A20F0D"/>
    <w:pPr>
      <w:numPr>
        <w:ilvl w:val="2"/>
      </w:numPr>
    </w:pPr>
  </w:style>
  <w:style w:type="paragraph" w:customStyle="1" w:styleId="Source">
    <w:name w:val="~Source"/>
    <w:basedOn w:val="BaseStyleOverall"/>
    <w:next w:val="prastasis"/>
    <w:qFormat/>
    <w:rsid w:val="00A20F0D"/>
    <w:pPr>
      <w:pBdr>
        <w:top w:val="single" w:sz="8" w:space="6" w:color="FFFFFF"/>
      </w:pBdr>
      <w:shd w:val="clear" w:color="auto" w:fill="FFFFFF"/>
      <w:spacing w:line="276" w:lineRule="auto"/>
      <w:ind w:left="720" w:hanging="720"/>
    </w:pPr>
    <w:rPr>
      <w:rFonts w:eastAsia="Calibri"/>
      <w:color w:val="80A1B6"/>
      <w:sz w:val="16"/>
    </w:rPr>
  </w:style>
  <w:style w:type="paragraph" w:customStyle="1" w:styleId="SourceWide">
    <w:name w:val="~SourceWide"/>
    <w:basedOn w:val="Source"/>
    <w:next w:val="prastasis"/>
    <w:qFormat/>
    <w:rsid w:val="00A20F0D"/>
    <w:pPr>
      <w:ind w:left="-2410"/>
    </w:pPr>
  </w:style>
  <w:style w:type="paragraph" w:customStyle="1" w:styleId="Spacer">
    <w:name w:val="~Spacer"/>
    <w:basedOn w:val="Betarp"/>
    <w:qFormat/>
    <w:rsid w:val="00226CD4"/>
    <w:rPr>
      <w:sz w:val="2"/>
    </w:rPr>
  </w:style>
  <w:style w:type="paragraph" w:customStyle="1" w:styleId="TableBullet1">
    <w:name w:val="~TableBullet1"/>
    <w:basedOn w:val="TableTextLeft"/>
    <w:qFormat/>
    <w:rsid w:val="00A20F0D"/>
    <w:pPr>
      <w:numPr>
        <w:numId w:val="3"/>
      </w:numPr>
    </w:pPr>
    <w:rPr>
      <w:rFonts w:eastAsia="Calibri"/>
    </w:rPr>
  </w:style>
  <w:style w:type="paragraph" w:customStyle="1" w:styleId="TableHeadingLeft">
    <w:name w:val="~TableHeadingLeft"/>
    <w:basedOn w:val="TableTextLeft"/>
    <w:qFormat/>
    <w:rsid w:val="00A20F0D"/>
    <w:pPr>
      <w:keepNext/>
      <w:spacing w:before="80" w:after="40"/>
    </w:pPr>
    <w:rPr>
      <w:b/>
      <w:color w:val="FFFFFF"/>
      <w:szCs w:val="26"/>
    </w:rPr>
  </w:style>
  <w:style w:type="paragraph" w:customStyle="1" w:styleId="TableHeadingCentre">
    <w:name w:val="~TableHeadingCentre"/>
    <w:basedOn w:val="TableHeadingLeft"/>
    <w:qFormat/>
    <w:rsid w:val="00A20F0D"/>
    <w:pPr>
      <w:jc w:val="center"/>
    </w:pPr>
  </w:style>
  <w:style w:type="paragraph" w:customStyle="1" w:styleId="TableHeadingRight">
    <w:name w:val="~TableHeadingRight"/>
    <w:basedOn w:val="TableHeadingLeft"/>
    <w:qFormat/>
    <w:rsid w:val="00A20F0D"/>
    <w:pPr>
      <w:jc w:val="right"/>
    </w:pPr>
  </w:style>
  <w:style w:type="paragraph" w:customStyle="1" w:styleId="TableTextCentre">
    <w:name w:val="~TableTextCentre"/>
    <w:basedOn w:val="TableTextLeft"/>
    <w:qFormat/>
    <w:rsid w:val="00A20F0D"/>
    <w:pPr>
      <w:jc w:val="center"/>
    </w:pPr>
  </w:style>
  <w:style w:type="paragraph" w:customStyle="1" w:styleId="TableTextRight">
    <w:name w:val="~TableTextRight"/>
    <w:basedOn w:val="TableTextLeft"/>
    <w:qFormat/>
    <w:rsid w:val="00A20F0D"/>
    <w:pPr>
      <w:jc w:val="right"/>
    </w:pPr>
  </w:style>
  <w:style w:type="paragraph" w:customStyle="1" w:styleId="TableTotalLeft">
    <w:name w:val="~TableTotalLeft"/>
    <w:basedOn w:val="TableTextLeft"/>
    <w:qFormat/>
    <w:rsid w:val="00A20F0D"/>
    <w:pPr>
      <w:spacing w:before="120" w:after="120"/>
    </w:pPr>
    <w:rPr>
      <w:b/>
    </w:rPr>
  </w:style>
  <w:style w:type="paragraph" w:customStyle="1" w:styleId="TableTotalCentre">
    <w:name w:val="~TableTotalCentre"/>
    <w:basedOn w:val="TableTotalLeft"/>
    <w:qFormat/>
    <w:rsid w:val="00A20F0D"/>
    <w:pPr>
      <w:framePr w:wrap="around" w:vAnchor="page" w:hAnchor="margin" w:y="1135"/>
      <w:suppressOverlap/>
      <w:jc w:val="center"/>
    </w:pPr>
  </w:style>
  <w:style w:type="paragraph" w:customStyle="1" w:styleId="TableTotalRight">
    <w:name w:val="~TableTotalRight"/>
    <w:basedOn w:val="TableTotalLeft"/>
    <w:qFormat/>
    <w:rsid w:val="00A20F0D"/>
    <w:pPr>
      <w:framePr w:wrap="around" w:vAnchor="page" w:hAnchor="margin" w:y="1135"/>
      <w:suppressOverlap/>
      <w:jc w:val="right"/>
    </w:pPr>
  </w:style>
  <w:style w:type="paragraph" w:customStyle="1" w:styleId="Footer1">
    <w:name w:val="~Footer1"/>
    <w:basedOn w:val="Antrats"/>
    <w:next w:val="Porat"/>
    <w:link w:val="FooterChar"/>
    <w:uiPriority w:val="99"/>
    <w:rsid w:val="00A20F0D"/>
    <w:rPr>
      <w:color w:val="808080"/>
      <w:szCs w:val="22"/>
      <w:lang w:val="en-US"/>
    </w:rPr>
  </w:style>
  <w:style w:type="paragraph" w:styleId="Antrats">
    <w:name w:val="header"/>
    <w:aliases w:val="~Header"/>
    <w:basedOn w:val="BaseStyleOverall"/>
    <w:link w:val="AntratsDiagrama"/>
    <w:uiPriority w:val="99"/>
    <w:rsid w:val="00A20F0D"/>
    <w:rPr>
      <w:sz w:val="16"/>
    </w:rPr>
  </w:style>
  <w:style w:type="character" w:customStyle="1" w:styleId="AntratsDiagrama">
    <w:name w:val="Antraštės Diagrama"/>
    <w:aliases w:val="~Header Diagrama"/>
    <w:basedOn w:val="Numatytasispastraiposriftas"/>
    <w:link w:val="Antrats"/>
    <w:uiPriority w:val="99"/>
    <w:rsid w:val="00226CD4"/>
    <w:rPr>
      <w:sz w:val="16"/>
      <w:lang w:val="en-GB"/>
    </w:rPr>
  </w:style>
  <w:style w:type="character" w:customStyle="1" w:styleId="FooterChar">
    <w:name w:val="Footer Char"/>
    <w:aliases w:val="~Footer Char"/>
    <w:basedOn w:val="Numatytasispastraiposriftas"/>
    <w:link w:val="Footer1"/>
    <w:uiPriority w:val="99"/>
    <w:rsid w:val="00226CD4"/>
    <w:rPr>
      <w:color w:val="808080"/>
      <w:sz w:val="16"/>
      <w:szCs w:val="22"/>
    </w:rPr>
  </w:style>
  <w:style w:type="character" w:customStyle="1" w:styleId="FootnoteReference1">
    <w:name w:val="Footnote Reference1"/>
    <w:basedOn w:val="Numatytasispastraiposriftas"/>
    <w:rsid w:val="00226CD4"/>
    <w:rPr>
      <w:rFonts w:ascii="Arial" w:hAnsi="Arial"/>
      <w:vertAlign w:val="superscript"/>
    </w:rPr>
  </w:style>
  <w:style w:type="paragraph" w:customStyle="1" w:styleId="FootnoteText1">
    <w:name w:val="~FootnoteText1"/>
    <w:basedOn w:val="BaseStyleOverall"/>
    <w:next w:val="Puslapioinaostekstas"/>
    <w:link w:val="FootnoteTextChar"/>
    <w:rsid w:val="00A20F0D"/>
    <w:pPr>
      <w:widowControl w:val="0"/>
      <w:spacing w:before="120"/>
      <w:ind w:left="181" w:hanging="181"/>
    </w:pPr>
    <w:rPr>
      <w:color w:val="80A1B6"/>
      <w:sz w:val="16"/>
      <w:szCs w:val="22"/>
      <w:lang w:val="en-US"/>
    </w:rPr>
  </w:style>
  <w:style w:type="character" w:customStyle="1" w:styleId="FootnoteTextChar">
    <w:name w:val="Footnote Text Char"/>
    <w:aliases w:val="~FootnoteText Char"/>
    <w:basedOn w:val="Numatytasispastraiposriftas"/>
    <w:link w:val="FootnoteText1"/>
    <w:rsid w:val="00226CD4"/>
    <w:rPr>
      <w:color w:val="80A1B6"/>
      <w:sz w:val="16"/>
      <w:szCs w:val="22"/>
    </w:rPr>
  </w:style>
  <w:style w:type="paragraph" w:customStyle="1" w:styleId="SectionHeadings1">
    <w:name w:val="~SectionHeadings1"/>
    <w:basedOn w:val="BaseStyleOverall"/>
    <w:next w:val="prastasis"/>
    <w:uiPriority w:val="39"/>
    <w:qFormat/>
    <w:rsid w:val="00A20F0D"/>
    <w:pPr>
      <w:pBdr>
        <w:top w:val="single" w:sz="8" w:space="3" w:color="FFFFFF"/>
        <w:bottom w:val="single" w:sz="8" w:space="0" w:color="FFFFFF"/>
      </w:pBdr>
      <w:shd w:val="clear" w:color="auto" w:fill="E0E6EB"/>
      <w:tabs>
        <w:tab w:val="right" w:pos="9441"/>
      </w:tabs>
      <w:spacing w:before="260" w:line="276" w:lineRule="auto"/>
      <w:ind w:left="1077" w:right="28" w:hanging="1077"/>
    </w:pPr>
    <w:rPr>
      <w:rFonts w:eastAsia="Times New Roman"/>
      <w:noProof/>
      <w:sz w:val="20"/>
      <w:lang w:eastAsia="en-GB"/>
    </w:rPr>
  </w:style>
  <w:style w:type="paragraph" w:customStyle="1" w:styleId="SubHeadings1">
    <w:name w:val="~SubHeadings1"/>
    <w:basedOn w:val="Turinys1"/>
    <w:next w:val="prastasis"/>
    <w:uiPriority w:val="39"/>
    <w:qFormat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color w:val="333333"/>
      <w:sz w:val="18"/>
      <w:szCs w:val="20"/>
      <w:lang w:eastAsia="en-GB"/>
    </w:rPr>
  </w:style>
  <w:style w:type="paragraph" w:styleId="Turinys3">
    <w:name w:val="toc 3"/>
    <w:aliases w:val="~MinorSubheadings"/>
    <w:basedOn w:val="Turinys2"/>
    <w:next w:val="prastasis"/>
    <w:uiPriority w:val="39"/>
    <w:qFormat/>
    <w:rsid w:val="00A20F0D"/>
    <w:pPr>
      <w:tabs>
        <w:tab w:val="clear" w:pos="9458"/>
        <w:tab w:val="right" w:leader="underscore" w:pos="9441"/>
      </w:tabs>
      <w:spacing w:before="40" w:after="40"/>
      <w:ind w:left="1474" w:right="28" w:hanging="680"/>
    </w:pPr>
    <w:rPr>
      <w:rFonts w:eastAsia="Times New Roman"/>
      <w:noProof/>
      <w:color w:val="333333"/>
      <w:sz w:val="18"/>
      <w:lang w:val="en-GB" w:eastAsia="en-GB"/>
    </w:rPr>
  </w:style>
  <w:style w:type="paragraph" w:styleId="Turinys4">
    <w:name w:val="toc 4"/>
    <w:aliases w:val="~FourthHeadLevel"/>
    <w:basedOn w:val="Turinys3"/>
    <w:next w:val="prastasis"/>
    <w:uiPriority w:val="39"/>
    <w:rsid w:val="00A20F0D"/>
    <w:pPr>
      <w:tabs>
        <w:tab w:val="left" w:pos="2098"/>
      </w:tabs>
      <w:ind w:left="2098" w:hanging="794"/>
    </w:pPr>
  </w:style>
  <w:style w:type="paragraph" w:styleId="Turinys5">
    <w:name w:val="toc 5"/>
    <w:aliases w:val="~SummaryHeadings"/>
    <w:basedOn w:val="Turinys1"/>
    <w:next w:val="prastasis"/>
    <w:uiPriority w:val="39"/>
    <w:rsid w:val="00A20F0D"/>
    <w:pPr>
      <w:pBdr>
        <w:top w:val="single" w:sz="8" w:space="3" w:color="FFFFFF"/>
      </w:pBdr>
      <w:shd w:val="clear" w:color="auto" w:fill="E0E6EB"/>
      <w:tabs>
        <w:tab w:val="clear" w:pos="9458"/>
        <w:tab w:val="right" w:pos="9441"/>
      </w:tabs>
      <w:spacing w:before="260" w:after="0" w:line="276" w:lineRule="auto"/>
      <w:ind w:right="28"/>
    </w:pPr>
    <w:rPr>
      <w:rFonts w:eastAsia="Times New Roman"/>
      <w:sz w:val="20"/>
      <w:szCs w:val="20"/>
      <w:lang w:eastAsia="en-GB"/>
    </w:rPr>
  </w:style>
  <w:style w:type="paragraph" w:styleId="Turinys6">
    <w:name w:val="toc 6"/>
    <w:aliases w:val="~AppDivider"/>
    <w:basedOn w:val="Turinys1"/>
    <w:next w:val="prastasis"/>
    <w:autoRedefine/>
    <w:uiPriority w:val="39"/>
    <w:rsid w:val="00A20F0D"/>
    <w:pPr>
      <w:tabs>
        <w:tab w:val="clear" w:pos="9458"/>
        <w:tab w:val="right" w:pos="9441"/>
      </w:tabs>
      <w:spacing w:before="360" w:after="60"/>
      <w:ind w:left="1077" w:right="28" w:hanging="1077"/>
    </w:pPr>
    <w:rPr>
      <w:rFonts w:eastAsia="Times New Roman"/>
      <w:sz w:val="24"/>
      <w:szCs w:val="20"/>
      <w:lang w:eastAsia="en-GB"/>
    </w:rPr>
  </w:style>
  <w:style w:type="paragraph" w:styleId="Turinys7">
    <w:name w:val="toc 7"/>
    <w:aliases w:val="~AppHeadings"/>
    <w:basedOn w:val="Turinys2"/>
    <w:next w:val="prastasis"/>
    <w:uiPriority w:val="39"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paragraph" w:styleId="Turinys8">
    <w:name w:val="toc 8"/>
    <w:aliases w:val="~AppSubHeadings"/>
    <w:basedOn w:val="Turinys2"/>
    <w:next w:val="prastasis"/>
    <w:uiPriority w:val="39"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0F0D"/>
    <w:rPr>
      <w:rFonts w:ascii="Tahoma" w:hAnsi="Tahoma" w:cs="Tahoma"/>
      <w:sz w:val="16"/>
      <w:szCs w:val="16"/>
      <w:lang w:val="en-GB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6CD4"/>
    <w:rPr>
      <w:rFonts w:ascii="Tahoma" w:hAnsi="Tahoma" w:cs="Tahoma"/>
      <w:sz w:val="16"/>
      <w:szCs w:val="16"/>
      <w:lang w:val="en-GB"/>
    </w:rPr>
  </w:style>
  <w:style w:type="paragraph" w:customStyle="1" w:styleId="TocHeading">
    <w:name w:val="~TocHeading"/>
    <w:basedOn w:val="prastasis"/>
    <w:next w:val="Turinys1"/>
    <w:qFormat/>
    <w:rsid w:val="00A20F0D"/>
    <w:pPr>
      <w:keepNext/>
      <w:tabs>
        <w:tab w:val="left" w:pos="1077"/>
        <w:tab w:val="right" w:pos="9446"/>
      </w:tabs>
      <w:spacing w:before="260" w:after="120" w:line="276" w:lineRule="auto"/>
    </w:pPr>
    <w:rPr>
      <w:rFonts w:ascii="Arial Black" w:hAnsi="Arial Black"/>
      <w:lang w:val="en-GB"/>
    </w:rPr>
  </w:style>
  <w:style w:type="paragraph" w:customStyle="1" w:styleId="RefDocClient">
    <w:name w:val="~RefDocClient"/>
    <w:basedOn w:val="DocClient"/>
    <w:rsid w:val="00A20F0D"/>
    <w:pPr>
      <w:jc w:val="right"/>
    </w:pPr>
    <w:rPr>
      <w:sz w:val="30"/>
    </w:rPr>
  </w:style>
  <w:style w:type="paragraph" w:customStyle="1" w:styleId="RefDocComp">
    <w:name w:val="~RefDocComp"/>
    <w:basedOn w:val="DocComp"/>
    <w:rsid w:val="00A20F0D"/>
  </w:style>
  <w:style w:type="table" w:customStyle="1" w:styleId="TableNormal">
    <w:name w:val="~TableNormal"/>
    <w:basedOn w:val="prastojilentel"/>
    <w:semiHidden/>
    <w:rsid w:val="00226CD4"/>
    <w:rPr>
      <w:lang w:val="en-GB"/>
    </w:rPr>
    <w:tblPr/>
  </w:style>
  <w:style w:type="paragraph" w:customStyle="1" w:styleId="TOCHeading1">
    <w:name w:val="TOC Heading1"/>
    <w:basedOn w:val="Antrat1"/>
    <w:next w:val="prastasis"/>
    <w:uiPriority w:val="39"/>
    <w:qFormat/>
    <w:rsid w:val="00A20F0D"/>
    <w:pPr>
      <w:keepLines w:val="0"/>
      <w:pageBreakBefore/>
      <w:framePr w:w="9524" w:h="1191" w:hRule="exact" w:wrap="around" w:vAnchor="page" w:hAnchor="page" w:x="1304" w:y="1701" w:anchorLock="1"/>
      <w:shd w:val="clear" w:color="auto" w:fill="FFFFFF"/>
      <w:spacing w:before="480" w:line="264" w:lineRule="auto"/>
      <w:outlineLvl w:val="9"/>
    </w:pPr>
    <w:rPr>
      <w:bCs w:val="0"/>
      <w:sz w:val="28"/>
      <w:lang w:val="en-GB"/>
    </w:rPr>
  </w:style>
  <w:style w:type="paragraph" w:customStyle="1" w:styleId="Hidden">
    <w:name w:val="~Hidden!!!"/>
    <w:basedOn w:val="Betarp"/>
    <w:rsid w:val="00A20F0D"/>
    <w:pPr>
      <w:ind w:left="11340" w:right="-5670"/>
    </w:pPr>
    <w:rPr>
      <w:color w:val="C00000"/>
    </w:rPr>
  </w:style>
  <w:style w:type="paragraph" w:customStyle="1" w:styleId="Disclaimer">
    <w:name w:val="~Disclaimer"/>
    <w:basedOn w:val="BaseStyleOverall"/>
    <w:qFormat/>
    <w:rsid w:val="00A20F0D"/>
    <w:pPr>
      <w:spacing w:before="200"/>
    </w:pPr>
    <w:rPr>
      <w:sz w:val="16"/>
    </w:rPr>
  </w:style>
  <w:style w:type="paragraph" w:customStyle="1" w:styleId="DocAddress">
    <w:name w:val="~DocAddress"/>
    <w:basedOn w:val="BaseStyleOverall"/>
    <w:qFormat/>
    <w:rsid w:val="00A20F0D"/>
    <w:pPr>
      <w:spacing w:line="276" w:lineRule="auto"/>
    </w:pPr>
    <w:rPr>
      <w:sz w:val="16"/>
    </w:rPr>
  </w:style>
  <w:style w:type="paragraph" w:customStyle="1" w:styleId="DocClientAddress">
    <w:name w:val="~DocClientAddress"/>
    <w:basedOn w:val="DocClient"/>
    <w:qFormat/>
    <w:rsid w:val="00A20F0D"/>
    <w:rPr>
      <w:sz w:val="16"/>
    </w:rPr>
  </w:style>
  <w:style w:type="paragraph" w:customStyle="1" w:styleId="DocContact">
    <w:name w:val="~DocContact"/>
    <w:basedOn w:val="DocAddress"/>
    <w:qFormat/>
    <w:rsid w:val="00A20F0D"/>
  </w:style>
  <w:style w:type="paragraph" w:customStyle="1" w:styleId="DocRefAddress">
    <w:name w:val="~DocRefAddress"/>
    <w:basedOn w:val="DocAddress"/>
    <w:rsid w:val="00A20F0D"/>
    <w:rPr>
      <w:noProof/>
    </w:rPr>
  </w:style>
  <w:style w:type="paragraph" w:customStyle="1" w:styleId="DocRefContact">
    <w:name w:val="~DocRefContact"/>
    <w:basedOn w:val="DocContact"/>
    <w:rsid w:val="00A20F0D"/>
  </w:style>
  <w:style w:type="paragraph" w:customStyle="1" w:styleId="DocConfi">
    <w:name w:val="~DocConfi"/>
    <w:basedOn w:val="DocComp"/>
    <w:link w:val="DocConfiChar"/>
    <w:qFormat/>
    <w:rsid w:val="00A20F0D"/>
    <w:rPr>
      <w:b w:val="0"/>
    </w:rPr>
  </w:style>
  <w:style w:type="character" w:customStyle="1" w:styleId="DocConfiChar">
    <w:name w:val="~DocConfi Char"/>
    <w:basedOn w:val="DocCompChar"/>
    <w:link w:val="DocConfi"/>
    <w:rsid w:val="00226CD4"/>
    <w:rPr>
      <w:b w:val="0"/>
      <w:color w:val="80A1B6"/>
      <w:sz w:val="28"/>
      <w:lang w:val="en-GB"/>
    </w:rPr>
  </w:style>
  <w:style w:type="paragraph" w:customStyle="1" w:styleId="DocRefConfi">
    <w:name w:val="~DocRefConfi"/>
    <w:basedOn w:val="DocConfi"/>
    <w:rsid w:val="00A20F0D"/>
    <w:pPr>
      <w:jc w:val="right"/>
    </w:pPr>
    <w:rPr>
      <w:sz w:val="30"/>
    </w:rPr>
  </w:style>
  <w:style w:type="paragraph" w:customStyle="1" w:styleId="FigureTableHeading">
    <w:name w:val="~FigureTableHeading"/>
    <w:basedOn w:val="BaseStyleOverall"/>
    <w:qFormat/>
    <w:rsid w:val="00A20F0D"/>
    <w:pPr>
      <w:keepNext/>
      <w:spacing w:before="120" w:after="120"/>
    </w:pPr>
  </w:style>
  <w:style w:type="paragraph" w:customStyle="1" w:styleId="FooterDate">
    <w:name w:val="~FooterDate"/>
    <w:basedOn w:val="FooterRefsBaseStyle"/>
    <w:qFormat/>
    <w:rsid w:val="00A20F0D"/>
    <w:pPr>
      <w:pageBreakBefore w:val="0"/>
      <w:framePr w:hSpace="181" w:wrap="around" w:vAnchor="page" w:hAnchor="page" w:x="2326" w:y="4112"/>
    </w:pPr>
  </w:style>
  <w:style w:type="paragraph" w:customStyle="1" w:styleId="FooterFilepath">
    <w:name w:val="~FooterFilepath"/>
    <w:basedOn w:val="FooterDate"/>
    <w:qFormat/>
    <w:rsid w:val="00A20F0D"/>
    <w:pPr>
      <w:framePr w:wrap="around"/>
    </w:pPr>
  </w:style>
  <w:style w:type="paragraph" w:customStyle="1" w:styleId="FooterJobRef">
    <w:name w:val="~FooterJobRef"/>
    <w:basedOn w:val="FooterRefsBaseStyle"/>
    <w:rsid w:val="00A20F0D"/>
  </w:style>
  <w:style w:type="paragraph" w:customStyle="1" w:styleId="FooterRepNo">
    <w:name w:val="~FooterRepNo"/>
    <w:basedOn w:val="FooterRefsBaseStyle"/>
    <w:qFormat/>
    <w:rsid w:val="00A20F0D"/>
  </w:style>
  <w:style w:type="paragraph" w:customStyle="1" w:styleId="FooterRevNo">
    <w:name w:val="~FooterRevNo"/>
    <w:basedOn w:val="FooterRefsBaseStyle"/>
    <w:qFormat/>
    <w:rsid w:val="00A20F0D"/>
    <w:pPr>
      <w:pageBreakBefore w:val="0"/>
    </w:pPr>
  </w:style>
  <w:style w:type="paragraph" w:customStyle="1" w:styleId="FooterSubDivRef">
    <w:name w:val="~FooterSubDivRef"/>
    <w:basedOn w:val="FooterRefsBaseStyle"/>
    <w:rsid w:val="00A20F0D"/>
    <w:rPr>
      <w:caps/>
    </w:rPr>
  </w:style>
  <w:style w:type="paragraph" w:customStyle="1" w:styleId="GlossaryHeading">
    <w:name w:val="~GlossaryHeading"/>
    <w:basedOn w:val="NonToc-Heading"/>
    <w:next w:val="prastasis"/>
    <w:qFormat/>
    <w:rsid w:val="00A20F0D"/>
    <w:pPr>
      <w:framePr w:wrap="around"/>
    </w:pPr>
  </w:style>
  <w:style w:type="paragraph" w:customStyle="1" w:styleId="GlossDef">
    <w:name w:val="~GlossDef"/>
    <w:basedOn w:val="prastasis"/>
    <w:qFormat/>
    <w:rsid w:val="00A20F0D"/>
    <w:pPr>
      <w:spacing w:line="276" w:lineRule="auto"/>
    </w:pPr>
    <w:rPr>
      <w:lang w:val="en-GB"/>
    </w:rPr>
  </w:style>
  <w:style w:type="paragraph" w:customStyle="1" w:styleId="GlossTerm">
    <w:name w:val="~GlossTerm"/>
    <w:basedOn w:val="prastasis"/>
    <w:qFormat/>
    <w:rsid w:val="00A20F0D"/>
    <w:pPr>
      <w:tabs>
        <w:tab w:val="left" w:pos="2705"/>
      </w:tabs>
      <w:spacing w:line="276" w:lineRule="auto"/>
    </w:pPr>
    <w:rPr>
      <w:rFonts w:ascii="Arial Black" w:hAnsi="Arial Black"/>
      <w:lang w:val="en-GB"/>
    </w:rPr>
  </w:style>
  <w:style w:type="paragraph" w:customStyle="1" w:styleId="HeaderRefDocTitle">
    <w:name w:val="~HeaderRefDocTitle"/>
    <w:basedOn w:val="BaseStyleOverall"/>
    <w:qFormat/>
    <w:rsid w:val="00A20F0D"/>
    <w:pPr>
      <w:framePr w:wrap="around" w:vAnchor="text" w:hAnchor="text" w:y="1" w:anchorLock="1"/>
    </w:pPr>
    <w:rPr>
      <w:color w:val="0079C1"/>
    </w:rPr>
  </w:style>
  <w:style w:type="paragraph" w:customStyle="1" w:styleId="PullOutBase">
    <w:name w:val="~PullOutBase"/>
    <w:basedOn w:val="BaseHeadingsSans"/>
    <w:qFormat/>
    <w:rsid w:val="00A20F0D"/>
    <w:pPr>
      <w:spacing w:before="260" w:line="276" w:lineRule="auto"/>
    </w:pPr>
    <w:rPr>
      <w:color w:val="0079C1"/>
      <w:sz w:val="22"/>
    </w:rPr>
  </w:style>
  <w:style w:type="paragraph" w:customStyle="1" w:styleId="PullOutBullet">
    <w:name w:val="~PullOutBullet"/>
    <w:basedOn w:val="PullOutBase"/>
    <w:qFormat/>
    <w:rsid w:val="00A20F0D"/>
    <w:pPr>
      <w:numPr>
        <w:numId w:val="4"/>
      </w:numPr>
      <w:spacing w:before="120"/>
      <w:ind w:left="357" w:hanging="357"/>
    </w:pPr>
  </w:style>
  <w:style w:type="paragraph" w:customStyle="1" w:styleId="PullOutHeading">
    <w:name w:val="~PullOutHeading"/>
    <w:basedOn w:val="PullOutBase"/>
    <w:next w:val="PullOutBase"/>
    <w:qFormat/>
    <w:rsid w:val="00A20F0D"/>
    <w:rPr>
      <w:rFonts w:ascii="Arial Black" w:hAnsi="Arial Black"/>
    </w:rPr>
  </w:style>
  <w:style w:type="paragraph" w:customStyle="1" w:styleId="PullOutQuote">
    <w:name w:val="~PullOutQuote"/>
    <w:basedOn w:val="PullOutBase"/>
    <w:next w:val="PulloutSource"/>
    <w:qFormat/>
    <w:rsid w:val="00A20F0D"/>
    <w:rPr>
      <w:i/>
    </w:rPr>
  </w:style>
  <w:style w:type="paragraph" w:customStyle="1" w:styleId="PulloutSource">
    <w:name w:val="~PulloutSource"/>
    <w:basedOn w:val="Source"/>
    <w:qFormat/>
    <w:rsid w:val="00A20F0D"/>
    <w:pPr>
      <w:pBdr>
        <w:top w:val="none" w:sz="0" w:space="0" w:color="auto"/>
      </w:pBdr>
      <w:shd w:val="clear" w:color="auto" w:fill="auto"/>
      <w:spacing w:before="120"/>
      <w:jc w:val="right"/>
    </w:pPr>
    <w:rPr>
      <w:sz w:val="18"/>
    </w:rPr>
  </w:style>
  <w:style w:type="paragraph" w:customStyle="1" w:styleId="RefDocDate">
    <w:name w:val="~RefDocDate"/>
    <w:basedOn w:val="DocDate"/>
    <w:rsid w:val="00A20F0D"/>
    <w:pPr>
      <w:jc w:val="right"/>
    </w:pPr>
    <w:rPr>
      <w:sz w:val="30"/>
    </w:rPr>
  </w:style>
  <w:style w:type="paragraph" w:customStyle="1" w:styleId="RevisionText">
    <w:name w:val="~RevisionText"/>
    <w:basedOn w:val="BaseStyleOverall"/>
    <w:qFormat/>
    <w:rsid w:val="00A20F0D"/>
    <w:rPr>
      <w:sz w:val="16"/>
    </w:rPr>
  </w:style>
  <w:style w:type="paragraph" w:customStyle="1" w:styleId="RevisionHeading">
    <w:name w:val="~RevisionHeading"/>
    <w:basedOn w:val="RevisionText"/>
    <w:qFormat/>
    <w:rsid w:val="00A20F0D"/>
    <w:pPr>
      <w:spacing w:after="40"/>
      <w:ind w:right="-142"/>
    </w:pPr>
    <w:rPr>
      <w:rFonts w:ascii="Arial Black" w:hAnsi="Arial Black"/>
    </w:rPr>
  </w:style>
  <w:style w:type="paragraph" w:customStyle="1" w:styleId="SumSubHeading">
    <w:name w:val="~SumSubHeading"/>
    <w:basedOn w:val="SumText"/>
    <w:next w:val="SumText"/>
    <w:qFormat/>
    <w:rsid w:val="00A20F0D"/>
    <w:pPr>
      <w:keepNext/>
    </w:pPr>
    <w:rPr>
      <w:rFonts w:ascii="Arial Black" w:hAnsi="Arial Black"/>
    </w:rPr>
  </w:style>
  <w:style w:type="paragraph" w:customStyle="1" w:styleId="SummaryHeading">
    <w:name w:val="~SummaryHeading"/>
    <w:basedOn w:val="NonToc-Heading"/>
    <w:next w:val="SumText"/>
    <w:qFormat/>
    <w:rsid w:val="00A20F0D"/>
    <w:pPr>
      <w:framePr w:w="9436" w:wrap="around"/>
      <w:outlineLvl w:val="0"/>
    </w:pPr>
  </w:style>
  <w:style w:type="paragraph" w:customStyle="1" w:styleId="RefDocSubTitle">
    <w:name w:val="~RefDocSubTitle"/>
    <w:basedOn w:val="DocSubTitle"/>
    <w:rsid w:val="00A20F0D"/>
    <w:pPr>
      <w:jc w:val="right"/>
    </w:pPr>
    <w:rPr>
      <w:sz w:val="30"/>
    </w:rPr>
  </w:style>
  <w:style w:type="paragraph" w:customStyle="1" w:styleId="RefDocTitle">
    <w:name w:val="~RefDocTitle"/>
    <w:basedOn w:val="DocTitle"/>
    <w:rsid w:val="00A20F0D"/>
    <w:pPr>
      <w:jc w:val="right"/>
    </w:pPr>
    <w:rPr>
      <w:sz w:val="54"/>
    </w:rPr>
  </w:style>
  <w:style w:type="paragraph" w:customStyle="1" w:styleId="RefDocType">
    <w:name w:val="~RefDocType"/>
    <w:basedOn w:val="DocType"/>
    <w:rsid w:val="00A20F0D"/>
  </w:style>
  <w:style w:type="paragraph" w:customStyle="1" w:styleId="RevisionPageHeading">
    <w:name w:val="~RevisionPageHeading"/>
    <w:basedOn w:val="SummaryHeading"/>
    <w:next w:val="prastasis"/>
    <w:qFormat/>
    <w:rsid w:val="00A20F0D"/>
    <w:pPr>
      <w:framePr w:wrap="around"/>
    </w:pPr>
  </w:style>
  <w:style w:type="paragraph" w:customStyle="1" w:styleId="PageNumber">
    <w:name w:val="PageNumber"/>
    <w:basedOn w:val="BaseStyleOverall"/>
    <w:qFormat/>
    <w:rsid w:val="00A20F0D"/>
    <w:rPr>
      <w:color w:val="0079C1"/>
      <w:sz w:val="22"/>
    </w:rPr>
  </w:style>
  <w:style w:type="table" w:customStyle="1" w:styleId="TableClear">
    <w:name w:val="~TableClear"/>
    <w:basedOn w:val="prastojilentel"/>
    <w:uiPriority w:val="99"/>
    <w:rsid w:val="00226CD4"/>
    <w:rPr>
      <w:lang w:val="en-GB"/>
    </w:rPr>
    <w:tblPr/>
  </w:style>
  <w:style w:type="paragraph" w:styleId="Iliustracijsraas">
    <w:name w:val="table of figures"/>
    <w:aliases w:val="~TableOfFigures"/>
    <w:basedOn w:val="Turinys2"/>
    <w:next w:val="prastasis"/>
    <w:uiPriority w:val="99"/>
    <w:unhideWhenUsed/>
    <w:rsid w:val="00A20F0D"/>
    <w:pPr>
      <w:tabs>
        <w:tab w:val="clear" w:pos="9458"/>
        <w:tab w:val="right" w:leader="underscore" w:pos="9441"/>
      </w:tabs>
      <w:spacing w:before="40" w:after="40"/>
      <w:ind w:left="1077" w:right="28" w:hanging="1077"/>
    </w:pPr>
    <w:rPr>
      <w:rFonts w:eastAsia="Times New Roman"/>
      <w:noProof/>
      <w:color w:val="333333"/>
      <w:sz w:val="18"/>
      <w:lang w:val="en-GB" w:eastAsia="en-GB"/>
    </w:rPr>
  </w:style>
  <w:style w:type="character" w:styleId="Vietosrezervavimoenklotekstas">
    <w:name w:val="Placeholder Text"/>
    <w:basedOn w:val="Numatytasispastraiposriftas"/>
    <w:uiPriority w:val="99"/>
    <w:semiHidden/>
    <w:rsid w:val="00226CD4"/>
    <w:rPr>
      <w:color w:val="808080"/>
    </w:rPr>
  </w:style>
  <w:style w:type="table" w:customStyle="1" w:styleId="MottMacTable">
    <w:name w:val="~MottMacTable"/>
    <w:basedOn w:val="prastojilentel"/>
    <w:uiPriority w:val="99"/>
    <w:rsid w:val="00226CD4"/>
    <w:rPr>
      <w:lang w:val="en-GB"/>
    </w:rPr>
    <w:tblPr>
      <w:tblBorders>
        <w:top w:val="single" w:sz="4" w:space="0" w:color="80A1B6"/>
        <w:bottom w:val="single" w:sz="4" w:space="0" w:color="80A1B6"/>
        <w:insideH w:val="single" w:sz="4" w:space="0" w:color="80A1B6"/>
      </w:tblBorders>
    </w:tblPr>
    <w:tcPr>
      <w:shd w:val="clear" w:color="auto" w:fill="FFFFFF"/>
    </w:tcPr>
    <w:tblStylePr w:type="firstRow">
      <w:tblPr/>
      <w:tcPr>
        <w:shd w:val="clear" w:color="auto" w:fill="80A1B6"/>
      </w:tcPr>
    </w:tblStylePr>
  </w:style>
  <w:style w:type="paragraph" w:customStyle="1" w:styleId="ShortTitle">
    <w:name w:val="~ShortTitle"/>
    <w:basedOn w:val="Betarp"/>
    <w:qFormat/>
    <w:rsid w:val="00A20F0D"/>
  </w:style>
  <w:style w:type="paragraph" w:customStyle="1" w:styleId="ShortSubTitle">
    <w:name w:val="~ShortSubTitle"/>
    <w:basedOn w:val="ShortTitle"/>
    <w:qFormat/>
    <w:rsid w:val="00A20F0D"/>
  </w:style>
  <w:style w:type="paragraph" w:customStyle="1" w:styleId="SubTitleHeader">
    <w:name w:val="_SubTitleHeader"/>
    <w:basedOn w:val="ConfiHeader"/>
    <w:qFormat/>
    <w:rsid w:val="00A20F0D"/>
    <w:pPr>
      <w:framePr w:wrap="around" w:vAnchor="text" w:hAnchor="page" w:x="1305" w:y="1"/>
    </w:pPr>
    <w:rPr>
      <w:noProof/>
      <w:sz w:val="20"/>
    </w:rPr>
  </w:style>
  <w:style w:type="character" w:styleId="Komentaronuoroda">
    <w:name w:val="annotation reference"/>
    <w:basedOn w:val="Numatytasispastraiposriftas"/>
    <w:uiPriority w:val="99"/>
    <w:unhideWhenUsed/>
    <w:qFormat/>
    <w:rsid w:val="00226C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A20F0D"/>
    <w:pPr>
      <w:spacing w:before="260"/>
    </w:pPr>
    <w:rPr>
      <w:lang w:val="en-GB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26CD4"/>
    <w:rPr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20F0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6CD4"/>
    <w:rPr>
      <w:b/>
      <w:bCs/>
      <w:lang w:val="en-GB"/>
    </w:rPr>
  </w:style>
  <w:style w:type="character" w:customStyle="1" w:styleId="Bold">
    <w:name w:val="~Bold"/>
    <w:aliases w:val="Style Bold,Bold"/>
    <w:basedOn w:val="Numatytasispastraiposriftas"/>
    <w:qFormat/>
    <w:rsid w:val="00226CD4"/>
    <w:rPr>
      <w:rFonts w:ascii="Arial Black" w:hAnsi="Arial Black"/>
      <w:caps w:val="0"/>
      <w:smallCaps/>
      <w:strike w:val="0"/>
      <w:dstrike w:val="0"/>
      <w:vanish w:val="0"/>
      <w:color w:val="000000"/>
      <w:sz w:val="16"/>
      <w:vertAlign w:val="baseline"/>
    </w:rPr>
  </w:style>
  <w:style w:type="paragraph" w:customStyle="1" w:styleId="SecHeading">
    <w:name w:val="~SecHeading"/>
    <w:basedOn w:val="RevisionHeading"/>
    <w:qFormat/>
    <w:rsid w:val="00A20F0D"/>
    <w:pPr>
      <w:spacing w:before="40"/>
      <w:ind w:right="0"/>
    </w:pPr>
    <w:rPr>
      <w:sz w:val="20"/>
    </w:rPr>
  </w:style>
  <w:style w:type="paragraph" w:customStyle="1" w:styleId="TOC91">
    <w:name w:val="TOC 91"/>
    <w:basedOn w:val="prastasis"/>
    <w:next w:val="prastasis"/>
    <w:autoRedefine/>
    <w:uiPriority w:val="39"/>
    <w:unhideWhenUsed/>
    <w:rsid w:val="00A20F0D"/>
    <w:pPr>
      <w:spacing w:after="100" w:line="276" w:lineRule="auto"/>
      <w:ind w:left="1760"/>
    </w:pPr>
    <w:rPr>
      <w:rFonts w:eastAsia="Times New Roman"/>
      <w:lang w:val="en-GB" w:eastAsia="en-GB"/>
    </w:rPr>
  </w:style>
  <w:style w:type="paragraph" w:customStyle="1" w:styleId="Style1Table">
    <w:name w:val="Style1 Table"/>
    <w:basedOn w:val="Bullet10"/>
    <w:link w:val="Style1TableChar"/>
    <w:qFormat/>
    <w:rsid w:val="00A20F0D"/>
    <w:pPr>
      <w:spacing w:before="240"/>
      <w:contextualSpacing/>
    </w:pPr>
  </w:style>
  <w:style w:type="character" w:customStyle="1" w:styleId="Style1TableChar">
    <w:name w:val="Style1 Table Char"/>
    <w:basedOn w:val="Bullet1Char"/>
    <w:link w:val="Style1Table"/>
    <w:rsid w:val="00226CD4"/>
    <w:rPr>
      <w:rFonts w:eastAsia="Calibri"/>
      <w:lang w:val="en-GB"/>
    </w:rPr>
  </w:style>
  <w:style w:type="paragraph" w:customStyle="1" w:styleId="Style1">
    <w:name w:val="Style1"/>
    <w:basedOn w:val="DocComp"/>
    <w:link w:val="Style1Char"/>
    <w:qFormat/>
    <w:rsid w:val="00A20F0D"/>
  </w:style>
  <w:style w:type="character" w:customStyle="1" w:styleId="Style1Char">
    <w:name w:val="Style1 Char"/>
    <w:basedOn w:val="DocCompChar"/>
    <w:link w:val="Style1"/>
    <w:rsid w:val="00226CD4"/>
    <w:rPr>
      <w:b/>
      <w:color w:val="80A1B6"/>
      <w:sz w:val="28"/>
      <w:lang w:val="en-GB"/>
    </w:rPr>
  </w:style>
  <w:style w:type="paragraph" w:customStyle="1" w:styleId="Style2">
    <w:name w:val="Style2"/>
    <w:basedOn w:val="DocConfi"/>
    <w:link w:val="Style2Char"/>
    <w:qFormat/>
    <w:rsid w:val="00A20F0D"/>
    <w:rPr>
      <w:b/>
      <w:smallCaps/>
    </w:rPr>
  </w:style>
  <w:style w:type="character" w:customStyle="1" w:styleId="Style2Char">
    <w:name w:val="Style2 Char"/>
    <w:basedOn w:val="DocConfiChar"/>
    <w:link w:val="Style2"/>
    <w:rsid w:val="00226CD4"/>
    <w:rPr>
      <w:b/>
      <w:smallCaps/>
      <w:color w:val="80A1B6"/>
      <w:sz w:val="28"/>
      <w:lang w:val="en-GB"/>
    </w:rPr>
  </w:style>
  <w:style w:type="paragraph" w:customStyle="1" w:styleId="Style3Table">
    <w:name w:val="Style3 Table"/>
    <w:basedOn w:val="Bullet20"/>
    <w:link w:val="Style3TableChar"/>
    <w:qFormat/>
    <w:rsid w:val="00A20F0D"/>
  </w:style>
  <w:style w:type="character" w:customStyle="1" w:styleId="Style3TableChar">
    <w:name w:val="Style3 Table Char"/>
    <w:basedOn w:val="Bullet2Char"/>
    <w:link w:val="Style3Table"/>
    <w:rsid w:val="00226CD4"/>
    <w:rPr>
      <w:rFonts w:eastAsia="Calibri"/>
      <w:lang w:val="en-GB"/>
    </w:rPr>
  </w:style>
  <w:style w:type="paragraph" w:styleId="Pataisymai">
    <w:name w:val="Revision"/>
    <w:hidden/>
    <w:uiPriority w:val="99"/>
    <w:semiHidden/>
    <w:rsid w:val="00A20F0D"/>
    <w:rPr>
      <w:lang w:val="en-GB"/>
    </w:rPr>
  </w:style>
  <w:style w:type="paragraph" w:customStyle="1" w:styleId="CharCharCharChar">
    <w:name w:val="Char Char Char Char"/>
    <w:basedOn w:val="prastasis"/>
    <w:rsid w:val="00A20F0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agrindinistekstas">
    <w:name w:val="Body Text"/>
    <w:aliases w:val="Body single,Body Text - sema,bt,Body Txt,jfp_standard,Body Text Char1"/>
    <w:basedOn w:val="prastasis"/>
    <w:link w:val="PagrindinistekstasDiagrama"/>
    <w:rsid w:val="00A20F0D"/>
    <w:pPr>
      <w:spacing w:before="120" w:after="120"/>
    </w:pPr>
    <w:rPr>
      <w:rFonts w:ascii="Times New Roman" w:eastAsia="Times New Roman" w:hAnsi="Times New Roman" w:cs="Times New Roman"/>
      <w:lang w:val="en-GB"/>
    </w:rPr>
  </w:style>
  <w:style w:type="character" w:customStyle="1" w:styleId="BodyTextChar">
    <w:name w:val="Body Text Char"/>
    <w:basedOn w:val="Numatytasispastraiposriftas"/>
    <w:uiPriority w:val="99"/>
    <w:semiHidden/>
    <w:rsid w:val="00226CD4"/>
  </w:style>
  <w:style w:type="character" w:customStyle="1" w:styleId="PagrindinistekstasDiagrama">
    <w:name w:val="Pagrindinis tekstas Diagrama"/>
    <w:aliases w:val="Body single Diagrama,Body Text - sema Diagrama,bt Diagrama,Body Txt Diagrama,jfp_standard Diagrama,Body Text Char1 Diagrama"/>
    <w:basedOn w:val="Numatytasispastraiposriftas"/>
    <w:link w:val="Pagrindinistekstas"/>
    <w:rsid w:val="00226CD4"/>
    <w:rPr>
      <w:rFonts w:ascii="Times New Roman" w:eastAsia="Times New Roman" w:hAnsi="Times New Roman" w:cs="Times New Roman"/>
      <w:lang w:val="en-GB"/>
    </w:rPr>
  </w:style>
  <w:style w:type="paragraph" w:customStyle="1" w:styleId="Bullet1">
    <w:name w:val="Bullet 1"/>
    <w:rsid w:val="00226CD4"/>
    <w:pPr>
      <w:numPr>
        <w:numId w:val="6"/>
      </w:numPr>
      <w:tabs>
        <w:tab w:val="clear" w:pos="567"/>
        <w:tab w:val="num" w:pos="284"/>
      </w:tabs>
      <w:spacing w:before="60" w:after="60" w:line="360" w:lineRule="auto"/>
      <w:ind w:left="284" w:hanging="284"/>
    </w:pPr>
    <w:rPr>
      <w:rFonts w:eastAsia="Times New Roman" w:cs="Times New Roman"/>
      <w:lang w:val="en-GB"/>
    </w:rPr>
  </w:style>
  <w:style w:type="paragraph" w:styleId="Sraassunumeriais">
    <w:name w:val="List Number"/>
    <w:basedOn w:val="prastasis"/>
    <w:rsid w:val="00A20F0D"/>
    <w:pPr>
      <w:keepLines/>
      <w:spacing w:after="120"/>
    </w:pPr>
    <w:rPr>
      <w:rFonts w:ascii="Times New Roman" w:eastAsia="Times New Roman" w:hAnsi="Times New Roman" w:cs="Times New Roman"/>
      <w:lang w:val="en-GB"/>
    </w:rPr>
  </w:style>
  <w:style w:type="character" w:customStyle="1" w:styleId="st">
    <w:name w:val="st"/>
    <w:basedOn w:val="Numatytasispastraiposriftas"/>
    <w:rsid w:val="00226CD4"/>
  </w:style>
  <w:style w:type="character" w:customStyle="1" w:styleId="hps">
    <w:name w:val="hps"/>
    <w:basedOn w:val="Numatytasispastraiposriftas"/>
    <w:rsid w:val="00226CD4"/>
  </w:style>
  <w:style w:type="character" w:customStyle="1" w:styleId="atn">
    <w:name w:val="atn"/>
    <w:basedOn w:val="Numatytasispastraiposriftas"/>
    <w:rsid w:val="00226CD4"/>
  </w:style>
  <w:style w:type="character" w:customStyle="1" w:styleId="shorttext">
    <w:name w:val="short_text"/>
    <w:basedOn w:val="Numatytasispastraiposriftas"/>
    <w:rsid w:val="00226CD4"/>
  </w:style>
  <w:style w:type="character" w:customStyle="1" w:styleId="Bodytext">
    <w:name w:val="Body text_"/>
    <w:basedOn w:val="Numatytasispastraiposriftas"/>
    <w:link w:val="Tekstpodstawowy5"/>
    <w:rsid w:val="00226CD4"/>
    <w:rPr>
      <w:sz w:val="19"/>
      <w:szCs w:val="19"/>
      <w:shd w:val="clear" w:color="auto" w:fill="FFFFFF"/>
    </w:rPr>
  </w:style>
  <w:style w:type="paragraph" w:customStyle="1" w:styleId="Tekstpodstawowy5">
    <w:name w:val="Tekst podstawowy5"/>
    <w:basedOn w:val="prastasis"/>
    <w:link w:val="Bodytext"/>
    <w:rsid w:val="00A20F0D"/>
    <w:pPr>
      <w:shd w:val="clear" w:color="auto" w:fill="FFFFFF"/>
      <w:spacing w:line="0" w:lineRule="atLeast"/>
      <w:ind w:hanging="2840"/>
    </w:pPr>
    <w:rPr>
      <w:sz w:val="19"/>
      <w:szCs w:val="19"/>
    </w:rPr>
  </w:style>
  <w:style w:type="paragraph" w:styleId="Sraassuenkleliais">
    <w:name w:val="List Bullet"/>
    <w:basedOn w:val="prastasis"/>
    <w:autoRedefine/>
    <w:rsid w:val="00A20F0D"/>
    <w:pPr>
      <w:keepLines/>
      <w:spacing w:after="120"/>
    </w:pPr>
    <w:rPr>
      <w:rFonts w:ascii="Times New Roman" w:eastAsia="Times New Roman" w:hAnsi="Times New Roman" w:cs="Times New Roman"/>
      <w:lang w:val="en-GB"/>
    </w:rPr>
  </w:style>
  <w:style w:type="character" w:customStyle="1" w:styleId="BodyTextChar2">
    <w:name w:val="Body Text Char2"/>
    <w:aliases w:val="Body single Char,Body Text - sema Char,bt Char,Body Txt Char,jfp_standard Char,Body Text Char1 Char"/>
    <w:basedOn w:val="Numatytasispastraiposriftas"/>
    <w:rsid w:val="00226CD4"/>
  </w:style>
  <w:style w:type="paragraph" w:styleId="Sraassuenkleliais2">
    <w:name w:val="List Bullet 2"/>
    <w:basedOn w:val="prastasis"/>
    <w:uiPriority w:val="99"/>
    <w:unhideWhenUsed/>
    <w:rsid w:val="00A20F0D"/>
    <w:pPr>
      <w:numPr>
        <w:numId w:val="7"/>
      </w:numPr>
      <w:spacing w:before="260" w:line="276" w:lineRule="auto"/>
      <w:contextualSpacing/>
    </w:pPr>
    <w:rPr>
      <w:lang w:val="en-GB"/>
    </w:rPr>
  </w:style>
  <w:style w:type="character" w:customStyle="1" w:styleId="maxtemp1">
    <w:name w:val="maxtemp1"/>
    <w:basedOn w:val="Numatytasispastraiposriftas"/>
    <w:rsid w:val="00226CD4"/>
    <w:rPr>
      <w:color w:val="A8151F"/>
    </w:rPr>
  </w:style>
  <w:style w:type="character" w:customStyle="1" w:styleId="mintemp1">
    <w:name w:val="mintemp1"/>
    <w:basedOn w:val="Numatytasispastraiposriftas"/>
    <w:rsid w:val="00226CD4"/>
    <w:rPr>
      <w:color w:val="336699"/>
    </w:rPr>
  </w:style>
  <w:style w:type="paragraph" w:customStyle="1" w:styleId="Bulletsne">
    <w:name w:val="Bullets ne"/>
    <w:basedOn w:val="prastasis"/>
    <w:link w:val="BulletsneChar"/>
    <w:qFormat/>
    <w:rsid w:val="00A20F0D"/>
    <w:pPr>
      <w:numPr>
        <w:numId w:val="8"/>
      </w:numPr>
      <w:spacing w:before="200" w:after="200" w:line="276" w:lineRule="auto"/>
    </w:pPr>
    <w:rPr>
      <w:rFonts w:eastAsia="Times New Roman"/>
      <w:lang w:val="fr-FR" w:eastAsia="en-GB"/>
    </w:rPr>
  </w:style>
  <w:style w:type="character" w:customStyle="1" w:styleId="BulletsneChar">
    <w:name w:val="Bullets ne Char"/>
    <w:basedOn w:val="Numatytasispastraiposriftas"/>
    <w:link w:val="Bulletsne"/>
    <w:rsid w:val="00226CD4"/>
    <w:rPr>
      <w:rFonts w:eastAsia="Times New Roman"/>
      <w:lang w:val="fr-FR" w:eastAsia="en-GB"/>
    </w:rPr>
  </w:style>
  <w:style w:type="character" w:customStyle="1" w:styleId="BetarpDiagrama">
    <w:name w:val="Be tarpų Diagrama"/>
    <w:aliases w:val="~BaseStyle Diagrama"/>
    <w:basedOn w:val="Numatytasispastraiposriftas"/>
    <w:link w:val="Betarp"/>
    <w:uiPriority w:val="1"/>
    <w:rsid w:val="00226CD4"/>
    <w:rPr>
      <w:lang w:val="en-GB"/>
    </w:rPr>
  </w:style>
  <w:style w:type="paragraph" w:customStyle="1" w:styleId="BodyText1">
    <w:name w:val="Body Text1"/>
    <w:basedOn w:val="prastasis"/>
    <w:rsid w:val="00226CD4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ascii="Times New Roman" w:eastAsia="Times New Roman" w:hAnsi="Times New Roman" w:cs="Times New Roman"/>
      <w:color w:val="000000"/>
      <w:lang w:val="lt-LT"/>
    </w:rPr>
  </w:style>
  <w:style w:type="paragraph" w:customStyle="1" w:styleId="BodyText2">
    <w:name w:val="Body Text2"/>
    <w:basedOn w:val="prastasis"/>
    <w:uiPriority w:val="99"/>
    <w:rsid w:val="00226CD4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ascii="Times New Roman" w:eastAsia="Times New Roman" w:hAnsi="Times New Roman" w:cs="Times New Roman"/>
      <w:color w:val="000000"/>
      <w:lang w:val="lt-LT"/>
    </w:rPr>
  </w:style>
  <w:style w:type="paragraph" w:customStyle="1" w:styleId="L1c">
    <w:name w:val="L1c"/>
    <w:basedOn w:val="prastasis"/>
    <w:rsid w:val="00A20F0D"/>
    <w:pPr>
      <w:keepLines/>
      <w:numPr>
        <w:numId w:val="9"/>
      </w:numPr>
      <w:suppressLineNumbers/>
      <w:tabs>
        <w:tab w:val="left" w:pos="709"/>
      </w:tabs>
      <w:suppressAutoHyphens/>
      <w:spacing w:before="60" w:after="60"/>
    </w:pPr>
    <w:rPr>
      <w:rFonts w:eastAsia="Arial Unicode MS" w:cs="Times New Roman"/>
      <w:lang w:val="fr-FR" w:bidi="en-US"/>
    </w:rPr>
  </w:style>
  <w:style w:type="paragraph" w:customStyle="1" w:styleId="Bullet2">
    <w:name w:val="Bullet 2"/>
    <w:basedOn w:val="L1c"/>
    <w:qFormat/>
    <w:rsid w:val="00A20F0D"/>
    <w:pPr>
      <w:numPr>
        <w:ilvl w:val="1"/>
      </w:numPr>
    </w:pPr>
  </w:style>
  <w:style w:type="character" w:customStyle="1" w:styleId="SraopastraipaDiagrama">
    <w:name w:val="Sąrašo pastraipa Diagrama"/>
    <w:aliases w:val="Table of contents numbered Diagrama,Colorful List - Accent 11 Diagrama,List Paragraph1 Diagrama,Bullet EY Diagrama,List Paragraph2 Diagrama,ERP-List Paragraph Diagrama,List Paragraph11 Diagrama,List Paragraph Red Diagrama"/>
    <w:basedOn w:val="Numatytasispastraiposriftas"/>
    <w:link w:val="Sraopastraipa"/>
    <w:uiPriority w:val="34"/>
    <w:locked/>
    <w:rsid w:val="00226CD4"/>
  </w:style>
  <w:style w:type="paragraph" w:customStyle="1" w:styleId="Stilius1">
    <w:name w:val="Stilius1"/>
    <w:basedOn w:val="prastasis"/>
    <w:uiPriority w:val="99"/>
    <w:rsid w:val="00226CD4"/>
    <w:rPr>
      <w:rFonts w:ascii="Times New Roman" w:eastAsia="Calibri" w:hAnsi="Times New Roman" w:cs="Times New Roman"/>
      <w:sz w:val="24"/>
      <w:szCs w:val="24"/>
      <w:lang w:val="lt-LT"/>
    </w:rPr>
  </w:style>
  <w:style w:type="character" w:customStyle="1" w:styleId="BodyText3">
    <w:name w:val="Body Text3"/>
    <w:uiPriority w:val="99"/>
    <w:rsid w:val="00226CD4"/>
    <w:rPr>
      <w:rFonts w:ascii="Arial" w:hAnsi="Arial"/>
      <w:color w:val="000000"/>
      <w:spacing w:val="9"/>
      <w:w w:val="100"/>
      <w:position w:val="0"/>
      <w:sz w:val="18"/>
      <w:u w:val="none"/>
      <w:shd w:val="clear" w:color="auto" w:fill="FFFFFF"/>
    </w:rPr>
  </w:style>
  <w:style w:type="paragraph" w:customStyle="1" w:styleId="2skyrius">
    <w:name w:val="2 skyrius"/>
    <w:basedOn w:val="Antrat2"/>
    <w:link w:val="2skyriusChar"/>
    <w:uiPriority w:val="99"/>
    <w:rsid w:val="00A20F0D"/>
    <w:pPr>
      <w:numPr>
        <w:ilvl w:val="1"/>
        <w:numId w:val="10"/>
      </w:numPr>
      <w:tabs>
        <w:tab w:val="left" w:pos="1134"/>
      </w:tabs>
    </w:pPr>
    <w:rPr>
      <w:rFonts w:ascii="Calibri" w:eastAsia="Calibri" w:hAnsi="Calibri" w:cs="Times New Roman"/>
      <w:b w:val="0"/>
      <w:bCs/>
      <w:iCs w:val="0"/>
      <w:color w:val="632423"/>
      <w:sz w:val="22"/>
    </w:rPr>
  </w:style>
  <w:style w:type="character" w:customStyle="1" w:styleId="2skyriusChar">
    <w:name w:val="2 skyrius Char"/>
    <w:link w:val="2skyrius"/>
    <w:uiPriority w:val="99"/>
    <w:locked/>
    <w:rsid w:val="00226CD4"/>
    <w:rPr>
      <w:rFonts w:ascii="Calibri" w:eastAsia="Calibri" w:hAnsi="Calibri" w:cs="Times New Roman"/>
      <w:bCs/>
      <w:color w:val="632423"/>
      <w:sz w:val="22"/>
    </w:rPr>
  </w:style>
  <w:style w:type="paragraph" w:customStyle="1" w:styleId="3skyrius">
    <w:name w:val="3 skyrius"/>
    <w:basedOn w:val="Antrat3"/>
    <w:link w:val="3skyriusChar"/>
    <w:uiPriority w:val="99"/>
    <w:rsid w:val="00A20F0D"/>
    <w:pPr>
      <w:keepLines w:val="0"/>
      <w:numPr>
        <w:ilvl w:val="2"/>
        <w:numId w:val="10"/>
      </w:numPr>
      <w:tabs>
        <w:tab w:val="left" w:pos="1701"/>
      </w:tabs>
      <w:spacing w:before="240"/>
    </w:pPr>
    <w:rPr>
      <w:rFonts w:ascii="Calibri" w:eastAsia="Calibri" w:hAnsi="Calibri" w:cs="Times New Roman"/>
      <w:b/>
      <w:bCs w:val="0"/>
      <w:color w:val="632423"/>
      <w:sz w:val="22"/>
      <w:lang w:val="en-GB"/>
    </w:rPr>
  </w:style>
  <w:style w:type="paragraph" w:customStyle="1" w:styleId="1skyrius">
    <w:name w:val="1 skyrius"/>
    <w:basedOn w:val="Antrat1"/>
    <w:link w:val="1skyriusChar"/>
    <w:uiPriority w:val="99"/>
    <w:rsid w:val="00A20F0D"/>
    <w:pPr>
      <w:numPr>
        <w:numId w:val="10"/>
      </w:numPr>
      <w:spacing w:before="480"/>
      <w:ind w:left="851" w:hanging="851"/>
    </w:pPr>
    <w:rPr>
      <w:rFonts w:ascii="Calibri" w:eastAsia="Calibri" w:hAnsi="Calibri" w:cs="Times New Roman"/>
      <w:b w:val="0"/>
      <w:bCs w:val="0"/>
      <w:color w:val="632423"/>
      <w:sz w:val="22"/>
      <w:szCs w:val="20"/>
      <w:lang w:val="en-GB"/>
    </w:rPr>
  </w:style>
  <w:style w:type="character" w:customStyle="1" w:styleId="3skyriusChar">
    <w:name w:val="3 skyrius Char"/>
    <w:link w:val="3skyrius"/>
    <w:uiPriority w:val="99"/>
    <w:locked/>
    <w:rsid w:val="00226CD4"/>
    <w:rPr>
      <w:rFonts w:ascii="Calibri" w:eastAsia="Calibri" w:hAnsi="Calibri" w:cs="Times New Roman"/>
      <w:b/>
      <w:i/>
      <w:color w:val="632423"/>
      <w:sz w:val="22"/>
      <w:lang w:val="en-GB"/>
    </w:rPr>
  </w:style>
  <w:style w:type="character" w:customStyle="1" w:styleId="1skyriusChar">
    <w:name w:val="1 skyrius Char"/>
    <w:link w:val="1skyrius"/>
    <w:uiPriority w:val="99"/>
    <w:locked/>
    <w:rsid w:val="00226CD4"/>
    <w:rPr>
      <w:rFonts w:ascii="Calibri" w:eastAsia="Calibri" w:hAnsi="Calibri" w:cs="Times New Roman"/>
      <w:caps/>
      <w:color w:val="632423"/>
      <w:sz w:val="22"/>
      <w:lang w:val="en-GB"/>
    </w:rPr>
  </w:style>
  <w:style w:type="paragraph" w:customStyle="1" w:styleId="4stilius">
    <w:name w:val="4 stilius"/>
    <w:basedOn w:val="Antrat4"/>
    <w:uiPriority w:val="99"/>
    <w:rsid w:val="00A20F0D"/>
    <w:pPr>
      <w:keepLines w:val="0"/>
      <w:numPr>
        <w:ilvl w:val="3"/>
        <w:numId w:val="10"/>
      </w:numPr>
      <w:spacing w:before="240" w:after="60" w:line="276" w:lineRule="auto"/>
    </w:pPr>
    <w:rPr>
      <w:rFonts w:ascii="Calibri" w:eastAsia="Calibri" w:hAnsi="Calibri" w:cs="Times New Roman"/>
      <w:b/>
      <w:bCs/>
      <w:i w:val="0"/>
      <w:iCs w:val="0"/>
      <w:color w:val="auto"/>
      <w:sz w:val="28"/>
    </w:rPr>
  </w:style>
  <w:style w:type="paragraph" w:customStyle="1" w:styleId="antras">
    <w:name w:val="antras"/>
    <w:basedOn w:val="2skyrius"/>
    <w:link w:val="antrasChar"/>
    <w:uiPriority w:val="99"/>
    <w:rsid w:val="00A20F0D"/>
    <w:pPr>
      <w:spacing w:before="0"/>
    </w:pPr>
  </w:style>
  <w:style w:type="character" w:customStyle="1" w:styleId="antrasChar">
    <w:name w:val="antras Char"/>
    <w:link w:val="antras"/>
    <w:uiPriority w:val="99"/>
    <w:locked/>
    <w:rsid w:val="00226CD4"/>
    <w:rPr>
      <w:rFonts w:ascii="Calibri" w:eastAsia="Calibri" w:hAnsi="Calibri" w:cs="Times New Roman"/>
      <w:bCs/>
      <w:color w:val="632423"/>
      <w:sz w:val="22"/>
    </w:rPr>
  </w:style>
  <w:style w:type="character" w:customStyle="1" w:styleId="typewriter">
    <w:name w:val="typewriter"/>
    <w:uiPriority w:val="99"/>
    <w:rsid w:val="00226CD4"/>
  </w:style>
  <w:style w:type="table" w:customStyle="1" w:styleId="Kalendarz2">
    <w:name w:val="Kalendarz 2"/>
    <w:basedOn w:val="prastojilentel"/>
    <w:uiPriority w:val="99"/>
    <w:qFormat/>
    <w:rsid w:val="00226CD4"/>
    <w:pPr>
      <w:jc w:val="center"/>
    </w:pPr>
    <w:rPr>
      <w:rFonts w:eastAsia="Times New Roman"/>
      <w:sz w:val="28"/>
      <w:lang w:val="en-GB" w:eastAsia="en-GB"/>
    </w:rPr>
    <w:tblPr>
      <w:tblBorders>
        <w:insideV w:val="single" w:sz="4" w:space="0" w:color="B2C6D3"/>
      </w:tblBorders>
    </w:tblPr>
    <w:tblStylePr w:type="firstRow">
      <w:rPr>
        <w:rFonts w:ascii="Arial" w:hAnsi="Arial"/>
        <w:b w:val="0"/>
        <w:i w:val="0"/>
        <w:caps/>
        <w:smallCaps w:val="0"/>
        <w:color w:val="80A1B6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prastasistinklapis">
    <w:name w:val="Normal (Web)"/>
    <w:basedOn w:val="prastasis"/>
    <w:uiPriority w:val="99"/>
    <w:semiHidden/>
    <w:unhideWhenUsed/>
    <w:rsid w:val="00A20F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basedOn w:val="prastasis"/>
    <w:qFormat/>
    <w:rsid w:val="00A20F0D"/>
    <w:pPr>
      <w:autoSpaceDE w:val="0"/>
      <w:autoSpaceDN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Numatytasispastraiposriftas"/>
    <w:rsid w:val="00226CD4"/>
  </w:style>
  <w:style w:type="paragraph" w:customStyle="1" w:styleId="paragrafesrasas2lygis">
    <w:name w:val="_paragrafe sąrasas 2 lygis"/>
    <w:basedOn w:val="Pagrindiniotekstotrauka2"/>
    <w:link w:val="paragrafesrasas2lygisDiagrama"/>
    <w:uiPriority w:val="99"/>
    <w:qFormat/>
    <w:rsid w:val="00226CD4"/>
    <w:pPr>
      <w:numPr>
        <w:ilvl w:val="1"/>
        <w:numId w:val="12"/>
      </w:numPr>
      <w:spacing w:before="0" w:line="276" w:lineRule="auto"/>
    </w:pPr>
    <w:rPr>
      <w:rFonts w:ascii="Times New Roman" w:eastAsia="Times New Roman" w:hAnsi="Times New Roman" w:cs="Times New Roman"/>
      <w:sz w:val="22"/>
      <w:szCs w:val="22"/>
      <w:lang w:val="lt-LT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uiPriority w:val="99"/>
    <w:rsid w:val="00226CD4"/>
    <w:rPr>
      <w:rFonts w:ascii="Times New Roman" w:eastAsia="Times New Roman" w:hAnsi="Times New Roman" w:cs="Times New Roman"/>
      <w:sz w:val="22"/>
      <w:szCs w:val="22"/>
      <w:lang w:val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A20F0D"/>
    <w:pPr>
      <w:spacing w:before="260" w:after="120" w:line="480" w:lineRule="auto"/>
      <w:ind w:left="283"/>
    </w:pPr>
    <w:rPr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26CD4"/>
    <w:rPr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20F0D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6CD4"/>
  </w:style>
  <w:style w:type="character" w:styleId="Puslapioinaosnuoroda">
    <w:name w:val="footnote reference"/>
    <w:basedOn w:val="Numatytasispastraiposriftas"/>
    <w:uiPriority w:val="99"/>
    <w:semiHidden/>
    <w:unhideWhenUsed/>
    <w:rsid w:val="00226CD4"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20F0D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6CD4"/>
  </w:style>
  <w:style w:type="paragraph" w:styleId="Turinys1">
    <w:name w:val="toc 1"/>
    <w:basedOn w:val="prastasis"/>
    <w:next w:val="prastasis"/>
    <w:autoRedefine/>
    <w:uiPriority w:val="39"/>
    <w:unhideWhenUsed/>
    <w:rsid w:val="00A20F0D"/>
    <w:pPr>
      <w:tabs>
        <w:tab w:val="left" w:pos="1474"/>
        <w:tab w:val="right" w:leader="dot" w:pos="9458"/>
      </w:tabs>
      <w:spacing w:after="100"/>
      <w:ind w:left="142"/>
    </w:pPr>
    <w:rPr>
      <w:rFonts w:eastAsia="Arial"/>
      <w:b/>
      <w:noProof/>
      <w:sz w:val="22"/>
      <w:szCs w:val="22"/>
      <w:lang w:val="en-GB"/>
    </w:rPr>
  </w:style>
  <w:style w:type="paragraph" w:styleId="Turinys2">
    <w:name w:val="toc 2"/>
    <w:basedOn w:val="prastasis"/>
    <w:next w:val="prastasis"/>
    <w:autoRedefine/>
    <w:uiPriority w:val="39"/>
    <w:unhideWhenUsed/>
    <w:rsid w:val="00A20F0D"/>
    <w:pPr>
      <w:tabs>
        <w:tab w:val="left" w:pos="1474"/>
        <w:tab w:val="right" w:leader="dot" w:pos="9458"/>
      </w:tabs>
      <w:spacing w:after="100"/>
      <w:ind w:left="426"/>
    </w:pPr>
  </w:style>
  <w:style w:type="paragraph" w:styleId="Turinys9">
    <w:name w:val="toc 9"/>
    <w:basedOn w:val="prastasis"/>
    <w:next w:val="prastasis"/>
    <w:autoRedefine/>
    <w:uiPriority w:val="39"/>
    <w:unhideWhenUsed/>
    <w:rsid w:val="00A20F0D"/>
    <w:pPr>
      <w:spacing w:after="100" w:line="259" w:lineRule="auto"/>
      <w:ind w:left="1760"/>
    </w:pPr>
    <w:rPr>
      <w:rFonts w:eastAsiaTheme="minorEastAsia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57AFE"/>
    <w:pPr>
      <w:spacing w:before="480"/>
      <w:outlineLvl w:val="9"/>
    </w:pPr>
    <w:rPr>
      <w:rFonts w:asciiTheme="majorHAnsi" w:hAnsiTheme="majorHAnsi"/>
      <w:caps w:val="0"/>
      <w:color w:val="2E74B5" w:themeColor="accent1" w:themeShade="BF"/>
      <w:sz w:val="28"/>
    </w:rPr>
  </w:style>
  <w:style w:type="paragraph" w:customStyle="1" w:styleId="CentrBold">
    <w:name w:val="CentrBold"/>
    <w:rsid w:val="00FB785A"/>
    <w:pPr>
      <w:autoSpaceDE w:val="0"/>
      <w:autoSpaceDN w:val="0"/>
      <w:adjustRightInd w:val="0"/>
      <w:jc w:val="center"/>
    </w:pPr>
    <w:rPr>
      <w:rFonts w:ascii="TimesLT" w:eastAsia="Times New Roman" w:hAnsi="TimesLT" w:cs="Times New Roman"/>
      <w:b/>
      <w:bCs/>
      <w:caps/>
    </w:rPr>
  </w:style>
  <w:style w:type="paragraph" w:customStyle="1" w:styleId="CentrBoldm">
    <w:name w:val="CentrBoldm"/>
    <w:basedOn w:val="CentrBold"/>
    <w:rsid w:val="00FB785A"/>
    <w:rPr>
      <w:caps w:val="0"/>
    </w:rPr>
  </w:style>
  <w:style w:type="paragraph" w:customStyle="1" w:styleId="ISTATYMAS">
    <w:name w:val="ISTATYMAS"/>
    <w:rsid w:val="00FB785A"/>
    <w:pPr>
      <w:autoSpaceDE w:val="0"/>
      <w:autoSpaceDN w:val="0"/>
      <w:adjustRightInd w:val="0"/>
      <w:jc w:val="center"/>
    </w:pPr>
    <w:rPr>
      <w:rFonts w:ascii="TimesLT" w:eastAsia="Times New Roman" w:hAnsi="TimesLT" w:cs="Times New Roman"/>
    </w:r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FB78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  <w:jc w:val="left"/>
    </w:pPr>
    <w:rPr>
      <w:rFonts w:ascii="Courier New" w:eastAsia="Times New Roman" w:hAnsi="Courier New" w:cs="Courier New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FB785A"/>
    <w:rPr>
      <w:rFonts w:ascii="Courier New" w:eastAsia="Times New Roman" w:hAnsi="Courier New" w:cs="Courier New"/>
      <w:lang w:val="lt-LT" w:eastAsia="lt-LT"/>
    </w:rPr>
  </w:style>
  <w:style w:type="character" w:customStyle="1" w:styleId="Salygos2Diagrama">
    <w:name w:val="Salygos 2 Diagrama"/>
    <w:basedOn w:val="Numatytasispastraiposriftas"/>
    <w:link w:val="Salygos2"/>
    <w:uiPriority w:val="99"/>
    <w:locked/>
    <w:rsid w:val="000C5D93"/>
  </w:style>
  <w:style w:type="paragraph" w:customStyle="1" w:styleId="Salygos2">
    <w:name w:val="Salygos 2"/>
    <w:basedOn w:val="prastasis"/>
    <w:link w:val="Salygos2Diagrama"/>
    <w:uiPriority w:val="99"/>
    <w:rsid w:val="000C5D93"/>
    <w:pPr>
      <w:spacing w:before="240" w:after="240"/>
    </w:pPr>
  </w:style>
  <w:style w:type="character" w:customStyle="1" w:styleId="CharStyle16">
    <w:name w:val="Char Style 16"/>
    <w:basedOn w:val="Numatytasispastraiposriftas"/>
    <w:link w:val="Style15"/>
    <w:uiPriority w:val="99"/>
    <w:rsid w:val="000C5D93"/>
    <w:rPr>
      <w:b/>
      <w:bCs/>
      <w:sz w:val="21"/>
      <w:szCs w:val="21"/>
      <w:shd w:val="clear" w:color="auto" w:fill="FFFFFF"/>
    </w:rPr>
  </w:style>
  <w:style w:type="paragraph" w:customStyle="1" w:styleId="Style15">
    <w:name w:val="Style 15"/>
    <w:basedOn w:val="prastasis"/>
    <w:link w:val="CharStyle16"/>
    <w:uiPriority w:val="99"/>
    <w:rsid w:val="000C5D93"/>
    <w:pPr>
      <w:widowControl w:val="0"/>
      <w:shd w:val="clear" w:color="auto" w:fill="FFFFFF"/>
      <w:spacing w:after="240" w:line="295" w:lineRule="exact"/>
    </w:pPr>
    <w:rPr>
      <w:b/>
      <w:bCs/>
      <w:sz w:val="21"/>
      <w:szCs w:val="21"/>
    </w:rPr>
  </w:style>
  <w:style w:type="paragraph" w:customStyle="1" w:styleId="LO-Normal">
    <w:name w:val="LO-Normal"/>
    <w:qFormat/>
    <w:rsid w:val="0080719D"/>
    <w:pPr>
      <w:keepNext/>
      <w:widowControl w:val="0"/>
      <w:shd w:val="clear" w:color="auto" w:fill="FFFFFF"/>
      <w:suppressAutoHyphens/>
      <w:textAlignment w:val="baseline"/>
    </w:pPr>
    <w:rPr>
      <w:rFonts w:ascii="Calibri" w:eastAsia="Calibri" w:hAnsi="Calibri" w:cs="Times New Roman"/>
      <w:sz w:val="24"/>
      <w:szCs w:val="24"/>
      <w:lang w:val="lt-LT"/>
    </w:rPr>
  </w:style>
  <w:style w:type="paragraph" w:customStyle="1" w:styleId="Betarp1">
    <w:name w:val="Be tarpų1"/>
    <w:qFormat/>
    <w:rsid w:val="00695E94"/>
    <w:pPr>
      <w:keepNext/>
      <w:shd w:val="clear" w:color="auto" w:fill="FFFFFF"/>
      <w:suppressAutoHyphens/>
      <w:textAlignment w:val="baseline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ius-mit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7C6D7E9C31A2448A5128D0E3A83042" ma:contentTypeVersion="14" ma:contentTypeDescription="Kurkite naują dokumentą." ma:contentTypeScope="" ma:versionID="f1a34ee22ffd66c02910254737352cb9">
  <xsd:schema xmlns:xsd="http://www.w3.org/2001/XMLSchema" xmlns:xs="http://www.w3.org/2001/XMLSchema" xmlns:p="http://schemas.microsoft.com/office/2006/metadata/properties" xmlns:ns2="9cb907ef-07f5-4ab0-859a-044ed55caae7" xmlns:ns3="443eae84-373f-421d-80aa-10103d80975b" targetNamespace="http://schemas.microsoft.com/office/2006/metadata/properties" ma:root="true" ma:fieldsID="b4c54ab36da657013c4befa93a2bf74c" ns2:_="" ns3:_="">
    <xsd:import namespace="9cb907ef-07f5-4ab0-859a-044ed55caae7"/>
    <xsd:import namespace="443eae84-373f-421d-80aa-10103d809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907ef-07f5-4ab0-859a-044ed55caa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8eb848d-185e-46c3-aee5-c3b30c080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eae84-373f-421d-80aa-10103d8097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984bf04-9d16-48e1-897a-a91b56b40991}" ma:internalName="TaxCatchAll" ma:showField="CatchAllData" ma:web="443eae84-373f-421d-80aa-10103d809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3eae84-373f-421d-80aa-10103d80975b" xsi:nil="true"/>
    <lcf76f155ced4ddcb4097134ff3c332f xmlns="9cb907ef-07f5-4ab0-859a-044ed55caa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F94D80-53A4-4944-81DF-FE0102F629DA}"/>
</file>

<file path=customXml/itemProps2.xml><?xml version="1.0" encoding="utf-8"?>
<ds:datastoreItem xmlns:ds="http://schemas.openxmlformats.org/officeDocument/2006/customXml" ds:itemID="{9AD3F86D-1C6C-47D8-8BCB-D302C5054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DD9CCF-C9C1-4A65-B315-5170E180F188}"/>
</file>

<file path=customXml/itemProps4.xml><?xml version="1.0" encoding="utf-8"?>
<ds:datastoreItem xmlns:ds="http://schemas.openxmlformats.org/officeDocument/2006/customXml" ds:itemID="{D784A5E3-7D38-49E0-99AE-1C1AE83E2434}"/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53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Pažūsienė</dc:creator>
  <cp:lastModifiedBy>Raimonda Mc Geever</cp:lastModifiedBy>
  <cp:revision>12</cp:revision>
  <cp:lastPrinted>2016-07-22T14:55:00Z</cp:lastPrinted>
  <dcterms:created xsi:type="dcterms:W3CDTF">2021-01-08T13:54:00Z</dcterms:created>
  <dcterms:modified xsi:type="dcterms:W3CDTF">2021-01-26T07:37:00Z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  <property fmtid="{D5CDD505-2E9C-101B-9397-08002B2CF9AE}" pid="3" name="ContentTypeId">
    <vt:lpwstr>0x010100937C6D7E9C31A2448A5128D0E3A83042</vt:lpwstr>
  </property>
  <property fmtid="{D5CDD505-2E9C-101B-9397-08002B2CF9AE}" pid="4" name="MediaServiceImageTags">
    <vt:lpwstr/>
  </property>
</Properties>
</file>